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bookmarkStart w:id="0" w:name="_GoBack"/>
    <w:bookmarkEnd w:id="0"/>
    <w:p w:rsidR="0011138E" w:rsidRPr="0011138E" w:rsidRDefault="00F85EFC" w:rsidP="0011138E">
      <w:pPr>
        <w:rPr>
          <w:rFonts w:ascii="Andalus" w:eastAsia="Gabriola" w:hAnsi="Andalus" w:cs="Andalus"/>
          <w:color w:val="88D888"/>
          <w:sz w:val="18"/>
          <w:szCs w:val="18"/>
        </w:rPr>
      </w:pPr>
      <w:r>
        <w:rPr>
          <w:rFonts w:ascii="Andalus" w:hAnsi="Andalus" w:cs="Andalus"/>
          <w:noProof/>
          <w:color w:val="88D888"/>
          <w:sz w:val="18"/>
          <w:szCs w:val="18"/>
        </w:rPr>
        <mc:AlternateContent>
          <mc:Choice Requires="wps">
            <w:drawing>
              <wp:anchor distT="0" distB="0" distL="114300" distR="114300" simplePos="0" relativeHeight="251677184" behindDoc="0" locked="0" layoutInCell="1" allowOverlap="1">
                <wp:simplePos x="0" y="0"/>
                <wp:positionH relativeFrom="column">
                  <wp:posOffset>-824230</wp:posOffset>
                </wp:positionH>
                <wp:positionV relativeFrom="paragraph">
                  <wp:posOffset>-621030</wp:posOffset>
                </wp:positionV>
                <wp:extent cx="4740910" cy="7174865"/>
                <wp:effectExtent l="4445" t="0" r="0" b="0"/>
                <wp:wrapNone/>
                <wp:docPr id="10"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0910" cy="71748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cmpd="sng" algn="ctr">
                              <a:solidFill>
                                <a:srgbClr val="000000"/>
                              </a:solidFill>
                              <a:prstDash val="solid"/>
                              <a:miter lim="800000"/>
                              <a:headEnd/>
                              <a:tailEnd/>
                            </a14:hiddenLine>
                          </a:ext>
                          <a:ext uri="{AF507438-7753-43E0-B8FC-AC1667EBCBE1}">
                            <a14:hiddenEffects xmlns:a14="http://schemas.microsoft.com/office/drawing/2010/main">
                              <a:effectLst/>
                            </a14:hiddenEffects>
                          </a:ext>
                        </a:extLst>
                      </wps:spPr>
                      <wps:txbx>
                        <w:txbxContent>
                          <w:p w:rsidR="0011138E" w:rsidRPr="007333BB" w:rsidRDefault="0011138E" w:rsidP="007A51B9">
                            <w:pPr>
                              <w:jc w:val="center"/>
                              <w:rPr>
                                <w:rFonts w:ascii="Andalus" w:hAnsi="Andalus" w:cs="Andalus"/>
                                <w:b/>
                                <w:color w:val="88D888"/>
                                <w:sz w:val="22"/>
                                <w:szCs w:val="18"/>
                              </w:rPr>
                            </w:pPr>
                            <w:r w:rsidRPr="007333BB">
                              <w:rPr>
                                <w:rFonts w:ascii="Andalus" w:hAnsi="Andalus" w:cs="Andalus"/>
                                <w:b/>
                                <w:color w:val="88D888"/>
                                <w:szCs w:val="20"/>
                              </w:rPr>
                              <w:t>What</w:t>
                            </w:r>
                            <w:r w:rsidRPr="007333BB">
                              <w:rPr>
                                <w:rFonts w:ascii="Andalus" w:hAnsi="Andalus" w:cs="Andalus"/>
                                <w:b/>
                                <w:color w:val="88D888"/>
                                <w:sz w:val="22"/>
                                <w:szCs w:val="18"/>
                              </w:rPr>
                              <w:t xml:space="preserve"> to expect when starting </w:t>
                            </w:r>
                            <w:proofErr w:type="spellStart"/>
                            <w:r w:rsidRPr="007333BB">
                              <w:rPr>
                                <w:rFonts w:ascii="Andalus" w:hAnsi="Andalus" w:cs="Andalus"/>
                                <w:b/>
                                <w:color w:val="88D888"/>
                                <w:sz w:val="22"/>
                                <w:szCs w:val="18"/>
                              </w:rPr>
                              <w:t>Beautologie</w:t>
                            </w:r>
                            <w:proofErr w:type="spellEnd"/>
                            <w:r w:rsidRPr="007333BB">
                              <w:rPr>
                                <w:rFonts w:ascii="Andalus" w:hAnsi="Andalus" w:cs="Andalus"/>
                                <w:b/>
                                <w:color w:val="88D888"/>
                                <w:sz w:val="22"/>
                                <w:szCs w:val="18"/>
                              </w:rPr>
                              <w:t xml:space="preserve"> Skin Care Line</w:t>
                            </w:r>
                          </w:p>
                          <w:p w:rsidR="0011138E" w:rsidRPr="0011138E" w:rsidRDefault="0011138E" w:rsidP="0011138E">
                            <w:pPr>
                              <w:rPr>
                                <w:rFonts w:ascii="Andalus" w:hAnsi="Andalus" w:cs="Andalus"/>
                                <w:color w:val="88D888"/>
                                <w:sz w:val="18"/>
                                <w:szCs w:val="18"/>
                              </w:rPr>
                            </w:pPr>
                          </w:p>
                          <w:p w:rsidR="0011138E" w:rsidRPr="007333BB" w:rsidRDefault="0011138E" w:rsidP="0011138E">
                            <w:pPr>
                              <w:rPr>
                                <w:rFonts w:ascii="Andalus" w:hAnsi="Andalus" w:cs="Andalus"/>
                                <w:color w:val="88D888"/>
                                <w:szCs w:val="20"/>
                              </w:rPr>
                            </w:pPr>
                            <w:r w:rsidRPr="007333BB">
                              <w:rPr>
                                <w:rFonts w:ascii="Andalus" w:hAnsi="Andalus" w:cs="Andalus"/>
                                <w:color w:val="88D888"/>
                                <w:szCs w:val="20"/>
                              </w:rPr>
                              <w:t>You may experience one or more of the following symptoms:</w:t>
                            </w:r>
                          </w:p>
                          <w:p w:rsidR="007333BB" w:rsidRPr="00F85EFC" w:rsidRDefault="007333BB" w:rsidP="007333BB">
                            <w:pPr>
                              <w:jc w:val="center"/>
                              <w:rPr>
                                <w:rFonts w:ascii="Andalus" w:hAnsi="Andalus" w:cs="Andalus"/>
                                <w:color w:val="D99594" w:themeColor="accent2" w:themeTint="99"/>
                                <w:szCs w:val="20"/>
                              </w:rPr>
                            </w:pPr>
                            <w:r w:rsidRPr="00F85EFC">
                              <w:rPr>
                                <w:rFonts w:ascii="Andalus" w:hAnsi="Andalus" w:cs="Andalus"/>
                                <w:color w:val="D99594" w:themeColor="accent2" w:themeTint="99"/>
                                <w:szCs w:val="20"/>
                              </w:rPr>
                              <w:t>*</w:t>
                            </w:r>
                            <w:r w:rsidR="0011138E" w:rsidRPr="00F85EFC">
                              <w:rPr>
                                <w:rFonts w:ascii="Andalus" w:hAnsi="Andalus" w:cs="Andalus"/>
                                <w:color w:val="D99594" w:themeColor="accent2" w:themeTint="99"/>
                                <w:szCs w:val="20"/>
                              </w:rPr>
                              <w:t>Exfoliation (Light peeling and flaking of the skin)</w:t>
                            </w:r>
                            <w:r w:rsidRPr="00F85EFC">
                              <w:rPr>
                                <w:rFonts w:ascii="Andalus" w:hAnsi="Andalus" w:cs="Andalus"/>
                                <w:color w:val="D99594" w:themeColor="accent2" w:themeTint="99"/>
                                <w:szCs w:val="20"/>
                              </w:rPr>
                              <w:t xml:space="preserve"> *Dryness *Skin sensitivity</w:t>
                            </w:r>
                            <w:r w:rsidR="00F85EFC" w:rsidRPr="00F85EFC">
                              <w:rPr>
                                <w:rFonts w:ascii="Andalus" w:hAnsi="Andalus" w:cs="Andalus"/>
                                <w:color w:val="D99594" w:themeColor="accent2" w:themeTint="99"/>
                                <w:szCs w:val="20"/>
                              </w:rPr>
                              <w:t xml:space="preserve"> *Redness *Acne may temporarily flare </w:t>
                            </w:r>
                          </w:p>
                          <w:p w:rsidR="007333BB" w:rsidRPr="00F85EFC" w:rsidRDefault="007333BB" w:rsidP="007333BB">
                            <w:pPr>
                              <w:jc w:val="center"/>
                              <w:rPr>
                                <w:rFonts w:ascii="Andalus" w:hAnsi="Andalus" w:cs="Andalus"/>
                                <w:color w:val="D99594" w:themeColor="accent2" w:themeTint="99"/>
                                <w:szCs w:val="20"/>
                              </w:rPr>
                            </w:pPr>
                            <w:r w:rsidRPr="00F85EFC">
                              <w:rPr>
                                <w:rFonts w:ascii="Andalus" w:hAnsi="Andalus" w:cs="Andalus"/>
                                <w:color w:val="D99594" w:themeColor="accent2" w:themeTint="99"/>
                                <w:szCs w:val="20"/>
                              </w:rPr>
                              <w:t>*Skin texture and wrinkles may appear more visible prior to exfoliation</w:t>
                            </w:r>
                          </w:p>
                          <w:p w:rsidR="00F85EFC" w:rsidRPr="007333BB" w:rsidRDefault="00F85EFC" w:rsidP="007333BB">
                            <w:pPr>
                              <w:jc w:val="center"/>
                              <w:rPr>
                                <w:rFonts w:ascii="Andalus" w:hAnsi="Andalus" w:cs="Andalus"/>
                                <w:color w:val="E5B8B7" w:themeColor="accent2" w:themeTint="66"/>
                                <w:szCs w:val="20"/>
                              </w:rPr>
                            </w:pPr>
                          </w:p>
                          <w:p w:rsidR="0011138E" w:rsidRPr="007333BB" w:rsidRDefault="0011138E" w:rsidP="007A51B9">
                            <w:pPr>
                              <w:jc w:val="center"/>
                              <w:rPr>
                                <w:rFonts w:ascii="Andalus" w:hAnsi="Andalus" w:cs="Andalus"/>
                                <w:color w:val="88D888"/>
                                <w:sz w:val="22"/>
                                <w:szCs w:val="18"/>
                              </w:rPr>
                            </w:pPr>
                            <w:r w:rsidRPr="007333BB">
                              <w:rPr>
                                <w:rFonts w:ascii="Andalus" w:hAnsi="Andalus" w:cs="Andalus"/>
                                <w:color w:val="88D888"/>
                                <w:sz w:val="22"/>
                                <w:szCs w:val="18"/>
                              </w:rPr>
                              <w:t>Remember that these symptoms are normal and expected reactions for the process and will diminish with time and continued use. It is important that you stay consistent with the regimen in order to</w:t>
                            </w:r>
                            <w:r w:rsidR="007A51B9" w:rsidRPr="007333BB">
                              <w:rPr>
                                <w:rFonts w:ascii="Andalus" w:hAnsi="Andalus" w:cs="Andalus"/>
                                <w:color w:val="88D888"/>
                                <w:sz w:val="22"/>
                                <w:szCs w:val="18"/>
                              </w:rPr>
                              <w:t xml:space="preserve"> maximize the results.</w:t>
                            </w:r>
                          </w:p>
                          <w:p w:rsidR="0011138E" w:rsidRPr="007333BB" w:rsidRDefault="0011138E" w:rsidP="0011138E">
                            <w:pPr>
                              <w:rPr>
                                <w:rFonts w:ascii="Andalus" w:hAnsi="Andalus" w:cs="Andalus"/>
                                <w:color w:val="88D888"/>
                                <w:sz w:val="20"/>
                                <w:szCs w:val="18"/>
                              </w:rPr>
                            </w:pPr>
                          </w:p>
                          <w:p w:rsidR="0011138E" w:rsidRPr="007333BB" w:rsidRDefault="0011138E" w:rsidP="007A51B9">
                            <w:pPr>
                              <w:jc w:val="center"/>
                              <w:rPr>
                                <w:rFonts w:ascii="Andalus" w:hAnsi="Andalus" w:cs="Andalus"/>
                                <w:b/>
                                <w:color w:val="88D888"/>
                                <w:sz w:val="22"/>
                                <w:szCs w:val="18"/>
                              </w:rPr>
                            </w:pPr>
                            <w:r w:rsidRPr="007333BB">
                              <w:rPr>
                                <w:rFonts w:ascii="Andalus" w:hAnsi="Andalus" w:cs="Andalus"/>
                                <w:b/>
                                <w:color w:val="88D888"/>
                                <w:sz w:val="22"/>
                                <w:szCs w:val="18"/>
                              </w:rPr>
                              <w:t>What to expect during the first few weeks of your skin care:</w:t>
                            </w:r>
                          </w:p>
                          <w:p w:rsidR="0011138E" w:rsidRPr="0011138E" w:rsidRDefault="0011138E" w:rsidP="0011138E">
                            <w:pPr>
                              <w:rPr>
                                <w:rFonts w:ascii="Andalus" w:hAnsi="Andalus" w:cs="Andalus"/>
                                <w:color w:val="88D888"/>
                                <w:sz w:val="18"/>
                                <w:szCs w:val="18"/>
                              </w:rPr>
                            </w:pPr>
                          </w:p>
                          <w:p w:rsidR="0011138E" w:rsidRPr="007333BB" w:rsidRDefault="007333BB" w:rsidP="0011138E">
                            <w:pPr>
                              <w:spacing w:line="276" w:lineRule="exact"/>
                              <w:ind w:left="101" w:right="-17"/>
                              <w:rPr>
                                <w:rFonts w:ascii="Andalus" w:eastAsia="Gabriola" w:hAnsi="Andalus" w:cs="Andalus"/>
                                <w:color w:val="88D888"/>
                                <w:szCs w:val="18"/>
                              </w:rPr>
                            </w:pPr>
                            <w:r w:rsidRPr="00F85EFC">
                              <w:rPr>
                                <w:rFonts w:ascii="Andalus" w:eastAsia="Gabriola" w:hAnsi="Andalus" w:cs="Andalus"/>
                                <w:color w:val="D99594" w:themeColor="accent2" w:themeTint="99"/>
                                <w:szCs w:val="18"/>
                              </w:rPr>
                              <w:t>Stage 1:</w:t>
                            </w:r>
                            <w:r w:rsidRPr="007333BB">
                              <w:rPr>
                                <w:rFonts w:ascii="Andalus" w:eastAsia="Gabriola" w:hAnsi="Andalus" w:cs="Andalus"/>
                                <w:color w:val="88D888"/>
                                <w:szCs w:val="18"/>
                              </w:rPr>
                              <w:t xml:space="preserve"> </w:t>
                            </w:r>
                            <w:r w:rsidR="0011138E" w:rsidRPr="007333BB">
                              <w:rPr>
                                <w:rFonts w:ascii="Andalus" w:eastAsia="Gabriola" w:hAnsi="Andalus" w:cs="Andalus"/>
                                <w:color w:val="88D888"/>
                                <w:szCs w:val="18"/>
                              </w:rPr>
                              <w:t>Your</w:t>
                            </w:r>
                            <w:r w:rsidR="0011138E" w:rsidRPr="007333BB">
                              <w:rPr>
                                <w:rFonts w:ascii="Andalus" w:eastAsia="Gabriola" w:hAnsi="Andalus" w:cs="Andalus"/>
                                <w:color w:val="88D888"/>
                                <w:spacing w:val="-3"/>
                                <w:szCs w:val="18"/>
                              </w:rPr>
                              <w:t xml:space="preserve"> </w:t>
                            </w:r>
                            <w:r w:rsidR="0011138E" w:rsidRPr="007333BB">
                              <w:rPr>
                                <w:rFonts w:ascii="Andalus" w:eastAsia="Gabriola" w:hAnsi="Andalus" w:cs="Andalus"/>
                                <w:color w:val="88D888"/>
                                <w:szCs w:val="18"/>
                              </w:rPr>
                              <w:t>skin will</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start</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adapting</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to the skin care</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which</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means</w:t>
                            </w:r>
                            <w:r w:rsidR="0011138E" w:rsidRPr="007333BB">
                              <w:rPr>
                                <w:rFonts w:ascii="Andalus" w:eastAsia="Gabriola" w:hAnsi="Andalus" w:cs="Andalus"/>
                                <w:color w:val="88D888"/>
                                <w:spacing w:val="-3"/>
                                <w:szCs w:val="18"/>
                              </w:rPr>
                              <w:t xml:space="preserve"> </w:t>
                            </w:r>
                            <w:r w:rsidR="0011138E" w:rsidRPr="007333BB">
                              <w:rPr>
                                <w:rFonts w:ascii="Andalus" w:eastAsia="Gabriola" w:hAnsi="Andalus" w:cs="Andalus"/>
                                <w:color w:val="88D888"/>
                                <w:szCs w:val="18"/>
                              </w:rPr>
                              <w:t>that peeling</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will</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start</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to occur.</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You</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may</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experience</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at this</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time itching, dryness,</w:t>
                            </w:r>
                            <w:r w:rsidR="0011138E" w:rsidRPr="007333BB">
                              <w:rPr>
                                <w:rFonts w:ascii="Andalus" w:eastAsia="Gabriola" w:hAnsi="Andalus" w:cs="Andalus"/>
                                <w:color w:val="88D888"/>
                                <w:spacing w:val="-4"/>
                                <w:szCs w:val="18"/>
                              </w:rPr>
                              <w:t xml:space="preserve"> </w:t>
                            </w:r>
                            <w:r w:rsidR="0011138E" w:rsidRPr="007333BB">
                              <w:rPr>
                                <w:rFonts w:ascii="Andalus" w:eastAsia="Gabriola" w:hAnsi="Andalus" w:cs="Andalus"/>
                                <w:color w:val="88D888"/>
                                <w:szCs w:val="18"/>
                              </w:rPr>
                              <w:t>and</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redness</w:t>
                            </w:r>
                            <w:r w:rsidR="0011138E" w:rsidRPr="007333BB">
                              <w:rPr>
                                <w:rFonts w:ascii="Andalus" w:eastAsia="Gabriola" w:hAnsi="Andalus" w:cs="Andalus"/>
                                <w:color w:val="88D888"/>
                                <w:spacing w:val="-3"/>
                                <w:szCs w:val="18"/>
                              </w:rPr>
                              <w:t xml:space="preserve"> </w:t>
                            </w:r>
                            <w:r w:rsidR="0011138E" w:rsidRPr="007333BB">
                              <w:rPr>
                                <w:rFonts w:ascii="Andalus" w:eastAsia="Gabriola" w:hAnsi="Andalus" w:cs="Andalus"/>
                                <w:color w:val="88D888"/>
                                <w:szCs w:val="18"/>
                              </w:rPr>
                              <w:t>but this</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should</w:t>
                            </w:r>
                            <w:r w:rsidR="0011138E" w:rsidRPr="007333BB">
                              <w:rPr>
                                <w:rFonts w:ascii="Andalus" w:eastAsia="Gabriola" w:hAnsi="Andalus" w:cs="Andalus"/>
                                <w:color w:val="88D888"/>
                                <w:spacing w:val="-3"/>
                                <w:szCs w:val="18"/>
                              </w:rPr>
                              <w:t xml:space="preserve"> </w:t>
                            </w:r>
                            <w:r w:rsidR="0011138E" w:rsidRPr="007333BB">
                              <w:rPr>
                                <w:rFonts w:ascii="Andalus" w:eastAsia="Gabriola" w:hAnsi="Andalus" w:cs="Andalus"/>
                                <w:color w:val="88D888"/>
                                <w:szCs w:val="18"/>
                              </w:rPr>
                              <w:t>start</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to subside</w:t>
                            </w:r>
                            <w:r w:rsidR="0011138E" w:rsidRPr="007333BB">
                              <w:rPr>
                                <w:rFonts w:ascii="Andalus" w:eastAsia="Gabriola" w:hAnsi="Andalus" w:cs="Andalus"/>
                                <w:color w:val="88D888"/>
                                <w:spacing w:val="-3"/>
                                <w:szCs w:val="18"/>
                              </w:rPr>
                              <w:t xml:space="preserve"> </w:t>
                            </w:r>
                            <w:r w:rsidR="007A51B9" w:rsidRPr="007333BB">
                              <w:rPr>
                                <w:rFonts w:ascii="Andalus" w:eastAsia="Gabriola" w:hAnsi="Andalus" w:cs="Andalus"/>
                                <w:color w:val="88D888"/>
                                <w:szCs w:val="18"/>
                              </w:rPr>
                              <w:t>b</w:t>
                            </w:r>
                            <w:r w:rsidR="0011138E" w:rsidRPr="007333BB">
                              <w:rPr>
                                <w:rFonts w:ascii="Andalus" w:eastAsia="Gabriola" w:hAnsi="Andalus" w:cs="Andalus"/>
                                <w:color w:val="88D888"/>
                                <w:szCs w:val="18"/>
                              </w:rPr>
                              <w:t>y the next stage.</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The</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top layer</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of the skin is</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being exfoliated</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and</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removing</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old dull</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skin to promote</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new skin.</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At this</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point, you will</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start</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to notice</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more of an</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even skin tone as</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the pigmentation</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errors</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are</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starting</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to improve.</w:t>
                            </w:r>
                          </w:p>
                          <w:p w:rsidR="0011138E" w:rsidRPr="007333BB" w:rsidRDefault="0011138E" w:rsidP="0011138E">
                            <w:pPr>
                              <w:rPr>
                                <w:rFonts w:ascii="Andalus" w:hAnsi="Andalus" w:cs="Andalus"/>
                                <w:color w:val="88D888"/>
                                <w:szCs w:val="18"/>
                              </w:rPr>
                            </w:pPr>
                          </w:p>
                          <w:p w:rsidR="0011138E" w:rsidRPr="007333BB" w:rsidRDefault="007333BB" w:rsidP="007A51B9">
                            <w:pPr>
                              <w:spacing w:line="276" w:lineRule="exact"/>
                              <w:ind w:left="101" w:right="-57"/>
                              <w:rPr>
                                <w:rFonts w:ascii="Andalus" w:eastAsia="Gabriola" w:hAnsi="Andalus" w:cs="Andalus"/>
                                <w:color w:val="88D888"/>
                                <w:szCs w:val="18"/>
                              </w:rPr>
                            </w:pPr>
                            <w:r w:rsidRPr="00F85EFC">
                              <w:rPr>
                                <w:rFonts w:ascii="Andalus" w:eastAsia="Gabriola" w:hAnsi="Andalus" w:cs="Andalus"/>
                                <w:color w:val="D99594" w:themeColor="accent2" w:themeTint="99"/>
                                <w:position w:val="6"/>
                                <w:szCs w:val="18"/>
                              </w:rPr>
                              <w:t>Stage 2:</w:t>
                            </w:r>
                            <w:r w:rsidRPr="007333BB">
                              <w:rPr>
                                <w:rFonts w:ascii="Andalus" w:eastAsia="Gabriola" w:hAnsi="Andalus" w:cs="Andalus"/>
                                <w:color w:val="88D888"/>
                                <w:position w:val="6"/>
                                <w:szCs w:val="18"/>
                              </w:rPr>
                              <w:t xml:space="preserve"> </w:t>
                            </w:r>
                            <w:r w:rsidR="0011138E" w:rsidRPr="007333BB">
                              <w:rPr>
                                <w:rFonts w:ascii="Andalus" w:eastAsia="Gabriola" w:hAnsi="Andalus" w:cs="Andalus"/>
                                <w:color w:val="88D888"/>
                                <w:position w:val="6"/>
                                <w:szCs w:val="18"/>
                              </w:rPr>
                              <w:t>At this</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point, you will</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see</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even more improvement</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in the skin tone and</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the texture.</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Your</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skin will</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look and</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feel smoother</w:t>
                            </w:r>
                            <w:r w:rsidR="0011138E" w:rsidRPr="007333BB">
                              <w:rPr>
                                <w:rFonts w:ascii="Andalus" w:eastAsia="Gabriola" w:hAnsi="Andalus" w:cs="Andalus"/>
                                <w:color w:val="88D888"/>
                                <w:spacing w:val="-4"/>
                                <w:position w:val="6"/>
                                <w:szCs w:val="18"/>
                              </w:rPr>
                              <w:t xml:space="preserve"> </w:t>
                            </w:r>
                            <w:r w:rsidR="0011138E" w:rsidRPr="007333BB">
                              <w:rPr>
                                <w:rFonts w:ascii="Andalus" w:eastAsia="Gabriola" w:hAnsi="Andalus" w:cs="Andalus"/>
                                <w:color w:val="88D888"/>
                                <w:position w:val="6"/>
                                <w:szCs w:val="18"/>
                              </w:rPr>
                              <w:t>and</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softer.</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The</w:t>
                            </w:r>
                            <w:r w:rsidR="007A51B9" w:rsidRPr="007333BB">
                              <w:rPr>
                                <w:rFonts w:ascii="Andalus" w:eastAsia="Gabriola" w:hAnsi="Andalus" w:cs="Andalus"/>
                                <w:color w:val="88D888"/>
                                <w:szCs w:val="18"/>
                              </w:rPr>
                              <w:t xml:space="preserve"> </w:t>
                            </w:r>
                            <w:r w:rsidR="007A51B9" w:rsidRPr="007333BB">
                              <w:rPr>
                                <w:rFonts w:ascii="Andalus" w:eastAsia="Gabriola" w:hAnsi="Andalus" w:cs="Andalus"/>
                                <w:color w:val="88D888"/>
                                <w:position w:val="6"/>
                                <w:szCs w:val="18"/>
                              </w:rPr>
                              <w:t>skin</w:t>
                            </w:r>
                            <w:r w:rsidR="0011138E" w:rsidRPr="007333BB">
                              <w:rPr>
                                <w:rFonts w:ascii="Andalus" w:eastAsia="Gabriola" w:hAnsi="Andalus" w:cs="Andalus"/>
                                <w:color w:val="88D888"/>
                                <w:position w:val="6"/>
                                <w:szCs w:val="18"/>
                              </w:rPr>
                              <w:t xml:space="preserve"> is</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still</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producing</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healthy</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cells</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at this</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time some</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of the skin may</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be slightly</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peeling</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at this</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stage.</w:t>
                            </w:r>
                          </w:p>
                          <w:p w:rsidR="007333BB" w:rsidRPr="007333BB" w:rsidRDefault="007333BB" w:rsidP="007A51B9">
                            <w:pPr>
                              <w:spacing w:line="276" w:lineRule="exact"/>
                              <w:ind w:left="101" w:right="-67"/>
                              <w:rPr>
                                <w:rFonts w:ascii="Andalus" w:eastAsia="Gabriola" w:hAnsi="Andalus" w:cs="Andalus"/>
                                <w:color w:val="88D888"/>
                                <w:position w:val="6"/>
                                <w:szCs w:val="18"/>
                              </w:rPr>
                            </w:pPr>
                          </w:p>
                          <w:p w:rsidR="0011138E" w:rsidRPr="007333BB" w:rsidRDefault="007333BB" w:rsidP="007A51B9">
                            <w:pPr>
                              <w:spacing w:line="276" w:lineRule="exact"/>
                              <w:ind w:left="101" w:right="-67"/>
                              <w:rPr>
                                <w:rFonts w:ascii="Andalus" w:eastAsia="Gabriola" w:hAnsi="Andalus" w:cs="Andalus"/>
                                <w:color w:val="88D888"/>
                                <w:szCs w:val="18"/>
                              </w:rPr>
                            </w:pPr>
                            <w:r w:rsidRPr="00F85EFC">
                              <w:rPr>
                                <w:rFonts w:ascii="Andalus" w:eastAsia="Gabriola" w:hAnsi="Andalus" w:cs="Andalus"/>
                                <w:color w:val="D99594" w:themeColor="accent2" w:themeTint="99"/>
                                <w:position w:val="6"/>
                                <w:szCs w:val="18"/>
                              </w:rPr>
                              <w:t>Stage 3:</w:t>
                            </w:r>
                            <w:r w:rsidRPr="007333BB">
                              <w:rPr>
                                <w:rFonts w:ascii="Andalus" w:eastAsia="Gabriola" w:hAnsi="Andalus" w:cs="Andalus"/>
                                <w:color w:val="88D888"/>
                                <w:position w:val="6"/>
                                <w:szCs w:val="18"/>
                              </w:rPr>
                              <w:t xml:space="preserve"> </w:t>
                            </w:r>
                            <w:r w:rsidR="0011138E" w:rsidRPr="007333BB">
                              <w:rPr>
                                <w:rFonts w:ascii="Andalus" w:eastAsia="Gabriola" w:hAnsi="Andalus" w:cs="Andalus"/>
                                <w:color w:val="88D888"/>
                                <w:position w:val="6"/>
                                <w:szCs w:val="18"/>
                              </w:rPr>
                              <w:t>Skin is</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becoming</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clearer</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and</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the texture</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is</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looking</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firmer.</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You</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skin will</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have</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an</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even tone and</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look naturally</w:t>
                            </w:r>
                            <w:r w:rsidR="0011138E" w:rsidRPr="007333BB">
                              <w:rPr>
                                <w:rFonts w:ascii="Andalus" w:eastAsia="Gabriola" w:hAnsi="Andalus" w:cs="Andalus"/>
                                <w:color w:val="88D888"/>
                                <w:spacing w:val="-4"/>
                                <w:position w:val="6"/>
                                <w:szCs w:val="18"/>
                              </w:rPr>
                              <w:t xml:space="preserve"> </w:t>
                            </w:r>
                            <w:r w:rsidR="0011138E" w:rsidRPr="007333BB">
                              <w:rPr>
                                <w:rFonts w:ascii="Andalus" w:eastAsia="Gabriola" w:hAnsi="Andalus" w:cs="Andalus"/>
                                <w:color w:val="88D888"/>
                                <w:position w:val="6"/>
                                <w:szCs w:val="18"/>
                              </w:rPr>
                              <w:t>healthy.</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You</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skin will</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have</w:t>
                            </w:r>
                            <w:r w:rsidR="007A51B9" w:rsidRPr="007333BB">
                              <w:rPr>
                                <w:rFonts w:ascii="Andalus" w:eastAsia="Gabriola" w:hAnsi="Andalus" w:cs="Andalus"/>
                                <w:color w:val="88D888"/>
                                <w:szCs w:val="18"/>
                              </w:rPr>
                              <w:t xml:space="preserve"> </w:t>
                            </w:r>
                            <w:r w:rsidR="0011138E" w:rsidRPr="007333BB">
                              <w:rPr>
                                <w:rFonts w:ascii="Andalus" w:eastAsia="Gabriola" w:hAnsi="Andalus" w:cs="Andalus"/>
                                <w:color w:val="88D888"/>
                                <w:position w:val="6"/>
                                <w:szCs w:val="18"/>
                              </w:rPr>
                              <w:t>a</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natural</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glow as</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it used</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to have.</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At this</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point you should</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or almost</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be done with the kit. At Stage</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4</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is</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when</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we will</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have</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you continue</w:t>
                            </w:r>
                            <w:r w:rsidR="007A51B9" w:rsidRPr="007333BB">
                              <w:rPr>
                                <w:rFonts w:ascii="Andalus" w:eastAsia="Gabriola" w:hAnsi="Andalus" w:cs="Andalus"/>
                                <w:color w:val="88D888"/>
                                <w:szCs w:val="18"/>
                              </w:rPr>
                              <w:t xml:space="preserve"> </w:t>
                            </w:r>
                            <w:r w:rsidR="0011138E" w:rsidRPr="007333BB">
                              <w:rPr>
                                <w:rFonts w:ascii="Andalus" w:eastAsia="Gabriola" w:hAnsi="Andalus" w:cs="Andalus"/>
                                <w:color w:val="88D888"/>
                                <w:position w:val="6"/>
                                <w:szCs w:val="18"/>
                              </w:rPr>
                              <w:t>some</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use</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of the products</w:t>
                            </w:r>
                            <w:r w:rsidR="0011138E" w:rsidRPr="007333BB">
                              <w:rPr>
                                <w:rFonts w:ascii="Andalus" w:eastAsia="Gabriola" w:hAnsi="Andalus" w:cs="Andalus"/>
                                <w:color w:val="88D888"/>
                                <w:spacing w:val="-4"/>
                                <w:position w:val="6"/>
                                <w:szCs w:val="18"/>
                              </w:rPr>
                              <w:t xml:space="preserve"> </w:t>
                            </w:r>
                            <w:r w:rsidR="0011138E" w:rsidRPr="007333BB">
                              <w:rPr>
                                <w:rFonts w:ascii="Andalus" w:eastAsia="Gabriola" w:hAnsi="Andalus" w:cs="Andalus"/>
                                <w:color w:val="88D888"/>
                                <w:position w:val="6"/>
                                <w:szCs w:val="18"/>
                              </w:rPr>
                              <w:t>to maintain</w:t>
                            </w:r>
                            <w:r w:rsidR="0011138E" w:rsidRPr="007333BB">
                              <w:rPr>
                                <w:rFonts w:ascii="Andalus" w:eastAsia="Gabriola" w:hAnsi="Andalus" w:cs="Andalus"/>
                                <w:color w:val="88D888"/>
                                <w:spacing w:val="-4"/>
                                <w:position w:val="6"/>
                                <w:szCs w:val="18"/>
                              </w:rPr>
                              <w:t xml:space="preserve"> </w:t>
                            </w:r>
                            <w:r w:rsidR="0011138E" w:rsidRPr="007333BB">
                              <w:rPr>
                                <w:rFonts w:ascii="Andalus" w:eastAsia="Gabriola" w:hAnsi="Andalus" w:cs="Andalus"/>
                                <w:color w:val="88D888"/>
                                <w:position w:val="6"/>
                                <w:szCs w:val="18"/>
                              </w:rPr>
                              <w:t>your new fantastic</w:t>
                            </w:r>
                            <w:r w:rsidR="0011138E" w:rsidRPr="007333BB">
                              <w:rPr>
                                <w:rFonts w:ascii="Andalus" w:eastAsia="Gabriola" w:hAnsi="Andalus" w:cs="Andalus"/>
                                <w:color w:val="88D888"/>
                                <w:spacing w:val="-4"/>
                                <w:position w:val="6"/>
                                <w:szCs w:val="18"/>
                              </w:rPr>
                              <w:t xml:space="preserve"> </w:t>
                            </w:r>
                            <w:r w:rsidR="0011138E" w:rsidRPr="007333BB">
                              <w:rPr>
                                <w:rFonts w:ascii="Andalus" w:eastAsia="Gabriola" w:hAnsi="Andalus" w:cs="Andalus"/>
                                <w:color w:val="88D888"/>
                                <w:position w:val="6"/>
                                <w:szCs w:val="18"/>
                              </w:rPr>
                              <w:t>results</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and</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protect</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the skin for even longer</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lasting</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results.</w:t>
                            </w:r>
                          </w:p>
                          <w:p w:rsidR="0011138E" w:rsidRPr="007333BB" w:rsidRDefault="0011138E" w:rsidP="0011138E">
                            <w:pPr>
                              <w:spacing w:line="276" w:lineRule="exact"/>
                              <w:ind w:left="101" w:right="-20"/>
                              <w:rPr>
                                <w:rFonts w:ascii="Andalus" w:eastAsia="Gabriola" w:hAnsi="Andalus" w:cs="Andalus"/>
                                <w:color w:val="88D888"/>
                                <w:position w:val="6"/>
                                <w:szCs w:val="18"/>
                              </w:rPr>
                            </w:pPr>
                          </w:p>
                          <w:p w:rsidR="0011138E" w:rsidRPr="007333BB" w:rsidRDefault="007333BB" w:rsidP="0011138E">
                            <w:pPr>
                              <w:spacing w:line="276" w:lineRule="exact"/>
                              <w:ind w:left="101" w:right="-20"/>
                              <w:rPr>
                                <w:rFonts w:ascii="Andalus" w:eastAsia="Gabriola" w:hAnsi="Andalus" w:cs="Andalus"/>
                                <w:color w:val="88D888"/>
                                <w:position w:val="4"/>
                                <w:szCs w:val="18"/>
                              </w:rPr>
                            </w:pPr>
                            <w:r w:rsidRPr="00F85EFC">
                              <w:rPr>
                                <w:rFonts w:ascii="Andalus" w:eastAsia="Gabriola" w:hAnsi="Andalus" w:cs="Andalus"/>
                                <w:color w:val="D99594" w:themeColor="accent2" w:themeTint="99"/>
                                <w:position w:val="6"/>
                                <w:szCs w:val="18"/>
                              </w:rPr>
                              <w:t>Stage 4:</w:t>
                            </w:r>
                            <w:r w:rsidRPr="007333BB">
                              <w:rPr>
                                <w:rFonts w:ascii="Andalus" w:eastAsia="Gabriola" w:hAnsi="Andalus" w:cs="Andalus"/>
                                <w:color w:val="88D888"/>
                                <w:position w:val="6"/>
                                <w:szCs w:val="18"/>
                              </w:rPr>
                              <w:t xml:space="preserve"> </w:t>
                            </w:r>
                            <w:r w:rsidR="0011138E" w:rsidRPr="007333BB">
                              <w:rPr>
                                <w:rFonts w:ascii="Andalus" w:eastAsia="Gabriola" w:hAnsi="Andalus" w:cs="Andalus"/>
                                <w:color w:val="88D888"/>
                                <w:position w:val="6"/>
                                <w:szCs w:val="18"/>
                              </w:rPr>
                              <w:t>This</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is</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the part for your maintenance</w:t>
                            </w:r>
                            <w:r w:rsidR="0011138E" w:rsidRPr="007333BB">
                              <w:rPr>
                                <w:rFonts w:ascii="Andalus" w:eastAsia="Gabriola" w:hAnsi="Andalus" w:cs="Andalus"/>
                                <w:color w:val="88D888"/>
                                <w:spacing w:val="-6"/>
                                <w:position w:val="6"/>
                                <w:szCs w:val="18"/>
                              </w:rPr>
                              <w:t xml:space="preserve"> </w:t>
                            </w:r>
                            <w:r w:rsidR="0011138E" w:rsidRPr="007333BB">
                              <w:rPr>
                                <w:rFonts w:ascii="Andalus" w:eastAsia="Gabriola" w:hAnsi="Andalus" w:cs="Andalus"/>
                                <w:color w:val="88D888"/>
                                <w:position w:val="6"/>
                                <w:szCs w:val="18"/>
                              </w:rPr>
                              <w:t>routine</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to come</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into play.</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By this</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time your skin will</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 xml:space="preserve">look </w:t>
                            </w:r>
                            <w:r w:rsidR="007A51B9" w:rsidRPr="007333BB">
                              <w:rPr>
                                <w:rFonts w:ascii="Andalus" w:eastAsia="Gabriola" w:hAnsi="Andalus" w:cs="Andalus"/>
                                <w:color w:val="88D888"/>
                                <w:position w:val="6"/>
                                <w:szCs w:val="18"/>
                              </w:rPr>
                              <w:t>restored</w:t>
                            </w:r>
                            <w:r w:rsidR="007A51B9" w:rsidRPr="007333BB">
                              <w:rPr>
                                <w:rFonts w:ascii="Andalus" w:eastAsia="Gabriola" w:hAnsi="Andalus" w:cs="Andalus"/>
                                <w:color w:val="88D888"/>
                                <w:spacing w:val="1"/>
                                <w:position w:val="6"/>
                                <w:szCs w:val="18"/>
                              </w:rPr>
                              <w:t>,</w:t>
                            </w:r>
                            <w:r w:rsidR="0011138E" w:rsidRPr="007333BB">
                              <w:rPr>
                                <w:rFonts w:ascii="Andalus" w:eastAsia="Gabriola" w:hAnsi="Andalus" w:cs="Andalus"/>
                                <w:color w:val="88D888"/>
                                <w:position w:val="6"/>
                                <w:szCs w:val="18"/>
                              </w:rPr>
                              <w:t xml:space="preserve"> clear</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of major</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impurities,</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and</w:t>
                            </w:r>
                            <w:r w:rsidR="0011138E" w:rsidRPr="007333BB">
                              <w:rPr>
                                <w:rFonts w:ascii="Andalus" w:eastAsia="Gabriola" w:hAnsi="Andalus" w:cs="Andalus"/>
                                <w:color w:val="88D888"/>
                                <w:szCs w:val="18"/>
                              </w:rPr>
                              <w:t xml:space="preserve"> </w:t>
                            </w:r>
                            <w:r w:rsidR="0011138E" w:rsidRPr="007333BB">
                              <w:rPr>
                                <w:rFonts w:ascii="Andalus" w:eastAsia="Gabriola" w:hAnsi="Andalus" w:cs="Andalus"/>
                                <w:color w:val="88D888"/>
                                <w:position w:val="4"/>
                                <w:szCs w:val="18"/>
                              </w:rPr>
                              <w:t>refreshed.</w:t>
                            </w:r>
                            <w:r w:rsidR="0011138E" w:rsidRPr="007333BB">
                              <w:rPr>
                                <w:rFonts w:ascii="Andalus" w:eastAsia="Gabriola" w:hAnsi="Andalus" w:cs="Andalus"/>
                                <w:color w:val="88D888"/>
                                <w:spacing w:val="27"/>
                                <w:position w:val="4"/>
                                <w:szCs w:val="18"/>
                              </w:rPr>
                              <w:t xml:space="preserve"> </w:t>
                            </w:r>
                            <w:r w:rsidR="0011138E" w:rsidRPr="007333BB">
                              <w:rPr>
                                <w:rFonts w:ascii="Andalus" w:eastAsia="Gabriola" w:hAnsi="Andalus" w:cs="Andalus"/>
                                <w:color w:val="88D888"/>
                                <w:position w:val="4"/>
                                <w:szCs w:val="18"/>
                              </w:rPr>
                              <w:t>By maintaining</w:t>
                            </w:r>
                            <w:r w:rsidR="0011138E" w:rsidRPr="007333BB">
                              <w:rPr>
                                <w:rFonts w:ascii="Andalus" w:eastAsia="Gabriola" w:hAnsi="Andalus" w:cs="Andalus"/>
                                <w:color w:val="88D888"/>
                                <w:spacing w:val="1"/>
                                <w:position w:val="4"/>
                                <w:szCs w:val="18"/>
                              </w:rPr>
                              <w:t xml:space="preserve"> </w:t>
                            </w:r>
                            <w:r w:rsidR="0011138E" w:rsidRPr="007333BB">
                              <w:rPr>
                                <w:rFonts w:ascii="Andalus" w:eastAsia="Gabriola" w:hAnsi="Andalus" w:cs="Andalus"/>
                                <w:color w:val="88D888"/>
                                <w:position w:val="4"/>
                                <w:szCs w:val="18"/>
                              </w:rPr>
                              <w:t>your results</w:t>
                            </w:r>
                            <w:r w:rsidR="0011138E" w:rsidRPr="007333BB">
                              <w:rPr>
                                <w:rFonts w:ascii="Andalus" w:eastAsia="Gabriola" w:hAnsi="Andalus" w:cs="Andalus"/>
                                <w:color w:val="88D888"/>
                                <w:spacing w:val="-3"/>
                                <w:position w:val="4"/>
                                <w:szCs w:val="18"/>
                              </w:rPr>
                              <w:t xml:space="preserve"> </w:t>
                            </w:r>
                            <w:r w:rsidR="0011138E" w:rsidRPr="007333BB">
                              <w:rPr>
                                <w:rFonts w:ascii="Andalus" w:eastAsia="Gabriola" w:hAnsi="Andalus" w:cs="Andalus"/>
                                <w:color w:val="88D888"/>
                                <w:position w:val="4"/>
                                <w:szCs w:val="18"/>
                              </w:rPr>
                              <w:t>you will</w:t>
                            </w:r>
                            <w:r w:rsidR="0011138E" w:rsidRPr="007333BB">
                              <w:rPr>
                                <w:rFonts w:ascii="Andalus" w:eastAsia="Gabriola" w:hAnsi="Andalus" w:cs="Andalus"/>
                                <w:color w:val="88D888"/>
                                <w:spacing w:val="-2"/>
                                <w:position w:val="4"/>
                                <w:szCs w:val="18"/>
                              </w:rPr>
                              <w:t xml:space="preserve"> </w:t>
                            </w:r>
                            <w:r w:rsidR="0011138E" w:rsidRPr="007333BB">
                              <w:rPr>
                                <w:rFonts w:ascii="Andalus" w:eastAsia="Gabriola" w:hAnsi="Andalus" w:cs="Andalus"/>
                                <w:color w:val="88D888"/>
                                <w:position w:val="4"/>
                                <w:szCs w:val="18"/>
                              </w:rPr>
                              <w:t>soon</w:t>
                            </w:r>
                            <w:r w:rsidR="0011138E" w:rsidRPr="007333BB">
                              <w:rPr>
                                <w:rFonts w:ascii="Andalus" w:eastAsia="Gabriola" w:hAnsi="Andalus" w:cs="Andalus"/>
                                <w:color w:val="88D888"/>
                                <w:spacing w:val="-3"/>
                                <w:position w:val="4"/>
                                <w:szCs w:val="18"/>
                              </w:rPr>
                              <w:t xml:space="preserve"> </w:t>
                            </w:r>
                            <w:r w:rsidR="0011138E" w:rsidRPr="007333BB">
                              <w:rPr>
                                <w:rFonts w:ascii="Andalus" w:eastAsia="Gabriola" w:hAnsi="Andalus" w:cs="Andalus"/>
                                <w:color w:val="88D888"/>
                                <w:position w:val="4"/>
                                <w:szCs w:val="18"/>
                              </w:rPr>
                              <w:t>notice</w:t>
                            </w:r>
                            <w:r w:rsidR="0011138E" w:rsidRPr="007333BB">
                              <w:rPr>
                                <w:rFonts w:ascii="Andalus" w:eastAsia="Gabriola" w:hAnsi="Andalus" w:cs="Andalus"/>
                                <w:color w:val="88D888"/>
                                <w:spacing w:val="1"/>
                                <w:position w:val="4"/>
                                <w:szCs w:val="18"/>
                              </w:rPr>
                              <w:t xml:space="preserve"> </w:t>
                            </w:r>
                            <w:r w:rsidR="0011138E" w:rsidRPr="007333BB">
                              <w:rPr>
                                <w:rFonts w:ascii="Andalus" w:eastAsia="Gabriola" w:hAnsi="Andalus" w:cs="Andalus"/>
                                <w:color w:val="88D888"/>
                                <w:position w:val="4"/>
                                <w:szCs w:val="18"/>
                              </w:rPr>
                              <w:t>how</w:t>
                            </w:r>
                            <w:r w:rsidR="0011138E" w:rsidRPr="007333BB">
                              <w:rPr>
                                <w:rFonts w:ascii="Andalus" w:eastAsia="Gabriola" w:hAnsi="Andalus" w:cs="Andalus"/>
                                <w:color w:val="88D888"/>
                                <w:spacing w:val="-2"/>
                                <w:position w:val="4"/>
                                <w:szCs w:val="18"/>
                              </w:rPr>
                              <w:t xml:space="preserve"> </w:t>
                            </w:r>
                            <w:r w:rsidR="0011138E" w:rsidRPr="007333BB">
                              <w:rPr>
                                <w:rFonts w:ascii="Andalus" w:eastAsia="Gabriola" w:hAnsi="Andalus" w:cs="Andalus"/>
                                <w:color w:val="88D888"/>
                                <w:position w:val="4"/>
                                <w:szCs w:val="18"/>
                              </w:rPr>
                              <w:t>radiant</w:t>
                            </w:r>
                            <w:r w:rsidR="0011138E" w:rsidRPr="007333BB">
                              <w:rPr>
                                <w:rFonts w:ascii="Andalus" w:eastAsia="Gabriola" w:hAnsi="Andalus" w:cs="Andalus"/>
                                <w:color w:val="88D888"/>
                                <w:spacing w:val="-3"/>
                                <w:position w:val="4"/>
                                <w:szCs w:val="18"/>
                              </w:rPr>
                              <w:t xml:space="preserve"> </w:t>
                            </w:r>
                            <w:r w:rsidR="0011138E" w:rsidRPr="007333BB">
                              <w:rPr>
                                <w:rFonts w:ascii="Andalus" w:eastAsia="Gabriola" w:hAnsi="Andalus" w:cs="Andalus"/>
                                <w:color w:val="88D888"/>
                                <w:position w:val="4"/>
                                <w:szCs w:val="18"/>
                              </w:rPr>
                              <w:t>your skin will</w:t>
                            </w:r>
                            <w:r w:rsidR="0011138E" w:rsidRPr="007333BB">
                              <w:rPr>
                                <w:rFonts w:ascii="Andalus" w:eastAsia="Gabriola" w:hAnsi="Andalus" w:cs="Andalus"/>
                                <w:color w:val="88D888"/>
                                <w:spacing w:val="-2"/>
                                <w:position w:val="4"/>
                                <w:szCs w:val="18"/>
                              </w:rPr>
                              <w:t xml:space="preserve"> </w:t>
                            </w:r>
                            <w:r w:rsidR="0011138E" w:rsidRPr="007333BB">
                              <w:rPr>
                                <w:rFonts w:ascii="Andalus" w:eastAsia="Gabriola" w:hAnsi="Andalus" w:cs="Andalus"/>
                                <w:color w:val="88D888"/>
                                <w:position w:val="4"/>
                                <w:szCs w:val="18"/>
                              </w:rPr>
                              <w:t>be and</w:t>
                            </w:r>
                            <w:r w:rsidR="0011138E" w:rsidRPr="007333BB">
                              <w:rPr>
                                <w:rFonts w:ascii="Andalus" w:eastAsia="Gabriola" w:hAnsi="Andalus" w:cs="Andalus"/>
                                <w:color w:val="88D888"/>
                                <w:spacing w:val="-2"/>
                                <w:position w:val="4"/>
                                <w:szCs w:val="18"/>
                              </w:rPr>
                              <w:t xml:space="preserve"> </w:t>
                            </w:r>
                            <w:r w:rsidR="0011138E" w:rsidRPr="007333BB">
                              <w:rPr>
                                <w:rFonts w:ascii="Andalus" w:eastAsia="Gabriola" w:hAnsi="Andalus" w:cs="Andalus"/>
                                <w:color w:val="88D888"/>
                                <w:position w:val="4"/>
                                <w:szCs w:val="18"/>
                              </w:rPr>
                              <w:t>how</w:t>
                            </w:r>
                            <w:r w:rsidR="0011138E" w:rsidRPr="007333BB">
                              <w:rPr>
                                <w:rFonts w:ascii="Andalus" w:eastAsia="Gabriola" w:hAnsi="Andalus" w:cs="Andalus"/>
                                <w:color w:val="88D888"/>
                                <w:spacing w:val="-2"/>
                                <w:position w:val="4"/>
                                <w:szCs w:val="18"/>
                              </w:rPr>
                              <w:t xml:space="preserve"> </w:t>
                            </w:r>
                            <w:r w:rsidR="0011138E" w:rsidRPr="007333BB">
                              <w:rPr>
                                <w:rFonts w:ascii="Andalus" w:eastAsia="Gabriola" w:hAnsi="Andalus" w:cs="Andalus"/>
                                <w:color w:val="88D888"/>
                                <w:position w:val="4"/>
                                <w:szCs w:val="18"/>
                              </w:rPr>
                              <w:t>long lasting</w:t>
                            </w:r>
                            <w:r w:rsidR="0011138E" w:rsidRPr="007333BB">
                              <w:rPr>
                                <w:rFonts w:ascii="Andalus" w:eastAsia="Gabriola" w:hAnsi="Andalus" w:cs="Andalus"/>
                                <w:color w:val="88D888"/>
                                <w:spacing w:val="-3"/>
                                <w:position w:val="4"/>
                                <w:szCs w:val="18"/>
                              </w:rPr>
                              <w:t xml:space="preserve"> </w:t>
                            </w:r>
                            <w:r w:rsidR="0011138E" w:rsidRPr="007333BB">
                              <w:rPr>
                                <w:rFonts w:ascii="Andalus" w:eastAsia="Gabriola" w:hAnsi="Andalus" w:cs="Andalus"/>
                                <w:color w:val="88D888"/>
                                <w:position w:val="4"/>
                                <w:szCs w:val="18"/>
                              </w:rPr>
                              <w:t>your results</w:t>
                            </w:r>
                            <w:r w:rsidR="0011138E" w:rsidRPr="007333BB">
                              <w:rPr>
                                <w:rFonts w:ascii="Andalus" w:eastAsia="Gabriola" w:hAnsi="Andalus" w:cs="Andalus"/>
                                <w:color w:val="88D888"/>
                                <w:spacing w:val="-3"/>
                                <w:position w:val="4"/>
                                <w:szCs w:val="18"/>
                              </w:rPr>
                              <w:t xml:space="preserve"> </w:t>
                            </w:r>
                            <w:r w:rsidR="0011138E" w:rsidRPr="007333BB">
                              <w:rPr>
                                <w:rFonts w:ascii="Andalus" w:eastAsia="Gabriola" w:hAnsi="Andalus" w:cs="Andalus"/>
                                <w:color w:val="88D888"/>
                                <w:position w:val="4"/>
                                <w:szCs w:val="18"/>
                              </w:rPr>
                              <w:t>will</w:t>
                            </w:r>
                            <w:r w:rsidR="0011138E" w:rsidRPr="007333BB">
                              <w:rPr>
                                <w:rFonts w:ascii="Andalus" w:eastAsia="Gabriola" w:hAnsi="Andalus" w:cs="Andalus"/>
                                <w:color w:val="88D888"/>
                                <w:spacing w:val="-2"/>
                                <w:position w:val="4"/>
                                <w:szCs w:val="18"/>
                              </w:rPr>
                              <w:t xml:space="preserve"> </w:t>
                            </w:r>
                            <w:r w:rsidR="0011138E" w:rsidRPr="007333BB">
                              <w:rPr>
                                <w:rFonts w:ascii="Andalus" w:eastAsia="Gabriola" w:hAnsi="Andalus" w:cs="Andalus"/>
                                <w:color w:val="88D888"/>
                                <w:position w:val="4"/>
                                <w:szCs w:val="18"/>
                              </w:rPr>
                              <w:t>stay!</w:t>
                            </w:r>
                          </w:p>
                          <w:p w:rsidR="007333BB" w:rsidRPr="007A51B9" w:rsidRDefault="007333BB" w:rsidP="0011138E">
                            <w:pPr>
                              <w:spacing w:line="276" w:lineRule="exact"/>
                              <w:ind w:left="101" w:right="-20"/>
                              <w:rPr>
                                <w:rFonts w:ascii="Andalus" w:eastAsia="Gabriola" w:hAnsi="Andalus" w:cs="Andalus"/>
                                <w:color w:val="88D888"/>
                                <w:sz w:val="22"/>
                                <w:szCs w:val="18"/>
                              </w:rPr>
                            </w:pPr>
                          </w:p>
                          <w:p w:rsidR="0011138E" w:rsidRDefault="001113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5" o:spid="_x0000_s1026" type="#_x0000_t202" style="position:absolute;margin-left:-64.9pt;margin-top:-48.9pt;width:373.3pt;height:564.9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" filled="f" stroked="f">
                <v:textbox>
                  <w:txbxContent>
                    <w:p w:rsidR="0011138E" w:rsidRPr="007333BB" w:rsidRDefault="0011138E" w:rsidP="007A51B9">
                      <w:pPr>
                        <w:jc w:val="center"/>
                        <w:rPr>
                          <w:rFonts w:ascii="Andalus" w:hAnsi="Andalus" w:cs="Andalus"/>
                          <w:b/>
                          <w:color w:val="88D888"/>
                          <w:sz w:val="22"/>
                          <w:szCs w:val="18"/>
                        </w:rPr>
                      </w:pPr>
                      <w:r w:rsidRPr="007333BB">
                        <w:rPr>
                          <w:rFonts w:ascii="Andalus" w:hAnsi="Andalus" w:cs="Andalus"/>
                          <w:b/>
                          <w:color w:val="88D888"/>
                          <w:szCs w:val="20"/>
                        </w:rPr>
                        <w:t>Wh</w:t>
                      </w:r>
                      <w:r w:rsidRPr="007333BB">
                        <w:rPr>
                          <w:rFonts w:ascii="Andalus" w:hAnsi="Andalus" w:cs="Andalus"/>
                          <w:b/>
                          <w:color w:val="88D888"/>
                          <w:szCs w:val="20"/>
                        </w:rPr>
                        <w:t>at</w:t>
                      </w:r>
                      <w:r w:rsidRPr="007333BB">
                        <w:rPr>
                          <w:rFonts w:ascii="Andalus" w:hAnsi="Andalus" w:cs="Andalus"/>
                          <w:b/>
                          <w:color w:val="88D888"/>
                          <w:sz w:val="22"/>
                          <w:szCs w:val="18"/>
                        </w:rPr>
                        <w:t xml:space="preserve"> to expect when starting Beautologie Skin Care Line</w:t>
                      </w:r>
                    </w:p>
                    <w:p w:rsidR="0011138E" w:rsidRPr="0011138E" w:rsidRDefault="0011138E" w:rsidP="0011138E">
                      <w:pPr>
                        <w:rPr>
                          <w:rFonts w:ascii="Andalus" w:hAnsi="Andalus" w:cs="Andalus"/>
                          <w:color w:val="88D888"/>
                          <w:sz w:val="18"/>
                          <w:szCs w:val="18"/>
                        </w:rPr>
                      </w:pPr>
                    </w:p>
                    <w:p w:rsidR="0011138E" w:rsidRPr="007333BB" w:rsidRDefault="0011138E" w:rsidP="0011138E">
                      <w:pPr>
                        <w:rPr>
                          <w:rFonts w:ascii="Andalus" w:hAnsi="Andalus" w:cs="Andalus"/>
                          <w:color w:val="88D888"/>
                          <w:szCs w:val="20"/>
                        </w:rPr>
                      </w:pPr>
                      <w:r w:rsidRPr="007333BB">
                        <w:rPr>
                          <w:rFonts w:ascii="Andalus" w:hAnsi="Andalus" w:cs="Andalus"/>
                          <w:color w:val="88D888"/>
                          <w:szCs w:val="20"/>
                        </w:rPr>
                        <w:t>You may experience one or more of the following symptoms:</w:t>
                      </w:r>
                    </w:p>
                    <w:p w:rsidR="007333BB" w:rsidRPr="00F85EFC" w:rsidRDefault="007333BB" w:rsidP="007333BB">
                      <w:pPr>
                        <w:jc w:val="center"/>
                        <w:rPr>
                          <w:rFonts w:ascii="Andalus" w:hAnsi="Andalus" w:cs="Andalus"/>
                          <w:color w:val="D99594" w:themeColor="accent2" w:themeTint="99"/>
                          <w:szCs w:val="20"/>
                        </w:rPr>
                      </w:pPr>
                      <w:r w:rsidRPr="00F85EFC">
                        <w:rPr>
                          <w:rFonts w:ascii="Andalus" w:hAnsi="Andalus" w:cs="Andalus"/>
                          <w:color w:val="D99594" w:themeColor="accent2" w:themeTint="99"/>
                          <w:szCs w:val="20"/>
                        </w:rPr>
                        <w:t>*</w:t>
                      </w:r>
                      <w:r w:rsidR="0011138E" w:rsidRPr="00F85EFC">
                        <w:rPr>
                          <w:rFonts w:ascii="Andalus" w:hAnsi="Andalus" w:cs="Andalus"/>
                          <w:color w:val="D99594" w:themeColor="accent2" w:themeTint="99"/>
                          <w:szCs w:val="20"/>
                        </w:rPr>
                        <w:t>Exfoliation (Light peeling and flaking of the skin)</w:t>
                      </w:r>
                      <w:r w:rsidRPr="00F85EFC">
                        <w:rPr>
                          <w:rFonts w:ascii="Andalus" w:hAnsi="Andalus" w:cs="Andalus"/>
                          <w:color w:val="D99594" w:themeColor="accent2" w:themeTint="99"/>
                          <w:szCs w:val="20"/>
                        </w:rPr>
                        <w:t xml:space="preserve"> *Dryness *Skin sensitivity</w:t>
                      </w:r>
                      <w:r w:rsidR="00F85EFC" w:rsidRPr="00F85EFC">
                        <w:rPr>
                          <w:rFonts w:ascii="Andalus" w:hAnsi="Andalus" w:cs="Andalus"/>
                          <w:color w:val="D99594" w:themeColor="accent2" w:themeTint="99"/>
                          <w:szCs w:val="20"/>
                        </w:rPr>
                        <w:t xml:space="preserve"> </w:t>
                      </w:r>
                      <w:r w:rsidR="00F85EFC" w:rsidRPr="00F85EFC">
                        <w:rPr>
                          <w:rFonts w:ascii="Andalus" w:hAnsi="Andalus" w:cs="Andalus"/>
                          <w:color w:val="D99594" w:themeColor="accent2" w:themeTint="99"/>
                          <w:szCs w:val="20"/>
                        </w:rPr>
                        <w:t xml:space="preserve">*Redness *Acne may temporarily flare </w:t>
                      </w:r>
                    </w:p>
                    <w:p w:rsidR="007333BB" w:rsidRPr="00F85EFC" w:rsidRDefault="007333BB" w:rsidP="007333BB">
                      <w:pPr>
                        <w:jc w:val="center"/>
                        <w:rPr>
                          <w:rFonts w:ascii="Andalus" w:hAnsi="Andalus" w:cs="Andalus"/>
                          <w:color w:val="D99594" w:themeColor="accent2" w:themeTint="99"/>
                          <w:szCs w:val="20"/>
                        </w:rPr>
                      </w:pPr>
                      <w:r w:rsidRPr="00F85EFC">
                        <w:rPr>
                          <w:rFonts w:ascii="Andalus" w:hAnsi="Andalus" w:cs="Andalus"/>
                          <w:color w:val="D99594" w:themeColor="accent2" w:themeTint="99"/>
                          <w:szCs w:val="20"/>
                        </w:rPr>
                        <w:t>*Skin texture and wrinkles may appear more visible prior to exfoliation</w:t>
                      </w:r>
                    </w:p>
                    <w:p w:rsidR="00F85EFC" w:rsidRPr="007333BB" w:rsidRDefault="00F85EFC" w:rsidP="007333BB">
                      <w:pPr>
                        <w:jc w:val="center"/>
                        <w:rPr>
                          <w:rFonts w:ascii="Andalus" w:hAnsi="Andalus" w:cs="Andalus"/>
                          <w:color w:val="E5B8B7" w:themeColor="accent2" w:themeTint="66"/>
                          <w:szCs w:val="20"/>
                        </w:rPr>
                      </w:pPr>
                    </w:p>
                    <w:p w:rsidR="0011138E" w:rsidRPr="007333BB" w:rsidRDefault="0011138E" w:rsidP="007A51B9">
                      <w:pPr>
                        <w:jc w:val="center"/>
                        <w:rPr>
                          <w:rFonts w:ascii="Andalus" w:hAnsi="Andalus" w:cs="Andalus"/>
                          <w:color w:val="88D888"/>
                          <w:sz w:val="22"/>
                          <w:szCs w:val="18"/>
                        </w:rPr>
                      </w:pPr>
                      <w:r w:rsidRPr="007333BB">
                        <w:rPr>
                          <w:rFonts w:ascii="Andalus" w:hAnsi="Andalus" w:cs="Andalus"/>
                          <w:color w:val="88D888"/>
                          <w:sz w:val="22"/>
                          <w:szCs w:val="18"/>
                        </w:rPr>
                        <w:t>Remember that these symptoms are normal and expected reactions for the process and will diminish with time and continued use. It is important that you stay consistent with the regimen in order to</w:t>
                      </w:r>
                      <w:r w:rsidR="007A51B9" w:rsidRPr="007333BB">
                        <w:rPr>
                          <w:rFonts w:ascii="Andalus" w:hAnsi="Andalus" w:cs="Andalus"/>
                          <w:color w:val="88D888"/>
                          <w:sz w:val="22"/>
                          <w:szCs w:val="18"/>
                        </w:rPr>
                        <w:t xml:space="preserve"> maximize the results.</w:t>
                      </w:r>
                    </w:p>
                    <w:p w:rsidR="0011138E" w:rsidRPr="007333BB" w:rsidRDefault="0011138E" w:rsidP="0011138E">
                      <w:pPr>
                        <w:rPr>
                          <w:rFonts w:ascii="Andalus" w:hAnsi="Andalus" w:cs="Andalus"/>
                          <w:color w:val="88D888"/>
                          <w:sz w:val="20"/>
                          <w:szCs w:val="18"/>
                        </w:rPr>
                      </w:pPr>
                    </w:p>
                    <w:p w:rsidR="0011138E" w:rsidRPr="007333BB" w:rsidRDefault="0011138E" w:rsidP="007A51B9">
                      <w:pPr>
                        <w:jc w:val="center"/>
                        <w:rPr>
                          <w:rFonts w:ascii="Andalus" w:hAnsi="Andalus" w:cs="Andalus"/>
                          <w:b/>
                          <w:color w:val="88D888"/>
                          <w:sz w:val="22"/>
                          <w:szCs w:val="18"/>
                        </w:rPr>
                      </w:pPr>
                      <w:r w:rsidRPr="007333BB">
                        <w:rPr>
                          <w:rFonts w:ascii="Andalus" w:hAnsi="Andalus" w:cs="Andalus"/>
                          <w:b/>
                          <w:color w:val="88D888"/>
                          <w:sz w:val="22"/>
                          <w:szCs w:val="18"/>
                        </w:rPr>
                        <w:t>What to expect during the first few weeks of your skin care:</w:t>
                      </w:r>
                    </w:p>
                    <w:p w:rsidR="0011138E" w:rsidRPr="0011138E" w:rsidRDefault="0011138E" w:rsidP="0011138E">
                      <w:pPr>
                        <w:rPr>
                          <w:rFonts w:ascii="Andalus" w:hAnsi="Andalus" w:cs="Andalus"/>
                          <w:color w:val="88D888"/>
                          <w:sz w:val="18"/>
                          <w:szCs w:val="18"/>
                        </w:rPr>
                      </w:pPr>
                    </w:p>
                    <w:p w:rsidR="0011138E" w:rsidRPr="007333BB" w:rsidRDefault="007333BB" w:rsidP="0011138E">
                      <w:pPr>
                        <w:spacing w:line="276" w:lineRule="exact"/>
                        <w:ind w:left="101" w:right="-17"/>
                        <w:rPr>
                          <w:rFonts w:ascii="Andalus" w:eastAsia="Gabriola" w:hAnsi="Andalus" w:cs="Andalus"/>
                          <w:color w:val="88D888"/>
                          <w:szCs w:val="18"/>
                        </w:rPr>
                      </w:pPr>
                      <w:r w:rsidRPr="00F85EFC">
                        <w:rPr>
                          <w:rFonts w:ascii="Andalus" w:eastAsia="Gabriola" w:hAnsi="Andalus" w:cs="Andalus"/>
                          <w:color w:val="D99594" w:themeColor="accent2" w:themeTint="99"/>
                          <w:szCs w:val="18"/>
                        </w:rPr>
                        <w:t>Stage 1:</w:t>
                      </w:r>
                      <w:r w:rsidRPr="007333BB">
                        <w:rPr>
                          <w:rFonts w:ascii="Andalus" w:eastAsia="Gabriola" w:hAnsi="Andalus" w:cs="Andalus"/>
                          <w:color w:val="88D888"/>
                          <w:szCs w:val="18"/>
                        </w:rPr>
                        <w:t xml:space="preserve"> </w:t>
                      </w:r>
                      <w:r w:rsidR="0011138E" w:rsidRPr="007333BB">
                        <w:rPr>
                          <w:rFonts w:ascii="Andalus" w:eastAsia="Gabriola" w:hAnsi="Andalus" w:cs="Andalus"/>
                          <w:color w:val="88D888"/>
                          <w:szCs w:val="18"/>
                        </w:rPr>
                        <w:t>Your</w:t>
                      </w:r>
                      <w:r w:rsidR="0011138E" w:rsidRPr="007333BB">
                        <w:rPr>
                          <w:rFonts w:ascii="Andalus" w:eastAsia="Gabriola" w:hAnsi="Andalus" w:cs="Andalus"/>
                          <w:color w:val="88D888"/>
                          <w:spacing w:val="-3"/>
                          <w:szCs w:val="18"/>
                        </w:rPr>
                        <w:t xml:space="preserve"> </w:t>
                      </w:r>
                      <w:r w:rsidR="0011138E" w:rsidRPr="007333BB">
                        <w:rPr>
                          <w:rFonts w:ascii="Andalus" w:eastAsia="Gabriola" w:hAnsi="Andalus" w:cs="Andalus"/>
                          <w:color w:val="88D888"/>
                          <w:szCs w:val="18"/>
                        </w:rPr>
                        <w:t>skin will</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start</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adapting</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to the skin care</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which</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means</w:t>
                      </w:r>
                      <w:r w:rsidR="0011138E" w:rsidRPr="007333BB">
                        <w:rPr>
                          <w:rFonts w:ascii="Andalus" w:eastAsia="Gabriola" w:hAnsi="Andalus" w:cs="Andalus"/>
                          <w:color w:val="88D888"/>
                          <w:spacing w:val="-3"/>
                          <w:szCs w:val="18"/>
                        </w:rPr>
                        <w:t xml:space="preserve"> </w:t>
                      </w:r>
                      <w:r w:rsidR="0011138E" w:rsidRPr="007333BB">
                        <w:rPr>
                          <w:rFonts w:ascii="Andalus" w:eastAsia="Gabriola" w:hAnsi="Andalus" w:cs="Andalus"/>
                          <w:color w:val="88D888"/>
                          <w:szCs w:val="18"/>
                        </w:rPr>
                        <w:t>that peeling</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will</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start</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to occur.</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You</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may</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experience</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at this</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time itching, dryness,</w:t>
                      </w:r>
                      <w:r w:rsidR="0011138E" w:rsidRPr="007333BB">
                        <w:rPr>
                          <w:rFonts w:ascii="Andalus" w:eastAsia="Gabriola" w:hAnsi="Andalus" w:cs="Andalus"/>
                          <w:color w:val="88D888"/>
                          <w:spacing w:val="-4"/>
                          <w:szCs w:val="18"/>
                        </w:rPr>
                        <w:t xml:space="preserve"> </w:t>
                      </w:r>
                      <w:r w:rsidR="0011138E" w:rsidRPr="007333BB">
                        <w:rPr>
                          <w:rFonts w:ascii="Andalus" w:eastAsia="Gabriola" w:hAnsi="Andalus" w:cs="Andalus"/>
                          <w:color w:val="88D888"/>
                          <w:szCs w:val="18"/>
                        </w:rPr>
                        <w:t>and</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redness</w:t>
                      </w:r>
                      <w:r w:rsidR="0011138E" w:rsidRPr="007333BB">
                        <w:rPr>
                          <w:rFonts w:ascii="Andalus" w:eastAsia="Gabriola" w:hAnsi="Andalus" w:cs="Andalus"/>
                          <w:color w:val="88D888"/>
                          <w:spacing w:val="-3"/>
                          <w:szCs w:val="18"/>
                        </w:rPr>
                        <w:t xml:space="preserve"> </w:t>
                      </w:r>
                      <w:r w:rsidR="0011138E" w:rsidRPr="007333BB">
                        <w:rPr>
                          <w:rFonts w:ascii="Andalus" w:eastAsia="Gabriola" w:hAnsi="Andalus" w:cs="Andalus"/>
                          <w:color w:val="88D888"/>
                          <w:szCs w:val="18"/>
                        </w:rPr>
                        <w:t>but this</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should</w:t>
                      </w:r>
                      <w:r w:rsidR="0011138E" w:rsidRPr="007333BB">
                        <w:rPr>
                          <w:rFonts w:ascii="Andalus" w:eastAsia="Gabriola" w:hAnsi="Andalus" w:cs="Andalus"/>
                          <w:color w:val="88D888"/>
                          <w:spacing w:val="-3"/>
                          <w:szCs w:val="18"/>
                        </w:rPr>
                        <w:t xml:space="preserve"> </w:t>
                      </w:r>
                      <w:r w:rsidR="0011138E" w:rsidRPr="007333BB">
                        <w:rPr>
                          <w:rFonts w:ascii="Andalus" w:eastAsia="Gabriola" w:hAnsi="Andalus" w:cs="Andalus"/>
                          <w:color w:val="88D888"/>
                          <w:szCs w:val="18"/>
                        </w:rPr>
                        <w:t>start</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to subside</w:t>
                      </w:r>
                      <w:r w:rsidR="0011138E" w:rsidRPr="007333BB">
                        <w:rPr>
                          <w:rFonts w:ascii="Andalus" w:eastAsia="Gabriola" w:hAnsi="Andalus" w:cs="Andalus"/>
                          <w:color w:val="88D888"/>
                          <w:spacing w:val="-3"/>
                          <w:szCs w:val="18"/>
                        </w:rPr>
                        <w:t xml:space="preserve"> </w:t>
                      </w:r>
                      <w:r w:rsidR="007A51B9" w:rsidRPr="007333BB">
                        <w:rPr>
                          <w:rFonts w:ascii="Andalus" w:eastAsia="Gabriola" w:hAnsi="Andalus" w:cs="Andalus"/>
                          <w:color w:val="88D888"/>
                          <w:szCs w:val="18"/>
                        </w:rPr>
                        <w:t>b</w:t>
                      </w:r>
                      <w:r w:rsidR="0011138E" w:rsidRPr="007333BB">
                        <w:rPr>
                          <w:rFonts w:ascii="Andalus" w:eastAsia="Gabriola" w:hAnsi="Andalus" w:cs="Andalus"/>
                          <w:color w:val="88D888"/>
                          <w:szCs w:val="18"/>
                        </w:rPr>
                        <w:t>y the next stage.</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The</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top layer</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of the skin is</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being exfoliated</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and</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removing</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old dull</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skin to promote</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new skin.</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At this</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point, you will</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start</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to notice</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more of an</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even skin tone as</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the pigmentation</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errors</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are</w:t>
                      </w:r>
                      <w:r w:rsidR="0011138E" w:rsidRPr="007333BB">
                        <w:rPr>
                          <w:rFonts w:ascii="Andalus" w:eastAsia="Gabriola" w:hAnsi="Andalus" w:cs="Andalus"/>
                          <w:color w:val="88D888"/>
                          <w:spacing w:val="-2"/>
                          <w:szCs w:val="18"/>
                        </w:rPr>
                        <w:t xml:space="preserve"> </w:t>
                      </w:r>
                      <w:r w:rsidR="0011138E" w:rsidRPr="007333BB">
                        <w:rPr>
                          <w:rFonts w:ascii="Andalus" w:eastAsia="Gabriola" w:hAnsi="Andalus" w:cs="Andalus"/>
                          <w:color w:val="88D888"/>
                          <w:szCs w:val="18"/>
                        </w:rPr>
                        <w:t>starting</w:t>
                      </w:r>
                      <w:r w:rsidR="0011138E" w:rsidRPr="007333BB">
                        <w:rPr>
                          <w:rFonts w:ascii="Andalus" w:eastAsia="Gabriola" w:hAnsi="Andalus" w:cs="Andalus"/>
                          <w:color w:val="88D888"/>
                          <w:spacing w:val="1"/>
                          <w:szCs w:val="18"/>
                        </w:rPr>
                        <w:t xml:space="preserve"> </w:t>
                      </w:r>
                      <w:r w:rsidR="0011138E" w:rsidRPr="007333BB">
                        <w:rPr>
                          <w:rFonts w:ascii="Andalus" w:eastAsia="Gabriola" w:hAnsi="Andalus" w:cs="Andalus"/>
                          <w:color w:val="88D888"/>
                          <w:szCs w:val="18"/>
                        </w:rPr>
                        <w:t>to improve.</w:t>
                      </w:r>
                    </w:p>
                    <w:p w:rsidR="0011138E" w:rsidRPr="007333BB" w:rsidRDefault="0011138E" w:rsidP="0011138E">
                      <w:pPr>
                        <w:rPr>
                          <w:rFonts w:ascii="Andalus" w:hAnsi="Andalus" w:cs="Andalus"/>
                          <w:color w:val="88D888"/>
                          <w:szCs w:val="18"/>
                        </w:rPr>
                      </w:pPr>
                    </w:p>
                    <w:p w:rsidR="0011138E" w:rsidRPr="007333BB" w:rsidRDefault="007333BB" w:rsidP="007A51B9">
                      <w:pPr>
                        <w:spacing w:line="276" w:lineRule="exact"/>
                        <w:ind w:left="101" w:right="-57"/>
                        <w:rPr>
                          <w:rFonts w:ascii="Andalus" w:eastAsia="Gabriola" w:hAnsi="Andalus" w:cs="Andalus"/>
                          <w:color w:val="88D888"/>
                          <w:szCs w:val="18"/>
                        </w:rPr>
                      </w:pPr>
                      <w:r w:rsidRPr="00F85EFC">
                        <w:rPr>
                          <w:rFonts w:ascii="Andalus" w:eastAsia="Gabriola" w:hAnsi="Andalus" w:cs="Andalus"/>
                          <w:color w:val="D99594" w:themeColor="accent2" w:themeTint="99"/>
                          <w:position w:val="6"/>
                          <w:szCs w:val="18"/>
                        </w:rPr>
                        <w:t>Stage 2:</w:t>
                      </w:r>
                      <w:r w:rsidRPr="007333BB">
                        <w:rPr>
                          <w:rFonts w:ascii="Andalus" w:eastAsia="Gabriola" w:hAnsi="Andalus" w:cs="Andalus"/>
                          <w:color w:val="88D888"/>
                          <w:position w:val="6"/>
                          <w:szCs w:val="18"/>
                        </w:rPr>
                        <w:t xml:space="preserve"> </w:t>
                      </w:r>
                      <w:r w:rsidR="0011138E" w:rsidRPr="007333BB">
                        <w:rPr>
                          <w:rFonts w:ascii="Andalus" w:eastAsia="Gabriola" w:hAnsi="Andalus" w:cs="Andalus"/>
                          <w:color w:val="88D888"/>
                          <w:position w:val="6"/>
                          <w:szCs w:val="18"/>
                        </w:rPr>
                        <w:t>At this</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point, you will</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see</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even more improvement</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in the skin tone and</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the texture.</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Your</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skin will</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look and</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feel smoother</w:t>
                      </w:r>
                      <w:r w:rsidR="0011138E" w:rsidRPr="007333BB">
                        <w:rPr>
                          <w:rFonts w:ascii="Andalus" w:eastAsia="Gabriola" w:hAnsi="Andalus" w:cs="Andalus"/>
                          <w:color w:val="88D888"/>
                          <w:spacing w:val="-4"/>
                          <w:position w:val="6"/>
                          <w:szCs w:val="18"/>
                        </w:rPr>
                        <w:t xml:space="preserve"> </w:t>
                      </w:r>
                      <w:r w:rsidR="0011138E" w:rsidRPr="007333BB">
                        <w:rPr>
                          <w:rFonts w:ascii="Andalus" w:eastAsia="Gabriola" w:hAnsi="Andalus" w:cs="Andalus"/>
                          <w:color w:val="88D888"/>
                          <w:position w:val="6"/>
                          <w:szCs w:val="18"/>
                        </w:rPr>
                        <w:t>and</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softer.</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The</w:t>
                      </w:r>
                      <w:r w:rsidR="007A51B9" w:rsidRPr="007333BB">
                        <w:rPr>
                          <w:rFonts w:ascii="Andalus" w:eastAsia="Gabriola" w:hAnsi="Andalus" w:cs="Andalus"/>
                          <w:color w:val="88D888"/>
                          <w:szCs w:val="18"/>
                        </w:rPr>
                        <w:t xml:space="preserve"> </w:t>
                      </w:r>
                      <w:r w:rsidR="007A51B9" w:rsidRPr="007333BB">
                        <w:rPr>
                          <w:rFonts w:ascii="Andalus" w:eastAsia="Gabriola" w:hAnsi="Andalus" w:cs="Andalus"/>
                          <w:color w:val="88D888"/>
                          <w:position w:val="6"/>
                          <w:szCs w:val="18"/>
                        </w:rPr>
                        <w:t>skin</w:t>
                      </w:r>
                      <w:r w:rsidR="0011138E" w:rsidRPr="007333BB">
                        <w:rPr>
                          <w:rFonts w:ascii="Andalus" w:eastAsia="Gabriola" w:hAnsi="Andalus" w:cs="Andalus"/>
                          <w:color w:val="88D888"/>
                          <w:position w:val="6"/>
                          <w:szCs w:val="18"/>
                        </w:rPr>
                        <w:t xml:space="preserve"> is</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still</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producing</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healthy</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cells</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at this</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time some</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of the skin may</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be slightly</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peeling</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at this</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stage.</w:t>
                      </w:r>
                    </w:p>
                    <w:p w:rsidR="007333BB" w:rsidRPr="007333BB" w:rsidRDefault="007333BB" w:rsidP="007A51B9">
                      <w:pPr>
                        <w:spacing w:line="276" w:lineRule="exact"/>
                        <w:ind w:left="101" w:right="-67"/>
                        <w:rPr>
                          <w:rFonts w:ascii="Andalus" w:eastAsia="Gabriola" w:hAnsi="Andalus" w:cs="Andalus"/>
                          <w:color w:val="88D888"/>
                          <w:position w:val="6"/>
                          <w:szCs w:val="18"/>
                        </w:rPr>
                      </w:pPr>
                    </w:p>
                    <w:p w:rsidR="0011138E" w:rsidRPr="007333BB" w:rsidRDefault="007333BB" w:rsidP="007A51B9">
                      <w:pPr>
                        <w:spacing w:line="276" w:lineRule="exact"/>
                        <w:ind w:left="101" w:right="-67"/>
                        <w:rPr>
                          <w:rFonts w:ascii="Andalus" w:eastAsia="Gabriola" w:hAnsi="Andalus" w:cs="Andalus"/>
                          <w:color w:val="88D888"/>
                          <w:szCs w:val="18"/>
                        </w:rPr>
                      </w:pPr>
                      <w:r w:rsidRPr="00F85EFC">
                        <w:rPr>
                          <w:rFonts w:ascii="Andalus" w:eastAsia="Gabriola" w:hAnsi="Andalus" w:cs="Andalus"/>
                          <w:color w:val="D99594" w:themeColor="accent2" w:themeTint="99"/>
                          <w:position w:val="6"/>
                          <w:szCs w:val="18"/>
                        </w:rPr>
                        <w:t>Stage 3:</w:t>
                      </w:r>
                      <w:r w:rsidRPr="007333BB">
                        <w:rPr>
                          <w:rFonts w:ascii="Andalus" w:eastAsia="Gabriola" w:hAnsi="Andalus" w:cs="Andalus"/>
                          <w:color w:val="88D888"/>
                          <w:position w:val="6"/>
                          <w:szCs w:val="18"/>
                        </w:rPr>
                        <w:t xml:space="preserve"> </w:t>
                      </w:r>
                      <w:r w:rsidR="0011138E" w:rsidRPr="007333BB">
                        <w:rPr>
                          <w:rFonts w:ascii="Andalus" w:eastAsia="Gabriola" w:hAnsi="Andalus" w:cs="Andalus"/>
                          <w:color w:val="88D888"/>
                          <w:position w:val="6"/>
                          <w:szCs w:val="18"/>
                        </w:rPr>
                        <w:t>Skin is</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becoming</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clearer</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and</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the texture</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is</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looking</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firmer.</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You</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skin will</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have</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an</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even tone and</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look naturally</w:t>
                      </w:r>
                      <w:r w:rsidR="0011138E" w:rsidRPr="007333BB">
                        <w:rPr>
                          <w:rFonts w:ascii="Andalus" w:eastAsia="Gabriola" w:hAnsi="Andalus" w:cs="Andalus"/>
                          <w:color w:val="88D888"/>
                          <w:spacing w:val="-4"/>
                          <w:position w:val="6"/>
                          <w:szCs w:val="18"/>
                        </w:rPr>
                        <w:t xml:space="preserve"> </w:t>
                      </w:r>
                      <w:r w:rsidR="0011138E" w:rsidRPr="007333BB">
                        <w:rPr>
                          <w:rFonts w:ascii="Andalus" w:eastAsia="Gabriola" w:hAnsi="Andalus" w:cs="Andalus"/>
                          <w:color w:val="88D888"/>
                          <w:position w:val="6"/>
                          <w:szCs w:val="18"/>
                        </w:rPr>
                        <w:t>healthy.</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You</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skin will</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have</w:t>
                      </w:r>
                      <w:r w:rsidR="007A51B9" w:rsidRPr="007333BB">
                        <w:rPr>
                          <w:rFonts w:ascii="Andalus" w:eastAsia="Gabriola" w:hAnsi="Andalus" w:cs="Andalus"/>
                          <w:color w:val="88D888"/>
                          <w:szCs w:val="18"/>
                        </w:rPr>
                        <w:t xml:space="preserve"> </w:t>
                      </w:r>
                      <w:r w:rsidR="0011138E" w:rsidRPr="007333BB">
                        <w:rPr>
                          <w:rFonts w:ascii="Andalus" w:eastAsia="Gabriola" w:hAnsi="Andalus" w:cs="Andalus"/>
                          <w:color w:val="88D888"/>
                          <w:position w:val="6"/>
                          <w:szCs w:val="18"/>
                        </w:rPr>
                        <w:t>a</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natural</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glow as</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it used</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to have.</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At this</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point you should</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or almost</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be done with the kit. At Stage</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4</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is</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when</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we will</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have</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you continue</w:t>
                      </w:r>
                      <w:r w:rsidR="007A51B9" w:rsidRPr="007333BB">
                        <w:rPr>
                          <w:rFonts w:ascii="Andalus" w:eastAsia="Gabriola" w:hAnsi="Andalus" w:cs="Andalus"/>
                          <w:color w:val="88D888"/>
                          <w:szCs w:val="18"/>
                        </w:rPr>
                        <w:t xml:space="preserve"> </w:t>
                      </w:r>
                      <w:r w:rsidR="0011138E" w:rsidRPr="007333BB">
                        <w:rPr>
                          <w:rFonts w:ascii="Andalus" w:eastAsia="Gabriola" w:hAnsi="Andalus" w:cs="Andalus"/>
                          <w:color w:val="88D888"/>
                          <w:position w:val="6"/>
                          <w:szCs w:val="18"/>
                        </w:rPr>
                        <w:t>some</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use</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of the products</w:t>
                      </w:r>
                      <w:r w:rsidR="0011138E" w:rsidRPr="007333BB">
                        <w:rPr>
                          <w:rFonts w:ascii="Andalus" w:eastAsia="Gabriola" w:hAnsi="Andalus" w:cs="Andalus"/>
                          <w:color w:val="88D888"/>
                          <w:spacing w:val="-4"/>
                          <w:position w:val="6"/>
                          <w:szCs w:val="18"/>
                        </w:rPr>
                        <w:t xml:space="preserve"> </w:t>
                      </w:r>
                      <w:r w:rsidR="0011138E" w:rsidRPr="007333BB">
                        <w:rPr>
                          <w:rFonts w:ascii="Andalus" w:eastAsia="Gabriola" w:hAnsi="Andalus" w:cs="Andalus"/>
                          <w:color w:val="88D888"/>
                          <w:position w:val="6"/>
                          <w:szCs w:val="18"/>
                        </w:rPr>
                        <w:t>to maintain</w:t>
                      </w:r>
                      <w:r w:rsidR="0011138E" w:rsidRPr="007333BB">
                        <w:rPr>
                          <w:rFonts w:ascii="Andalus" w:eastAsia="Gabriola" w:hAnsi="Andalus" w:cs="Andalus"/>
                          <w:color w:val="88D888"/>
                          <w:spacing w:val="-4"/>
                          <w:position w:val="6"/>
                          <w:szCs w:val="18"/>
                        </w:rPr>
                        <w:t xml:space="preserve"> </w:t>
                      </w:r>
                      <w:r w:rsidR="0011138E" w:rsidRPr="007333BB">
                        <w:rPr>
                          <w:rFonts w:ascii="Andalus" w:eastAsia="Gabriola" w:hAnsi="Andalus" w:cs="Andalus"/>
                          <w:color w:val="88D888"/>
                          <w:position w:val="6"/>
                          <w:szCs w:val="18"/>
                        </w:rPr>
                        <w:t>your new fantastic</w:t>
                      </w:r>
                      <w:r w:rsidR="0011138E" w:rsidRPr="007333BB">
                        <w:rPr>
                          <w:rFonts w:ascii="Andalus" w:eastAsia="Gabriola" w:hAnsi="Andalus" w:cs="Andalus"/>
                          <w:color w:val="88D888"/>
                          <w:spacing w:val="-4"/>
                          <w:position w:val="6"/>
                          <w:szCs w:val="18"/>
                        </w:rPr>
                        <w:t xml:space="preserve"> </w:t>
                      </w:r>
                      <w:r w:rsidR="0011138E" w:rsidRPr="007333BB">
                        <w:rPr>
                          <w:rFonts w:ascii="Andalus" w:eastAsia="Gabriola" w:hAnsi="Andalus" w:cs="Andalus"/>
                          <w:color w:val="88D888"/>
                          <w:position w:val="6"/>
                          <w:szCs w:val="18"/>
                        </w:rPr>
                        <w:t>results</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and</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protect</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the skin for even longer</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lasting</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results.</w:t>
                      </w:r>
                    </w:p>
                    <w:p w:rsidR="0011138E" w:rsidRPr="007333BB" w:rsidRDefault="0011138E" w:rsidP="0011138E">
                      <w:pPr>
                        <w:spacing w:line="276" w:lineRule="exact"/>
                        <w:ind w:left="101" w:right="-20"/>
                        <w:rPr>
                          <w:rFonts w:ascii="Andalus" w:eastAsia="Gabriola" w:hAnsi="Andalus" w:cs="Andalus"/>
                          <w:color w:val="88D888"/>
                          <w:position w:val="6"/>
                          <w:szCs w:val="18"/>
                        </w:rPr>
                      </w:pPr>
                    </w:p>
                    <w:p w:rsidR="0011138E" w:rsidRPr="007333BB" w:rsidRDefault="007333BB" w:rsidP="0011138E">
                      <w:pPr>
                        <w:spacing w:line="276" w:lineRule="exact"/>
                        <w:ind w:left="101" w:right="-20"/>
                        <w:rPr>
                          <w:rFonts w:ascii="Andalus" w:eastAsia="Gabriola" w:hAnsi="Andalus" w:cs="Andalus"/>
                          <w:color w:val="88D888"/>
                          <w:position w:val="4"/>
                          <w:szCs w:val="18"/>
                        </w:rPr>
                      </w:pPr>
                      <w:r w:rsidRPr="00F85EFC">
                        <w:rPr>
                          <w:rFonts w:ascii="Andalus" w:eastAsia="Gabriola" w:hAnsi="Andalus" w:cs="Andalus"/>
                          <w:color w:val="D99594" w:themeColor="accent2" w:themeTint="99"/>
                          <w:position w:val="6"/>
                          <w:szCs w:val="18"/>
                        </w:rPr>
                        <w:t>Stage 4:</w:t>
                      </w:r>
                      <w:r w:rsidRPr="007333BB">
                        <w:rPr>
                          <w:rFonts w:ascii="Andalus" w:eastAsia="Gabriola" w:hAnsi="Andalus" w:cs="Andalus"/>
                          <w:color w:val="88D888"/>
                          <w:position w:val="6"/>
                          <w:szCs w:val="18"/>
                        </w:rPr>
                        <w:t xml:space="preserve"> </w:t>
                      </w:r>
                      <w:r w:rsidR="0011138E" w:rsidRPr="007333BB">
                        <w:rPr>
                          <w:rFonts w:ascii="Andalus" w:eastAsia="Gabriola" w:hAnsi="Andalus" w:cs="Andalus"/>
                          <w:color w:val="88D888"/>
                          <w:position w:val="6"/>
                          <w:szCs w:val="18"/>
                        </w:rPr>
                        <w:t>This</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is</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the part for your maintenance</w:t>
                      </w:r>
                      <w:r w:rsidR="0011138E" w:rsidRPr="007333BB">
                        <w:rPr>
                          <w:rFonts w:ascii="Andalus" w:eastAsia="Gabriola" w:hAnsi="Andalus" w:cs="Andalus"/>
                          <w:color w:val="88D888"/>
                          <w:spacing w:val="-6"/>
                          <w:position w:val="6"/>
                          <w:szCs w:val="18"/>
                        </w:rPr>
                        <w:t xml:space="preserve"> </w:t>
                      </w:r>
                      <w:r w:rsidR="0011138E" w:rsidRPr="007333BB">
                        <w:rPr>
                          <w:rFonts w:ascii="Andalus" w:eastAsia="Gabriola" w:hAnsi="Andalus" w:cs="Andalus"/>
                          <w:color w:val="88D888"/>
                          <w:position w:val="6"/>
                          <w:szCs w:val="18"/>
                        </w:rPr>
                        <w:t>routine</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to come</w:t>
                      </w:r>
                      <w:r w:rsidR="0011138E" w:rsidRPr="007333BB">
                        <w:rPr>
                          <w:rFonts w:ascii="Andalus" w:eastAsia="Gabriola" w:hAnsi="Andalus" w:cs="Andalus"/>
                          <w:color w:val="88D888"/>
                          <w:spacing w:val="-3"/>
                          <w:position w:val="6"/>
                          <w:szCs w:val="18"/>
                        </w:rPr>
                        <w:t xml:space="preserve"> </w:t>
                      </w:r>
                      <w:r w:rsidR="0011138E" w:rsidRPr="007333BB">
                        <w:rPr>
                          <w:rFonts w:ascii="Andalus" w:eastAsia="Gabriola" w:hAnsi="Andalus" w:cs="Andalus"/>
                          <w:color w:val="88D888"/>
                          <w:position w:val="6"/>
                          <w:szCs w:val="18"/>
                        </w:rPr>
                        <w:t>into play.</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By this</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time your skin will</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 xml:space="preserve">look </w:t>
                      </w:r>
                      <w:r w:rsidR="007A51B9" w:rsidRPr="007333BB">
                        <w:rPr>
                          <w:rFonts w:ascii="Andalus" w:eastAsia="Gabriola" w:hAnsi="Andalus" w:cs="Andalus"/>
                          <w:color w:val="88D888"/>
                          <w:position w:val="6"/>
                          <w:szCs w:val="18"/>
                        </w:rPr>
                        <w:t>restored</w:t>
                      </w:r>
                      <w:r w:rsidR="007A51B9" w:rsidRPr="007333BB">
                        <w:rPr>
                          <w:rFonts w:ascii="Andalus" w:eastAsia="Gabriola" w:hAnsi="Andalus" w:cs="Andalus"/>
                          <w:color w:val="88D888"/>
                          <w:spacing w:val="1"/>
                          <w:position w:val="6"/>
                          <w:szCs w:val="18"/>
                        </w:rPr>
                        <w:t>,</w:t>
                      </w:r>
                      <w:r w:rsidR="0011138E" w:rsidRPr="007333BB">
                        <w:rPr>
                          <w:rFonts w:ascii="Andalus" w:eastAsia="Gabriola" w:hAnsi="Andalus" w:cs="Andalus"/>
                          <w:color w:val="88D888"/>
                          <w:position w:val="6"/>
                          <w:szCs w:val="18"/>
                        </w:rPr>
                        <w:t xml:space="preserve"> clear</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of major</w:t>
                      </w:r>
                      <w:r w:rsidR="0011138E" w:rsidRPr="007333BB">
                        <w:rPr>
                          <w:rFonts w:ascii="Andalus" w:eastAsia="Gabriola" w:hAnsi="Andalus" w:cs="Andalus"/>
                          <w:color w:val="88D888"/>
                          <w:spacing w:val="-2"/>
                          <w:position w:val="6"/>
                          <w:szCs w:val="18"/>
                        </w:rPr>
                        <w:t xml:space="preserve"> </w:t>
                      </w:r>
                      <w:r w:rsidR="0011138E" w:rsidRPr="007333BB">
                        <w:rPr>
                          <w:rFonts w:ascii="Andalus" w:eastAsia="Gabriola" w:hAnsi="Andalus" w:cs="Andalus"/>
                          <w:color w:val="88D888"/>
                          <w:position w:val="6"/>
                          <w:szCs w:val="18"/>
                        </w:rPr>
                        <w:t>impurities,</w:t>
                      </w:r>
                      <w:r w:rsidR="0011138E" w:rsidRPr="007333BB">
                        <w:rPr>
                          <w:rFonts w:ascii="Andalus" w:eastAsia="Gabriola" w:hAnsi="Andalus" w:cs="Andalus"/>
                          <w:color w:val="88D888"/>
                          <w:spacing w:val="1"/>
                          <w:position w:val="6"/>
                          <w:szCs w:val="18"/>
                        </w:rPr>
                        <w:t xml:space="preserve"> </w:t>
                      </w:r>
                      <w:r w:rsidR="0011138E" w:rsidRPr="007333BB">
                        <w:rPr>
                          <w:rFonts w:ascii="Andalus" w:eastAsia="Gabriola" w:hAnsi="Andalus" w:cs="Andalus"/>
                          <w:color w:val="88D888"/>
                          <w:position w:val="6"/>
                          <w:szCs w:val="18"/>
                        </w:rPr>
                        <w:t>and</w:t>
                      </w:r>
                      <w:r w:rsidR="0011138E" w:rsidRPr="007333BB">
                        <w:rPr>
                          <w:rFonts w:ascii="Andalus" w:eastAsia="Gabriola" w:hAnsi="Andalus" w:cs="Andalus"/>
                          <w:color w:val="88D888"/>
                          <w:szCs w:val="18"/>
                        </w:rPr>
                        <w:t xml:space="preserve"> </w:t>
                      </w:r>
                      <w:r w:rsidR="0011138E" w:rsidRPr="007333BB">
                        <w:rPr>
                          <w:rFonts w:ascii="Andalus" w:eastAsia="Gabriola" w:hAnsi="Andalus" w:cs="Andalus"/>
                          <w:color w:val="88D888"/>
                          <w:position w:val="4"/>
                          <w:szCs w:val="18"/>
                        </w:rPr>
                        <w:t>refreshed.</w:t>
                      </w:r>
                      <w:r w:rsidR="0011138E" w:rsidRPr="007333BB">
                        <w:rPr>
                          <w:rFonts w:ascii="Andalus" w:eastAsia="Gabriola" w:hAnsi="Andalus" w:cs="Andalus"/>
                          <w:color w:val="88D888"/>
                          <w:spacing w:val="27"/>
                          <w:position w:val="4"/>
                          <w:szCs w:val="18"/>
                        </w:rPr>
                        <w:t xml:space="preserve"> </w:t>
                      </w:r>
                      <w:r w:rsidR="0011138E" w:rsidRPr="007333BB">
                        <w:rPr>
                          <w:rFonts w:ascii="Andalus" w:eastAsia="Gabriola" w:hAnsi="Andalus" w:cs="Andalus"/>
                          <w:color w:val="88D888"/>
                          <w:position w:val="4"/>
                          <w:szCs w:val="18"/>
                        </w:rPr>
                        <w:t>By maintaining</w:t>
                      </w:r>
                      <w:r w:rsidR="0011138E" w:rsidRPr="007333BB">
                        <w:rPr>
                          <w:rFonts w:ascii="Andalus" w:eastAsia="Gabriola" w:hAnsi="Andalus" w:cs="Andalus"/>
                          <w:color w:val="88D888"/>
                          <w:spacing w:val="1"/>
                          <w:position w:val="4"/>
                          <w:szCs w:val="18"/>
                        </w:rPr>
                        <w:t xml:space="preserve"> </w:t>
                      </w:r>
                      <w:r w:rsidR="0011138E" w:rsidRPr="007333BB">
                        <w:rPr>
                          <w:rFonts w:ascii="Andalus" w:eastAsia="Gabriola" w:hAnsi="Andalus" w:cs="Andalus"/>
                          <w:color w:val="88D888"/>
                          <w:position w:val="4"/>
                          <w:szCs w:val="18"/>
                        </w:rPr>
                        <w:t>your results</w:t>
                      </w:r>
                      <w:r w:rsidR="0011138E" w:rsidRPr="007333BB">
                        <w:rPr>
                          <w:rFonts w:ascii="Andalus" w:eastAsia="Gabriola" w:hAnsi="Andalus" w:cs="Andalus"/>
                          <w:color w:val="88D888"/>
                          <w:spacing w:val="-3"/>
                          <w:position w:val="4"/>
                          <w:szCs w:val="18"/>
                        </w:rPr>
                        <w:t xml:space="preserve"> </w:t>
                      </w:r>
                      <w:r w:rsidR="0011138E" w:rsidRPr="007333BB">
                        <w:rPr>
                          <w:rFonts w:ascii="Andalus" w:eastAsia="Gabriola" w:hAnsi="Andalus" w:cs="Andalus"/>
                          <w:color w:val="88D888"/>
                          <w:position w:val="4"/>
                          <w:szCs w:val="18"/>
                        </w:rPr>
                        <w:t>you will</w:t>
                      </w:r>
                      <w:r w:rsidR="0011138E" w:rsidRPr="007333BB">
                        <w:rPr>
                          <w:rFonts w:ascii="Andalus" w:eastAsia="Gabriola" w:hAnsi="Andalus" w:cs="Andalus"/>
                          <w:color w:val="88D888"/>
                          <w:spacing w:val="-2"/>
                          <w:position w:val="4"/>
                          <w:szCs w:val="18"/>
                        </w:rPr>
                        <w:t xml:space="preserve"> </w:t>
                      </w:r>
                      <w:r w:rsidR="0011138E" w:rsidRPr="007333BB">
                        <w:rPr>
                          <w:rFonts w:ascii="Andalus" w:eastAsia="Gabriola" w:hAnsi="Andalus" w:cs="Andalus"/>
                          <w:color w:val="88D888"/>
                          <w:position w:val="4"/>
                          <w:szCs w:val="18"/>
                        </w:rPr>
                        <w:t>soon</w:t>
                      </w:r>
                      <w:r w:rsidR="0011138E" w:rsidRPr="007333BB">
                        <w:rPr>
                          <w:rFonts w:ascii="Andalus" w:eastAsia="Gabriola" w:hAnsi="Andalus" w:cs="Andalus"/>
                          <w:color w:val="88D888"/>
                          <w:spacing w:val="-3"/>
                          <w:position w:val="4"/>
                          <w:szCs w:val="18"/>
                        </w:rPr>
                        <w:t xml:space="preserve"> </w:t>
                      </w:r>
                      <w:r w:rsidR="0011138E" w:rsidRPr="007333BB">
                        <w:rPr>
                          <w:rFonts w:ascii="Andalus" w:eastAsia="Gabriola" w:hAnsi="Andalus" w:cs="Andalus"/>
                          <w:color w:val="88D888"/>
                          <w:position w:val="4"/>
                          <w:szCs w:val="18"/>
                        </w:rPr>
                        <w:t>notice</w:t>
                      </w:r>
                      <w:r w:rsidR="0011138E" w:rsidRPr="007333BB">
                        <w:rPr>
                          <w:rFonts w:ascii="Andalus" w:eastAsia="Gabriola" w:hAnsi="Andalus" w:cs="Andalus"/>
                          <w:color w:val="88D888"/>
                          <w:spacing w:val="1"/>
                          <w:position w:val="4"/>
                          <w:szCs w:val="18"/>
                        </w:rPr>
                        <w:t xml:space="preserve"> </w:t>
                      </w:r>
                      <w:r w:rsidR="0011138E" w:rsidRPr="007333BB">
                        <w:rPr>
                          <w:rFonts w:ascii="Andalus" w:eastAsia="Gabriola" w:hAnsi="Andalus" w:cs="Andalus"/>
                          <w:color w:val="88D888"/>
                          <w:position w:val="4"/>
                          <w:szCs w:val="18"/>
                        </w:rPr>
                        <w:t>how</w:t>
                      </w:r>
                      <w:r w:rsidR="0011138E" w:rsidRPr="007333BB">
                        <w:rPr>
                          <w:rFonts w:ascii="Andalus" w:eastAsia="Gabriola" w:hAnsi="Andalus" w:cs="Andalus"/>
                          <w:color w:val="88D888"/>
                          <w:spacing w:val="-2"/>
                          <w:position w:val="4"/>
                          <w:szCs w:val="18"/>
                        </w:rPr>
                        <w:t xml:space="preserve"> </w:t>
                      </w:r>
                      <w:r w:rsidR="0011138E" w:rsidRPr="007333BB">
                        <w:rPr>
                          <w:rFonts w:ascii="Andalus" w:eastAsia="Gabriola" w:hAnsi="Andalus" w:cs="Andalus"/>
                          <w:color w:val="88D888"/>
                          <w:position w:val="4"/>
                          <w:szCs w:val="18"/>
                        </w:rPr>
                        <w:t>radiant</w:t>
                      </w:r>
                      <w:r w:rsidR="0011138E" w:rsidRPr="007333BB">
                        <w:rPr>
                          <w:rFonts w:ascii="Andalus" w:eastAsia="Gabriola" w:hAnsi="Andalus" w:cs="Andalus"/>
                          <w:color w:val="88D888"/>
                          <w:spacing w:val="-3"/>
                          <w:position w:val="4"/>
                          <w:szCs w:val="18"/>
                        </w:rPr>
                        <w:t xml:space="preserve"> </w:t>
                      </w:r>
                      <w:r w:rsidR="0011138E" w:rsidRPr="007333BB">
                        <w:rPr>
                          <w:rFonts w:ascii="Andalus" w:eastAsia="Gabriola" w:hAnsi="Andalus" w:cs="Andalus"/>
                          <w:color w:val="88D888"/>
                          <w:position w:val="4"/>
                          <w:szCs w:val="18"/>
                        </w:rPr>
                        <w:t>your skin will</w:t>
                      </w:r>
                      <w:r w:rsidR="0011138E" w:rsidRPr="007333BB">
                        <w:rPr>
                          <w:rFonts w:ascii="Andalus" w:eastAsia="Gabriola" w:hAnsi="Andalus" w:cs="Andalus"/>
                          <w:color w:val="88D888"/>
                          <w:spacing w:val="-2"/>
                          <w:position w:val="4"/>
                          <w:szCs w:val="18"/>
                        </w:rPr>
                        <w:t xml:space="preserve"> </w:t>
                      </w:r>
                      <w:r w:rsidR="0011138E" w:rsidRPr="007333BB">
                        <w:rPr>
                          <w:rFonts w:ascii="Andalus" w:eastAsia="Gabriola" w:hAnsi="Andalus" w:cs="Andalus"/>
                          <w:color w:val="88D888"/>
                          <w:position w:val="4"/>
                          <w:szCs w:val="18"/>
                        </w:rPr>
                        <w:t>be and</w:t>
                      </w:r>
                      <w:r w:rsidR="0011138E" w:rsidRPr="007333BB">
                        <w:rPr>
                          <w:rFonts w:ascii="Andalus" w:eastAsia="Gabriola" w:hAnsi="Andalus" w:cs="Andalus"/>
                          <w:color w:val="88D888"/>
                          <w:spacing w:val="-2"/>
                          <w:position w:val="4"/>
                          <w:szCs w:val="18"/>
                        </w:rPr>
                        <w:t xml:space="preserve"> </w:t>
                      </w:r>
                      <w:r w:rsidR="0011138E" w:rsidRPr="007333BB">
                        <w:rPr>
                          <w:rFonts w:ascii="Andalus" w:eastAsia="Gabriola" w:hAnsi="Andalus" w:cs="Andalus"/>
                          <w:color w:val="88D888"/>
                          <w:position w:val="4"/>
                          <w:szCs w:val="18"/>
                        </w:rPr>
                        <w:t>how</w:t>
                      </w:r>
                      <w:r w:rsidR="0011138E" w:rsidRPr="007333BB">
                        <w:rPr>
                          <w:rFonts w:ascii="Andalus" w:eastAsia="Gabriola" w:hAnsi="Andalus" w:cs="Andalus"/>
                          <w:color w:val="88D888"/>
                          <w:spacing w:val="-2"/>
                          <w:position w:val="4"/>
                          <w:szCs w:val="18"/>
                        </w:rPr>
                        <w:t xml:space="preserve"> </w:t>
                      </w:r>
                      <w:r w:rsidR="0011138E" w:rsidRPr="007333BB">
                        <w:rPr>
                          <w:rFonts w:ascii="Andalus" w:eastAsia="Gabriola" w:hAnsi="Andalus" w:cs="Andalus"/>
                          <w:color w:val="88D888"/>
                          <w:position w:val="4"/>
                          <w:szCs w:val="18"/>
                        </w:rPr>
                        <w:t>long lasting</w:t>
                      </w:r>
                      <w:r w:rsidR="0011138E" w:rsidRPr="007333BB">
                        <w:rPr>
                          <w:rFonts w:ascii="Andalus" w:eastAsia="Gabriola" w:hAnsi="Andalus" w:cs="Andalus"/>
                          <w:color w:val="88D888"/>
                          <w:spacing w:val="-3"/>
                          <w:position w:val="4"/>
                          <w:szCs w:val="18"/>
                        </w:rPr>
                        <w:t xml:space="preserve"> </w:t>
                      </w:r>
                      <w:r w:rsidR="0011138E" w:rsidRPr="007333BB">
                        <w:rPr>
                          <w:rFonts w:ascii="Andalus" w:eastAsia="Gabriola" w:hAnsi="Andalus" w:cs="Andalus"/>
                          <w:color w:val="88D888"/>
                          <w:position w:val="4"/>
                          <w:szCs w:val="18"/>
                        </w:rPr>
                        <w:t>your results</w:t>
                      </w:r>
                      <w:r w:rsidR="0011138E" w:rsidRPr="007333BB">
                        <w:rPr>
                          <w:rFonts w:ascii="Andalus" w:eastAsia="Gabriola" w:hAnsi="Andalus" w:cs="Andalus"/>
                          <w:color w:val="88D888"/>
                          <w:spacing w:val="-3"/>
                          <w:position w:val="4"/>
                          <w:szCs w:val="18"/>
                        </w:rPr>
                        <w:t xml:space="preserve"> </w:t>
                      </w:r>
                      <w:r w:rsidR="0011138E" w:rsidRPr="007333BB">
                        <w:rPr>
                          <w:rFonts w:ascii="Andalus" w:eastAsia="Gabriola" w:hAnsi="Andalus" w:cs="Andalus"/>
                          <w:color w:val="88D888"/>
                          <w:position w:val="4"/>
                          <w:szCs w:val="18"/>
                        </w:rPr>
                        <w:t>will</w:t>
                      </w:r>
                      <w:r w:rsidR="0011138E" w:rsidRPr="007333BB">
                        <w:rPr>
                          <w:rFonts w:ascii="Andalus" w:eastAsia="Gabriola" w:hAnsi="Andalus" w:cs="Andalus"/>
                          <w:color w:val="88D888"/>
                          <w:spacing w:val="-2"/>
                          <w:position w:val="4"/>
                          <w:szCs w:val="18"/>
                        </w:rPr>
                        <w:t xml:space="preserve"> </w:t>
                      </w:r>
                      <w:r w:rsidR="0011138E" w:rsidRPr="007333BB">
                        <w:rPr>
                          <w:rFonts w:ascii="Andalus" w:eastAsia="Gabriola" w:hAnsi="Andalus" w:cs="Andalus"/>
                          <w:color w:val="88D888"/>
                          <w:position w:val="4"/>
                          <w:szCs w:val="18"/>
                        </w:rPr>
                        <w:t>stay!</w:t>
                      </w:r>
                    </w:p>
                    <w:p w:rsidR="007333BB" w:rsidRPr="007A51B9" w:rsidRDefault="007333BB" w:rsidP="0011138E">
                      <w:pPr>
                        <w:spacing w:line="276" w:lineRule="exact"/>
                        <w:ind w:left="101" w:right="-20"/>
                        <w:rPr>
                          <w:rFonts w:ascii="Andalus" w:eastAsia="Gabriola" w:hAnsi="Andalus" w:cs="Andalus"/>
                          <w:color w:val="88D888"/>
                          <w:sz w:val="22"/>
                          <w:szCs w:val="18"/>
                        </w:rPr>
                      </w:pPr>
                    </w:p>
                    <w:p w:rsidR="0011138E" w:rsidRDefault="0011138E"/>
                  </w:txbxContent>
                </v:textbox>
              </v:shape>
            </w:pict>
          </mc:Fallback>
        </mc:AlternateContent>
      </w:r>
      <w:r>
        <w:rPr>
          <w:rFonts w:ascii="Andalus" w:hAnsi="Andalus" w:cs="Andalus"/>
          <w:noProof/>
          <w:color w:val="88D888"/>
          <w:sz w:val="18"/>
          <w:szCs w:val="18"/>
        </w:rPr>
        <mc:AlternateContent>
          <mc:Choice Requires="wps">
            <w:drawing>
              <wp:anchor distT="0" distB="0" distL="114300" distR="114300" simplePos="0" relativeHeight="251671040" behindDoc="0" locked="0" layoutInCell="1" allowOverlap="1">
                <wp:simplePos x="0" y="0"/>
                <wp:positionH relativeFrom="column">
                  <wp:posOffset>-824230</wp:posOffset>
                </wp:positionH>
                <wp:positionV relativeFrom="paragraph">
                  <wp:posOffset>-733425</wp:posOffset>
                </wp:positionV>
                <wp:extent cx="4740910" cy="7216775"/>
                <wp:effectExtent l="42545" t="38100" r="45720" b="41275"/>
                <wp:wrapNone/>
                <wp:docPr id="9"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0910" cy="7216775"/>
                        </a:xfrm>
                        <a:prstGeom prst="rect">
                          <a:avLst/>
                        </a:prstGeom>
                        <a:noFill/>
                        <a:ln w="76200" cap="flat" cmpd="tri" algn="ctr">
                          <a:solidFill>
                            <a:srgbClr val="88D888"/>
                          </a:solidFill>
                          <a:prstDash val="solid"/>
                          <a:miter lim="800000"/>
                          <a:headEnd/>
                          <a:tailEnd/>
                        </a:ln>
                        <a:effectLst/>
                        <a:extLst>
                          <a:ext uri="{909E8E84-426E-40DD-AFC4-6F175D3DCCD1}">
                            <a14:hiddenFill xmlns:a14="http://schemas.microsoft.com/office/drawing/2010/main">
                              <a:solidFill>
                                <a:srgbClr val="88D888"/>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5" o:spid="_x0000_s1026" style="position:absolute;margin-left:-64.9pt;margin-top:-57.75pt;width:373.3pt;height:568.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" filled="f" fillcolor="#88d888" strokecolor="#88d888" strokeweight="6pt">
                <v:stroke linestyle="thickBetweenThin"/>
              </v:rect>
            </w:pict>
          </mc:Fallback>
        </mc:AlternateContent>
      </w:r>
      <w:r>
        <w:rPr>
          <w:rFonts w:ascii="Andalus" w:hAnsi="Andalus" w:cs="Andalus"/>
          <w:noProof/>
          <w:color w:val="88D888"/>
          <w:sz w:val="18"/>
          <w:szCs w:val="18"/>
        </w:rPr>
        <mc:AlternateContent>
          <mc:Choice Requires="wps">
            <w:drawing>
              <wp:anchor distT="0" distB="0" distL="114300" distR="114300" simplePos="0" relativeHeight="251668992" behindDoc="1" locked="0" layoutInCell="1" allowOverlap="1">
                <wp:simplePos x="0" y="0"/>
                <wp:positionH relativeFrom="margin">
                  <wp:posOffset>4841875</wp:posOffset>
                </wp:positionH>
                <wp:positionV relativeFrom="margin">
                  <wp:posOffset>1700530</wp:posOffset>
                </wp:positionV>
                <wp:extent cx="3242945" cy="3352800"/>
                <wp:effectExtent l="3175" t="0" r="0" b="444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2945" cy="335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764E" w:rsidRPr="0029109B" w:rsidRDefault="0038764E" w:rsidP="00927008">
                            <w:pPr>
                              <w:pStyle w:val="NoSpacing"/>
                              <w:spacing w:before="240"/>
                              <w:jc w:val="center"/>
                              <w:rPr>
                                <w:rFonts w:ascii="Gabriola" w:hAnsi="Gabriola"/>
                                <w:sz w:val="96"/>
                              </w:rPr>
                            </w:pPr>
                            <w:r w:rsidRPr="0029109B">
                              <w:rPr>
                                <w:rFonts w:ascii="Gabriola" w:hAnsi="Gabriola"/>
                                <w:sz w:val="96"/>
                              </w:rPr>
                              <w:t>Skin Care Line Instruction Guide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27" type="#_x0000_t202" style="position:absolute;margin-left:381.25pt;margin-top:133.9pt;width:255.35pt;height:264pt;z-index:-251647488;visibility:visible;mso-wrap-style:square;mso-width-percent:400;mso-height-percent:200;mso-wrap-distance-left:9pt;mso-wrap-distance-top:0;mso-wrap-distance-right:9pt;mso-wrap-distance-bottom:0;mso-position-horizontal:absolute;mso-position-horizontal-relative:margin;mso-position-vertical:absolute;mso-position-vertical-relative:margin;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" filled="f" stroked="f">
                <v:textbox style="mso-fit-shape-to-text:t">
                  <w:txbxContent>
                    <w:p w:rsidR="0038764E" w:rsidRPr="0029109B" w:rsidRDefault="0038764E" w:rsidP="00927008">
                      <w:pPr>
                        <w:pStyle w:val="NoSpacing"/>
                        <w:spacing w:before="240"/>
                        <w:jc w:val="center"/>
                        <w:rPr>
                          <w:rFonts w:ascii="Gabriola" w:hAnsi="Gabriola"/>
                          <w:sz w:val="96"/>
                        </w:rPr>
                      </w:pPr>
                      <w:r w:rsidRPr="0029109B">
                        <w:rPr>
                          <w:rFonts w:ascii="Gabriola" w:hAnsi="Gabriola"/>
                          <w:sz w:val="96"/>
                        </w:rPr>
                        <w:t>Skin Care Line Instruction Guide</w:t>
                      </w:r>
                    </w:p>
                  </w:txbxContent>
                </v:textbox>
                <w10:wrap type="square" anchorx="margin" anchory="margin"/>
              </v:shape>
            </w:pict>
          </mc:Fallback>
        </mc:AlternateContent>
      </w:r>
      <w:r>
        <w:rPr>
          <w:rFonts w:ascii="Andalus" w:hAnsi="Andalus" w:cs="Andalus"/>
          <w:noProof/>
          <w:color w:val="88D888"/>
          <w:sz w:val="18"/>
          <w:szCs w:val="18"/>
        </w:rPr>
        <w:drawing>
          <wp:anchor distT="0" distB="0" distL="114300" distR="114300" simplePos="0" relativeHeight="251667968" behindDoc="0" locked="0" layoutInCell="1" allowOverlap="1">
            <wp:simplePos x="0" y="0"/>
            <wp:positionH relativeFrom="column">
              <wp:posOffset>4273550</wp:posOffset>
            </wp:positionH>
            <wp:positionV relativeFrom="paragraph">
              <wp:posOffset>-481330</wp:posOffset>
            </wp:positionV>
            <wp:extent cx="4269740" cy="1705610"/>
            <wp:effectExtent l="0" t="0" r="0" b="8890"/>
            <wp:wrapNone/>
            <wp:docPr id="92" name="Picture 92" descr="C:\Users\Catherine\Desktop\2013_beautolog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C:\Users\Catherine\Desktop\2013_beautologi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69740" cy="17056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ndalus" w:hAnsi="Andalus" w:cs="Andalus"/>
          <w:noProof/>
          <w:color w:val="88D888"/>
          <w:sz w:val="18"/>
          <w:szCs w:val="18"/>
        </w:rPr>
        <mc:AlternateContent>
          <mc:Choice Requires="wps">
            <w:drawing>
              <wp:anchor distT="0" distB="0" distL="114300" distR="114300" simplePos="0" relativeHeight="251670016" behindDoc="0" locked="0" layoutInCell="1" allowOverlap="1">
                <wp:simplePos x="0" y="0"/>
                <wp:positionH relativeFrom="column">
                  <wp:posOffset>4036060</wp:posOffset>
                </wp:positionH>
                <wp:positionV relativeFrom="paragraph">
                  <wp:posOffset>-733425</wp:posOffset>
                </wp:positionV>
                <wp:extent cx="4740910" cy="7216775"/>
                <wp:effectExtent l="45085" t="38100" r="43180" b="41275"/>
                <wp:wrapNone/>
                <wp:docPr id="7"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0910" cy="7216775"/>
                        </a:xfrm>
                        <a:prstGeom prst="rect">
                          <a:avLst/>
                        </a:prstGeom>
                        <a:noFill/>
                        <a:ln w="76200" cap="flat" cmpd="tri" algn="ctr">
                          <a:solidFill>
                            <a:srgbClr val="88D888"/>
                          </a:solidFill>
                          <a:prstDash val="solid"/>
                          <a:miter lim="800000"/>
                          <a:headEnd/>
                          <a:tailEnd/>
                        </a:ln>
                        <a:effectLst/>
                        <a:extLst>
                          <a:ext uri="{909E8E84-426E-40DD-AFC4-6F175D3DCCD1}">
                            <a14:hiddenFill xmlns:a14="http://schemas.microsoft.com/office/drawing/2010/main">
                              <a:solidFill>
                                <a:srgbClr val="88D888"/>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 o:spid="_x0000_s1026" style="position:absolute;margin-left:317.8pt;margin-top:-57.75pt;width:373.3pt;height:568.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" filled="f" fillcolor="#88d888" strokecolor="#88d888" strokeweight="6pt">
                <v:stroke linestyle="thickBetweenThin"/>
              </v:rect>
            </w:pict>
          </mc:Fallback>
        </mc:AlternateContent>
      </w:r>
    </w:p>
    <w:p w:rsidR="0011138E" w:rsidRPr="00624439" w:rsidRDefault="0011138E" w:rsidP="0011138E">
      <w:pPr>
        <w:spacing w:line="276" w:lineRule="exact"/>
        <w:ind w:left="101" w:right="-20"/>
        <w:rPr>
          <w:rFonts w:ascii="Gabriola" w:eastAsia="Gabriola" w:hAnsi="Gabriola" w:cs="Gabriola"/>
          <w:sz w:val="18"/>
          <w:szCs w:val="18"/>
        </w:rPr>
      </w:pPr>
    </w:p>
    <w:p w:rsidR="0011138E" w:rsidRDefault="0011138E" w:rsidP="0011138E"/>
    <w:p w:rsidR="00581173" w:rsidRDefault="008B7DE6">
      <w:r w:rsidRPr="00E96CC6">
        <w:br w:type="page"/>
      </w:r>
      <w:r w:rsidR="00F85EFC">
        <w:rPr>
          <w:noProof/>
        </w:rPr>
        <w:lastRenderedPageBreak/>
        <mc:AlternateContent>
          <mc:Choice Requires="wps">
            <w:drawing>
              <wp:anchor distT="0" distB="0" distL="114300" distR="114300" simplePos="0" relativeHeight="251676160" behindDoc="1" locked="0" layoutInCell="1" allowOverlap="1">
                <wp:simplePos x="0" y="0"/>
                <wp:positionH relativeFrom="page">
                  <wp:posOffset>5477510</wp:posOffset>
                </wp:positionH>
                <wp:positionV relativeFrom="page">
                  <wp:posOffset>432435</wp:posOffset>
                </wp:positionV>
                <wp:extent cx="4178300" cy="6972935"/>
                <wp:effectExtent l="635" t="3810" r="2540" b="0"/>
                <wp:wrapNone/>
                <wp:docPr id="6"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8300" cy="6972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568"/>
                              <w:gridCol w:w="4871"/>
                            </w:tblGrid>
                            <w:tr w:rsidR="00927008">
                              <w:trPr>
                                <w:trHeight w:hRule="exact" w:val="1789"/>
                              </w:trPr>
                              <w:tc>
                                <w:tcPr>
                                  <w:tcW w:w="1568" w:type="dxa"/>
                                  <w:tcBorders>
                                    <w:top w:val="single" w:sz="22" w:space="0" w:color="82BB83"/>
                                    <w:left w:val="single" w:sz="22" w:space="0" w:color="82BB83"/>
                                    <w:bottom w:val="single" w:sz="8" w:space="0" w:color="FFFFFF"/>
                                    <w:right w:val="single" w:sz="8" w:space="0" w:color="FFFFFF"/>
                                  </w:tcBorders>
                                  <w:shd w:val="clear" w:color="auto" w:fill="EAF3E9"/>
                                </w:tcPr>
                                <w:p w:rsidR="00927008" w:rsidRDefault="00927008">
                                  <w:pPr>
                                    <w:spacing w:before="56"/>
                                    <w:ind w:left="55" w:right="-20"/>
                                    <w:rPr>
                                      <w:rFonts w:ascii="Georgia" w:eastAsia="Georgia" w:hAnsi="Georgia" w:cs="Georgia"/>
                                    </w:rPr>
                                  </w:pPr>
                                  <w:r>
                                    <w:rPr>
                                      <w:rFonts w:ascii="Georgia" w:eastAsia="Georgia" w:hAnsi="Georgia" w:cs="Georgia"/>
                                      <w:b/>
                                      <w:bCs/>
                                      <w:color w:val="177C3E"/>
                                    </w:rPr>
                                    <w:t>Refresh</w:t>
                                  </w:r>
                                </w:p>
                                <w:p w:rsidR="00927008" w:rsidRDefault="00927008">
                                  <w:pPr>
                                    <w:spacing w:before="8" w:line="240" w:lineRule="exact"/>
                                  </w:pPr>
                                </w:p>
                                <w:p w:rsidR="00927008" w:rsidRDefault="00927008">
                                  <w:pPr>
                                    <w:ind w:left="55" w:right="-20"/>
                                    <w:rPr>
                                      <w:rFonts w:ascii="Georgia" w:eastAsia="Georgia" w:hAnsi="Georgia" w:cs="Georgia"/>
                                      <w:sz w:val="18"/>
                                      <w:szCs w:val="18"/>
                                    </w:rPr>
                                  </w:pPr>
                                  <w:r>
                                    <w:rPr>
                                      <w:rFonts w:ascii="Georgia" w:eastAsia="Georgia" w:hAnsi="Georgia" w:cs="Georgia"/>
                                      <w:b/>
                                      <w:bCs/>
                                      <w:color w:val="156BB2"/>
                                      <w:sz w:val="18"/>
                                      <w:szCs w:val="18"/>
                                    </w:rPr>
                                    <w:t>(Acne Refre</w:t>
                                  </w:r>
                                  <w:r>
                                    <w:rPr>
                                      <w:rFonts w:ascii="Georgia" w:eastAsia="Georgia" w:hAnsi="Georgia" w:cs="Georgia"/>
                                      <w:b/>
                                      <w:bCs/>
                                      <w:color w:val="156BB2"/>
                                      <w:spacing w:val="-1"/>
                                      <w:sz w:val="18"/>
                                      <w:szCs w:val="18"/>
                                    </w:rPr>
                                    <w:t>s</w:t>
                                  </w:r>
                                  <w:r>
                                    <w:rPr>
                                      <w:rFonts w:ascii="Georgia" w:eastAsia="Georgia" w:hAnsi="Georgia" w:cs="Georgia"/>
                                      <w:b/>
                                      <w:bCs/>
                                      <w:color w:val="156BB2"/>
                                      <w:sz w:val="18"/>
                                      <w:szCs w:val="18"/>
                                    </w:rPr>
                                    <w:t>h)</w:t>
                                  </w:r>
                                </w:p>
                              </w:tc>
                              <w:tc>
                                <w:tcPr>
                                  <w:tcW w:w="4871" w:type="dxa"/>
                                  <w:tcBorders>
                                    <w:top w:val="single" w:sz="22" w:space="0" w:color="82BB83"/>
                                    <w:left w:val="single" w:sz="8" w:space="0" w:color="FFFFFF"/>
                                    <w:bottom w:val="single" w:sz="8" w:space="0" w:color="FFFFFF"/>
                                    <w:right w:val="single" w:sz="22" w:space="0" w:color="82BB83"/>
                                  </w:tcBorders>
                                  <w:shd w:val="clear" w:color="auto" w:fill="EAF3E9"/>
                                </w:tcPr>
                                <w:p w:rsidR="00927008" w:rsidRDefault="00927008">
                                  <w:pPr>
                                    <w:spacing w:before="56" w:line="300" w:lineRule="auto"/>
                                    <w:ind w:left="57" w:right="92"/>
                                    <w:rPr>
                                      <w:rFonts w:ascii="Georgia" w:eastAsia="Georgia" w:hAnsi="Georgia" w:cs="Georgia"/>
                                    </w:rPr>
                                  </w:pPr>
                                  <w:r>
                                    <w:rPr>
                                      <w:rFonts w:ascii="Georgia" w:eastAsia="Georgia" w:hAnsi="Georgia" w:cs="Georgia"/>
                                      <w:color w:val="177C3E"/>
                                    </w:rPr>
                                    <w:t>Apply a</w:t>
                                  </w:r>
                                  <w:r>
                                    <w:rPr>
                                      <w:rFonts w:ascii="Georgia" w:eastAsia="Georgia" w:hAnsi="Georgia" w:cs="Georgia"/>
                                      <w:color w:val="177C3E"/>
                                      <w:spacing w:val="-1"/>
                                    </w:rPr>
                                    <w:t xml:space="preserve"> </w:t>
                                  </w:r>
                                  <w:r>
                                    <w:rPr>
                                      <w:rFonts w:ascii="Georgia" w:eastAsia="Georgia" w:hAnsi="Georgia" w:cs="Georgia"/>
                                      <w:color w:val="177C3E"/>
                                    </w:rPr>
                                    <w:t>quarter-sized amount of cleanser to moistened face. Cleanse skin</w:t>
                                  </w:r>
                                  <w:r>
                                    <w:rPr>
                                      <w:rFonts w:ascii="Georgia" w:eastAsia="Georgia" w:hAnsi="Georgia" w:cs="Georgia"/>
                                      <w:color w:val="177C3E"/>
                                      <w:spacing w:val="-4"/>
                                    </w:rPr>
                                    <w:t xml:space="preserve"> </w:t>
                                  </w:r>
                                  <w:r>
                                    <w:rPr>
                                      <w:rFonts w:ascii="Georgia" w:eastAsia="Georgia" w:hAnsi="Georgia" w:cs="Georgia"/>
                                      <w:color w:val="177C3E"/>
                                    </w:rPr>
                                    <w:t>th</w:t>
                                  </w:r>
                                  <w:r>
                                    <w:rPr>
                                      <w:rFonts w:ascii="Georgia" w:eastAsia="Georgia" w:hAnsi="Georgia" w:cs="Georgia"/>
                                      <w:color w:val="177C3E"/>
                                      <w:spacing w:val="1"/>
                                    </w:rPr>
                                    <w:t>o</w:t>
                                  </w:r>
                                  <w:r>
                                    <w:rPr>
                                      <w:rFonts w:ascii="Georgia" w:eastAsia="Georgia" w:hAnsi="Georgia" w:cs="Georgia"/>
                                      <w:color w:val="177C3E"/>
                                    </w:rPr>
                                    <w:t>roughly</w:t>
                                  </w:r>
                                </w:p>
                                <w:p w:rsidR="00927008" w:rsidRDefault="00927008">
                                  <w:pPr>
                                    <w:spacing w:line="300" w:lineRule="auto"/>
                                    <w:ind w:left="57" w:right="218"/>
                                    <w:rPr>
                                      <w:rFonts w:ascii="Georgia" w:eastAsia="Georgia" w:hAnsi="Georgia" w:cs="Georgia"/>
                                    </w:rPr>
                                  </w:pPr>
                                  <w:proofErr w:type="gramStart"/>
                                  <w:r>
                                    <w:rPr>
                                      <w:rFonts w:ascii="Georgia" w:eastAsia="Georgia" w:hAnsi="Georgia" w:cs="Georgia"/>
                                      <w:color w:val="177C3E"/>
                                    </w:rPr>
                                    <w:t>and</w:t>
                                  </w:r>
                                  <w:proofErr w:type="gramEnd"/>
                                  <w:r>
                                    <w:rPr>
                                      <w:rFonts w:ascii="Georgia" w:eastAsia="Georgia" w:hAnsi="Georgia" w:cs="Georgia"/>
                                      <w:color w:val="177C3E"/>
                                      <w:spacing w:val="-4"/>
                                    </w:rPr>
                                    <w:t xml:space="preserve"> </w:t>
                                  </w:r>
                                  <w:r>
                                    <w:rPr>
                                      <w:rFonts w:ascii="Georgia" w:eastAsia="Georgia" w:hAnsi="Georgia" w:cs="Georgia"/>
                                      <w:color w:val="177C3E"/>
                                    </w:rPr>
                                    <w:t>rinse</w:t>
                                  </w:r>
                                  <w:r>
                                    <w:rPr>
                                      <w:rFonts w:ascii="Georgia" w:eastAsia="Georgia" w:hAnsi="Georgia" w:cs="Georgia"/>
                                      <w:color w:val="177C3E"/>
                                      <w:spacing w:val="-5"/>
                                    </w:rPr>
                                    <w:t xml:space="preserve"> </w:t>
                                  </w:r>
                                  <w:r>
                                    <w:rPr>
                                      <w:rFonts w:ascii="Georgia" w:eastAsia="Georgia" w:hAnsi="Georgia" w:cs="Georgia"/>
                                      <w:color w:val="177C3E"/>
                                    </w:rPr>
                                    <w:t>well with warm</w:t>
                                  </w:r>
                                  <w:r>
                                    <w:rPr>
                                      <w:rFonts w:ascii="Georgia" w:eastAsia="Georgia" w:hAnsi="Georgia" w:cs="Georgia"/>
                                      <w:color w:val="177C3E"/>
                                      <w:spacing w:val="-6"/>
                                    </w:rPr>
                                    <w:t xml:space="preserve"> </w:t>
                                  </w:r>
                                  <w:r>
                                    <w:rPr>
                                      <w:rFonts w:ascii="Georgia" w:eastAsia="Georgia" w:hAnsi="Georgia" w:cs="Georgia"/>
                                      <w:color w:val="177C3E"/>
                                    </w:rPr>
                                    <w:t xml:space="preserve">water, </w:t>
                                  </w:r>
                                  <w:r>
                                    <w:rPr>
                                      <w:rFonts w:ascii="Georgia" w:eastAsia="Georgia" w:hAnsi="Georgia" w:cs="Georgia"/>
                                      <w:color w:val="177C3E"/>
                                      <w:spacing w:val="1"/>
                                    </w:rPr>
                                    <w:t>p</w:t>
                                  </w:r>
                                  <w:r>
                                    <w:rPr>
                                      <w:rFonts w:ascii="Georgia" w:eastAsia="Georgia" w:hAnsi="Georgia" w:cs="Georgia"/>
                                      <w:color w:val="177C3E"/>
                                    </w:rPr>
                                    <w:t>at</w:t>
                                  </w:r>
                                  <w:r>
                                    <w:rPr>
                                      <w:rFonts w:ascii="Georgia" w:eastAsia="Georgia" w:hAnsi="Georgia" w:cs="Georgia"/>
                                      <w:color w:val="177C3E"/>
                                      <w:spacing w:val="-1"/>
                                    </w:rPr>
                                    <w:t xml:space="preserve"> </w:t>
                                  </w:r>
                                  <w:r>
                                    <w:rPr>
                                      <w:rFonts w:ascii="Georgia" w:eastAsia="Georgia" w:hAnsi="Georgia" w:cs="Georgia"/>
                                      <w:color w:val="177C3E"/>
                                    </w:rPr>
                                    <w:t>skin dry.</w:t>
                                  </w:r>
                                  <w:r>
                                    <w:rPr>
                                      <w:rFonts w:ascii="Georgia" w:eastAsia="Georgia" w:hAnsi="Georgia" w:cs="Georgia"/>
                                      <w:color w:val="177C3E"/>
                                      <w:spacing w:val="-4"/>
                                    </w:rPr>
                                    <w:t xml:space="preserve"> </w:t>
                                  </w:r>
                                  <w:r>
                                    <w:rPr>
                                      <w:rFonts w:ascii="Georgia" w:eastAsia="Georgia" w:hAnsi="Georgia" w:cs="Georgia"/>
                                      <w:color w:val="177C3E"/>
                                    </w:rPr>
                                    <w:t>Avoid</w:t>
                                  </w:r>
                                  <w:r>
                                    <w:rPr>
                                      <w:rFonts w:ascii="Georgia" w:eastAsia="Georgia" w:hAnsi="Georgia" w:cs="Georgia"/>
                                      <w:color w:val="177C3E"/>
                                      <w:spacing w:val="-6"/>
                                    </w:rPr>
                                    <w:t xml:space="preserve"> </w:t>
                                  </w:r>
                                  <w:r>
                                    <w:rPr>
                                      <w:rFonts w:ascii="Georgia" w:eastAsia="Georgia" w:hAnsi="Georgia" w:cs="Georgia"/>
                                      <w:color w:val="177C3E"/>
                                    </w:rPr>
                                    <w:t>excessive rubbing of skin</w:t>
                                  </w:r>
                                  <w:r>
                                    <w:rPr>
                                      <w:rFonts w:ascii="Georgia" w:eastAsia="Georgia" w:hAnsi="Georgia" w:cs="Georgia"/>
                                      <w:color w:val="177C3E"/>
                                      <w:spacing w:val="-4"/>
                                    </w:rPr>
                                    <w:t xml:space="preserve"> </w:t>
                                  </w:r>
                                  <w:r>
                                    <w:rPr>
                                      <w:rFonts w:ascii="Georgia" w:eastAsia="Georgia" w:hAnsi="Georgia" w:cs="Georgia"/>
                                      <w:color w:val="177C3E"/>
                                    </w:rPr>
                                    <w:t>with a towel.</w:t>
                                  </w:r>
                                </w:p>
                              </w:tc>
                            </w:tr>
                            <w:tr w:rsidR="00927008">
                              <w:trPr>
                                <w:trHeight w:hRule="exact" w:val="1159"/>
                              </w:trPr>
                              <w:tc>
                                <w:tcPr>
                                  <w:tcW w:w="1568" w:type="dxa"/>
                                  <w:tcBorders>
                                    <w:top w:val="single" w:sz="8" w:space="0" w:color="FFFFFF"/>
                                    <w:left w:val="single" w:sz="22" w:space="0" w:color="82BB83"/>
                                    <w:bottom w:val="single" w:sz="8" w:space="0" w:color="FFFFFF"/>
                                    <w:right w:val="single" w:sz="8" w:space="0" w:color="FFFFFF"/>
                                  </w:tcBorders>
                                  <w:shd w:val="clear" w:color="auto" w:fill="F4F8F4"/>
                                </w:tcPr>
                                <w:p w:rsidR="00927008" w:rsidRDefault="00927008">
                                  <w:pPr>
                                    <w:spacing w:before="56"/>
                                    <w:ind w:left="55" w:right="-20"/>
                                    <w:rPr>
                                      <w:rFonts w:ascii="Georgia" w:eastAsia="Georgia" w:hAnsi="Georgia" w:cs="Georgia"/>
                                    </w:rPr>
                                  </w:pPr>
                                  <w:r>
                                    <w:rPr>
                                      <w:rFonts w:ascii="Georgia" w:eastAsia="Georgia" w:hAnsi="Georgia" w:cs="Georgia"/>
                                      <w:b/>
                                      <w:bCs/>
                                      <w:color w:val="177C3E"/>
                                    </w:rPr>
                                    <w:t>Restore</w:t>
                                  </w:r>
                                </w:p>
                                <w:p w:rsidR="00927008" w:rsidRDefault="00927008">
                                  <w:pPr>
                                    <w:spacing w:before="8" w:line="240" w:lineRule="exact"/>
                                  </w:pPr>
                                </w:p>
                                <w:p w:rsidR="00927008" w:rsidRDefault="00927008">
                                  <w:pPr>
                                    <w:ind w:left="55" w:right="-20"/>
                                    <w:rPr>
                                      <w:rFonts w:ascii="Georgia" w:eastAsia="Georgia" w:hAnsi="Georgia" w:cs="Georgia"/>
                                      <w:sz w:val="18"/>
                                      <w:szCs w:val="18"/>
                                    </w:rPr>
                                  </w:pPr>
                                  <w:r>
                                    <w:rPr>
                                      <w:rFonts w:ascii="Georgia" w:eastAsia="Georgia" w:hAnsi="Georgia" w:cs="Georgia"/>
                                      <w:b/>
                                      <w:bCs/>
                                      <w:color w:val="156BB2"/>
                                      <w:sz w:val="18"/>
                                      <w:szCs w:val="18"/>
                                    </w:rPr>
                                    <w:t>(Acne Resto</w:t>
                                  </w:r>
                                  <w:r>
                                    <w:rPr>
                                      <w:rFonts w:ascii="Georgia" w:eastAsia="Georgia" w:hAnsi="Georgia" w:cs="Georgia"/>
                                      <w:b/>
                                      <w:bCs/>
                                      <w:color w:val="156BB2"/>
                                      <w:spacing w:val="-1"/>
                                      <w:sz w:val="18"/>
                                      <w:szCs w:val="18"/>
                                    </w:rPr>
                                    <w:t>r</w:t>
                                  </w:r>
                                  <w:r>
                                    <w:rPr>
                                      <w:rFonts w:ascii="Georgia" w:eastAsia="Georgia" w:hAnsi="Georgia" w:cs="Georgia"/>
                                      <w:b/>
                                      <w:bCs/>
                                      <w:color w:val="156BB2"/>
                                      <w:sz w:val="18"/>
                                      <w:szCs w:val="18"/>
                                    </w:rPr>
                                    <w:t>e)</w:t>
                                  </w:r>
                                </w:p>
                              </w:tc>
                              <w:tc>
                                <w:tcPr>
                                  <w:tcW w:w="4871" w:type="dxa"/>
                                  <w:tcBorders>
                                    <w:top w:val="single" w:sz="8" w:space="0" w:color="FFFFFF"/>
                                    <w:left w:val="single" w:sz="8" w:space="0" w:color="FFFFFF"/>
                                    <w:bottom w:val="single" w:sz="8" w:space="0" w:color="FFFFFF"/>
                                    <w:right w:val="single" w:sz="22" w:space="0" w:color="82BB83"/>
                                  </w:tcBorders>
                                  <w:shd w:val="clear" w:color="auto" w:fill="F4F8F4"/>
                                </w:tcPr>
                                <w:p w:rsidR="00927008" w:rsidRDefault="00927008">
                                  <w:pPr>
                                    <w:spacing w:before="56" w:line="300" w:lineRule="auto"/>
                                    <w:ind w:left="57" w:right="169"/>
                                    <w:rPr>
                                      <w:rFonts w:ascii="Georgia" w:eastAsia="Georgia" w:hAnsi="Georgia" w:cs="Georgia"/>
                                    </w:rPr>
                                  </w:pPr>
                                  <w:r>
                                    <w:rPr>
                                      <w:rFonts w:ascii="Georgia" w:eastAsia="Georgia" w:hAnsi="Georgia" w:cs="Georgia"/>
                                      <w:color w:val="177C3E"/>
                                    </w:rPr>
                                    <w:t>After cleansing the sk</w:t>
                                  </w:r>
                                  <w:r>
                                    <w:rPr>
                                      <w:rFonts w:ascii="Georgia" w:eastAsia="Georgia" w:hAnsi="Georgia" w:cs="Georgia"/>
                                      <w:color w:val="177C3E"/>
                                      <w:spacing w:val="2"/>
                                    </w:rPr>
                                    <w:t>i</w:t>
                                  </w:r>
                                  <w:r>
                                    <w:rPr>
                                      <w:rFonts w:ascii="Georgia" w:eastAsia="Georgia" w:hAnsi="Georgia" w:cs="Georgia"/>
                                      <w:color w:val="177C3E"/>
                                    </w:rPr>
                                    <w:t>n,</w:t>
                                  </w:r>
                                  <w:r>
                                    <w:rPr>
                                      <w:rFonts w:ascii="Georgia" w:eastAsia="Georgia" w:hAnsi="Georgia" w:cs="Georgia"/>
                                      <w:color w:val="177C3E"/>
                                      <w:spacing w:val="-5"/>
                                    </w:rPr>
                                    <w:t xml:space="preserve"> </w:t>
                                  </w:r>
                                  <w:r>
                                    <w:rPr>
                                      <w:rFonts w:ascii="Georgia" w:eastAsia="Georgia" w:hAnsi="Georgia" w:cs="Georgia"/>
                                      <w:color w:val="177C3E"/>
                                    </w:rPr>
                                    <w:t>lightly</w:t>
                                  </w:r>
                                  <w:r>
                                    <w:rPr>
                                      <w:rFonts w:ascii="Georgia" w:eastAsia="Georgia" w:hAnsi="Georgia" w:cs="Georgia"/>
                                      <w:color w:val="177C3E"/>
                                      <w:spacing w:val="-1"/>
                                    </w:rPr>
                                    <w:t xml:space="preserve"> </w:t>
                                  </w:r>
                                  <w:r>
                                    <w:rPr>
                                      <w:rFonts w:ascii="Georgia" w:eastAsia="Georgia" w:hAnsi="Georgia" w:cs="Georgia"/>
                                      <w:color w:val="177C3E"/>
                                      <w:spacing w:val="1"/>
                                    </w:rPr>
                                    <w:t>a</w:t>
                                  </w:r>
                                  <w:r>
                                    <w:rPr>
                                      <w:rFonts w:ascii="Georgia" w:eastAsia="Georgia" w:hAnsi="Georgia" w:cs="Georgia"/>
                                      <w:color w:val="177C3E"/>
                                    </w:rPr>
                                    <w:t>pply</w:t>
                                  </w:r>
                                  <w:r>
                                    <w:rPr>
                                      <w:rFonts w:ascii="Georgia" w:eastAsia="Georgia" w:hAnsi="Georgia" w:cs="Georgia"/>
                                      <w:color w:val="177C3E"/>
                                      <w:spacing w:val="-1"/>
                                    </w:rPr>
                                    <w:t xml:space="preserve"> </w:t>
                                  </w:r>
                                  <w:r>
                                    <w:rPr>
                                      <w:rFonts w:ascii="Georgia" w:eastAsia="Georgia" w:hAnsi="Georgia" w:cs="Georgia"/>
                                      <w:color w:val="177C3E"/>
                                    </w:rPr>
                                    <w:t>toner to the entire face using a</w:t>
                                  </w:r>
                                  <w:r>
                                    <w:rPr>
                                      <w:rFonts w:ascii="Georgia" w:eastAsia="Georgia" w:hAnsi="Georgia" w:cs="Georgia"/>
                                      <w:color w:val="177C3E"/>
                                      <w:spacing w:val="-1"/>
                                    </w:rPr>
                                    <w:t xml:space="preserve"> </w:t>
                                  </w:r>
                                  <w:r>
                                    <w:rPr>
                                      <w:rFonts w:ascii="Georgia" w:eastAsia="Georgia" w:hAnsi="Georgia" w:cs="Georgia"/>
                                      <w:color w:val="177C3E"/>
                                    </w:rPr>
                                    <w:t>cotton round. Avoid</w:t>
                                  </w:r>
                                  <w:r>
                                    <w:rPr>
                                      <w:rFonts w:ascii="Georgia" w:eastAsia="Georgia" w:hAnsi="Georgia" w:cs="Georgia"/>
                                      <w:color w:val="177C3E"/>
                                      <w:spacing w:val="-6"/>
                                    </w:rPr>
                                    <w:t xml:space="preserve"> </w:t>
                                  </w:r>
                                  <w:r>
                                    <w:rPr>
                                      <w:rFonts w:ascii="Georgia" w:eastAsia="Georgia" w:hAnsi="Georgia" w:cs="Georgia"/>
                                      <w:color w:val="177C3E"/>
                                    </w:rPr>
                                    <w:t>contact with eyes.</w:t>
                                  </w:r>
                                </w:p>
                              </w:tc>
                            </w:tr>
                            <w:tr w:rsidR="00927008">
                              <w:trPr>
                                <w:trHeight w:hRule="exact" w:val="1091"/>
                              </w:trPr>
                              <w:tc>
                                <w:tcPr>
                                  <w:tcW w:w="1568" w:type="dxa"/>
                                  <w:tcBorders>
                                    <w:top w:val="single" w:sz="8" w:space="0" w:color="FFFFFF"/>
                                    <w:left w:val="single" w:sz="22" w:space="0" w:color="82BB83"/>
                                    <w:bottom w:val="single" w:sz="8" w:space="0" w:color="FFFFFF"/>
                                    <w:right w:val="single" w:sz="8" w:space="0" w:color="FFFFFF"/>
                                  </w:tcBorders>
                                  <w:shd w:val="clear" w:color="auto" w:fill="EAF3E9"/>
                                </w:tcPr>
                                <w:p w:rsidR="00927008" w:rsidRDefault="00927008">
                                  <w:pPr>
                                    <w:spacing w:before="56"/>
                                    <w:ind w:left="55" w:right="-20"/>
                                    <w:rPr>
                                      <w:rFonts w:ascii="Georgia" w:eastAsia="Georgia" w:hAnsi="Georgia" w:cs="Georgia"/>
                                    </w:rPr>
                                  </w:pPr>
                                  <w:r>
                                    <w:rPr>
                                      <w:rFonts w:ascii="Georgia" w:eastAsia="Georgia" w:hAnsi="Georgia" w:cs="Georgia"/>
                                      <w:b/>
                                      <w:bCs/>
                                      <w:color w:val="177C3E"/>
                                    </w:rPr>
                                    <w:t>Vanish</w:t>
                                  </w:r>
                                </w:p>
                              </w:tc>
                              <w:tc>
                                <w:tcPr>
                                  <w:tcW w:w="4871" w:type="dxa"/>
                                  <w:tcBorders>
                                    <w:top w:val="single" w:sz="8" w:space="0" w:color="FFFFFF"/>
                                    <w:left w:val="single" w:sz="8" w:space="0" w:color="FFFFFF"/>
                                    <w:bottom w:val="single" w:sz="8" w:space="0" w:color="FFFFFF"/>
                                    <w:right w:val="single" w:sz="22" w:space="0" w:color="82BB83"/>
                                  </w:tcBorders>
                                  <w:shd w:val="clear" w:color="auto" w:fill="EAF3E9"/>
                                </w:tcPr>
                                <w:p w:rsidR="00927008" w:rsidRDefault="00927008">
                                  <w:pPr>
                                    <w:spacing w:before="56" w:line="300" w:lineRule="auto"/>
                                    <w:ind w:left="57" w:right="57"/>
                                    <w:rPr>
                                      <w:rFonts w:ascii="Georgia" w:eastAsia="Georgia" w:hAnsi="Georgia" w:cs="Georgia"/>
                                    </w:rPr>
                                  </w:pPr>
                                  <w:r>
                                    <w:rPr>
                                      <w:rFonts w:ascii="Georgia" w:eastAsia="Georgia" w:hAnsi="Georgia" w:cs="Georgia"/>
                                      <w:color w:val="177C3E"/>
                                    </w:rPr>
                                    <w:t>Apply a</w:t>
                                  </w:r>
                                  <w:r>
                                    <w:rPr>
                                      <w:rFonts w:ascii="Georgia" w:eastAsia="Georgia" w:hAnsi="Georgia" w:cs="Georgia"/>
                                      <w:color w:val="177C3E"/>
                                      <w:spacing w:val="-1"/>
                                    </w:rPr>
                                    <w:t xml:space="preserve"> </w:t>
                                  </w:r>
                                  <w:r>
                                    <w:rPr>
                                      <w:rFonts w:ascii="Georgia" w:eastAsia="Georgia" w:hAnsi="Georgia" w:cs="Georgia"/>
                                      <w:color w:val="177C3E"/>
                                    </w:rPr>
                                    <w:t>pea size am</w:t>
                                  </w:r>
                                  <w:r>
                                    <w:rPr>
                                      <w:rFonts w:ascii="Georgia" w:eastAsia="Georgia" w:hAnsi="Georgia" w:cs="Georgia"/>
                                      <w:color w:val="177C3E"/>
                                      <w:spacing w:val="-1"/>
                                    </w:rPr>
                                    <w:t>o</w:t>
                                  </w:r>
                                  <w:r>
                                    <w:rPr>
                                      <w:rFonts w:ascii="Georgia" w:eastAsia="Georgia" w:hAnsi="Georgia" w:cs="Georgia"/>
                                      <w:color w:val="177C3E"/>
                                    </w:rPr>
                                    <w:t>unt</w:t>
                                  </w:r>
                                  <w:r>
                                    <w:rPr>
                                      <w:rFonts w:ascii="Georgia" w:eastAsia="Georgia" w:hAnsi="Georgia" w:cs="Georgia"/>
                                      <w:color w:val="177C3E"/>
                                      <w:spacing w:val="-5"/>
                                    </w:rPr>
                                    <w:t xml:space="preserve"> </w:t>
                                  </w:r>
                                  <w:r>
                                    <w:rPr>
                                      <w:rFonts w:ascii="Georgia" w:eastAsia="Georgia" w:hAnsi="Georgia" w:cs="Georgia"/>
                                      <w:color w:val="177C3E"/>
                                    </w:rPr>
                                    <w:t>evenly to the entire face avoi</w:t>
                                  </w:r>
                                  <w:r>
                                    <w:rPr>
                                      <w:rFonts w:ascii="Georgia" w:eastAsia="Georgia" w:hAnsi="Georgia" w:cs="Georgia"/>
                                      <w:color w:val="177C3E"/>
                                      <w:spacing w:val="-1"/>
                                    </w:rPr>
                                    <w:t>di</w:t>
                                  </w:r>
                                  <w:r>
                                    <w:rPr>
                                      <w:rFonts w:ascii="Georgia" w:eastAsia="Georgia" w:hAnsi="Georgia" w:cs="Georgia"/>
                                      <w:color w:val="177C3E"/>
                                    </w:rPr>
                                    <w:t>ng</w:t>
                                  </w:r>
                                  <w:r>
                                    <w:rPr>
                                      <w:rFonts w:ascii="Georgia" w:eastAsia="Georgia" w:hAnsi="Georgia" w:cs="Georgia"/>
                                      <w:color w:val="177C3E"/>
                                      <w:spacing w:val="-6"/>
                                    </w:rPr>
                                    <w:t xml:space="preserve"> </w:t>
                                  </w:r>
                                  <w:r>
                                    <w:rPr>
                                      <w:rFonts w:ascii="Georgia" w:eastAsia="Georgia" w:hAnsi="Georgia" w:cs="Georgia"/>
                                      <w:color w:val="177C3E"/>
                                    </w:rPr>
                                    <w:t>the eyelids.</w:t>
                                  </w:r>
                                </w:p>
                              </w:tc>
                            </w:tr>
                            <w:tr w:rsidR="00927008">
                              <w:trPr>
                                <w:trHeight w:hRule="exact" w:val="1134"/>
                              </w:trPr>
                              <w:tc>
                                <w:tcPr>
                                  <w:tcW w:w="1568" w:type="dxa"/>
                                  <w:tcBorders>
                                    <w:top w:val="single" w:sz="8" w:space="0" w:color="FFFFFF"/>
                                    <w:left w:val="single" w:sz="22" w:space="0" w:color="82BB83"/>
                                    <w:bottom w:val="single" w:sz="8" w:space="0" w:color="FFFFFF"/>
                                    <w:right w:val="single" w:sz="8" w:space="0" w:color="FFFFFF"/>
                                  </w:tcBorders>
                                  <w:shd w:val="clear" w:color="auto" w:fill="F4F8F4"/>
                                </w:tcPr>
                                <w:p w:rsidR="00927008" w:rsidRDefault="00927008">
                                  <w:pPr>
                                    <w:spacing w:before="56"/>
                                    <w:ind w:left="55" w:right="-20"/>
                                    <w:rPr>
                                      <w:rFonts w:ascii="Georgia" w:eastAsia="Georgia" w:hAnsi="Georgia" w:cs="Georgia"/>
                                    </w:rPr>
                                  </w:pPr>
                                  <w:r>
                                    <w:rPr>
                                      <w:rFonts w:ascii="Georgia" w:eastAsia="Georgia" w:hAnsi="Georgia" w:cs="Georgia"/>
                                      <w:b/>
                                      <w:bCs/>
                                      <w:color w:val="156BB2"/>
                                    </w:rPr>
                                    <w:t>Acne</w:t>
                                  </w:r>
                                </w:p>
                                <w:p w:rsidR="00927008" w:rsidRDefault="00927008">
                                  <w:pPr>
                                    <w:spacing w:before="8" w:line="240" w:lineRule="exact"/>
                                  </w:pPr>
                                </w:p>
                                <w:p w:rsidR="00927008" w:rsidRDefault="00927008">
                                  <w:pPr>
                                    <w:ind w:left="55" w:right="-20"/>
                                    <w:rPr>
                                      <w:rFonts w:ascii="Georgia" w:eastAsia="Georgia" w:hAnsi="Georgia" w:cs="Georgia"/>
                                    </w:rPr>
                                  </w:pPr>
                                  <w:r>
                                    <w:rPr>
                                      <w:rFonts w:ascii="Georgia" w:eastAsia="Georgia" w:hAnsi="Georgia" w:cs="Georgia"/>
                                      <w:b/>
                                      <w:bCs/>
                                      <w:color w:val="156BB2"/>
                                    </w:rPr>
                                    <w:t>Relieve</w:t>
                                  </w:r>
                                </w:p>
                              </w:tc>
                              <w:tc>
                                <w:tcPr>
                                  <w:tcW w:w="4871" w:type="dxa"/>
                                  <w:tcBorders>
                                    <w:top w:val="single" w:sz="8" w:space="0" w:color="FFFFFF"/>
                                    <w:left w:val="single" w:sz="8" w:space="0" w:color="FFFFFF"/>
                                    <w:bottom w:val="single" w:sz="8" w:space="0" w:color="FFFFFF"/>
                                    <w:right w:val="single" w:sz="22" w:space="0" w:color="82BB83"/>
                                  </w:tcBorders>
                                  <w:shd w:val="clear" w:color="auto" w:fill="F4F8F4"/>
                                </w:tcPr>
                                <w:p w:rsidR="00927008" w:rsidRDefault="00927008" w:rsidP="00927008">
                                  <w:pPr>
                                    <w:spacing w:before="53" w:line="298" w:lineRule="auto"/>
                                    <w:ind w:left="57" w:right="562"/>
                                    <w:rPr>
                                      <w:rFonts w:ascii="Georgia" w:eastAsia="Georgia" w:hAnsi="Georgia" w:cs="Georgia"/>
                                      <w:sz w:val="25"/>
                                      <w:szCs w:val="25"/>
                                    </w:rPr>
                                  </w:pPr>
                                  <w:r>
                                    <w:rPr>
                                      <w:rFonts w:ascii="Georgia" w:eastAsia="Georgia" w:hAnsi="Georgia" w:cs="Georgia"/>
                                      <w:color w:val="177C3E"/>
                                      <w:sz w:val="25"/>
                                      <w:szCs w:val="25"/>
                                    </w:rPr>
                                    <w:t>Apply</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a</w:t>
                                  </w:r>
                                  <w:r>
                                    <w:rPr>
                                      <w:rFonts w:ascii="Georgia" w:eastAsia="Georgia" w:hAnsi="Georgia" w:cs="Georgia"/>
                                      <w:color w:val="177C3E"/>
                                      <w:spacing w:val="-1"/>
                                      <w:sz w:val="25"/>
                                      <w:szCs w:val="25"/>
                                    </w:rPr>
                                    <w:t xml:space="preserve"> </w:t>
                                  </w:r>
                                  <w:r>
                                    <w:rPr>
                                      <w:rFonts w:ascii="Georgia" w:eastAsia="Georgia" w:hAnsi="Georgia" w:cs="Georgia"/>
                                      <w:color w:val="177C3E"/>
                                      <w:sz w:val="25"/>
                                      <w:szCs w:val="25"/>
                                    </w:rPr>
                                    <w:t>small</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amo</w:t>
                                  </w:r>
                                  <w:r>
                                    <w:rPr>
                                      <w:rFonts w:ascii="Georgia" w:eastAsia="Georgia" w:hAnsi="Georgia" w:cs="Georgia"/>
                                      <w:color w:val="177C3E"/>
                                      <w:spacing w:val="1"/>
                                      <w:sz w:val="25"/>
                                      <w:szCs w:val="25"/>
                                    </w:rPr>
                                    <w:t>u</w:t>
                                  </w:r>
                                  <w:r>
                                    <w:rPr>
                                      <w:rFonts w:ascii="Georgia" w:eastAsia="Georgia" w:hAnsi="Georgia" w:cs="Georgia"/>
                                      <w:color w:val="177C3E"/>
                                      <w:sz w:val="25"/>
                                      <w:szCs w:val="25"/>
                                    </w:rPr>
                                    <w:t>nt</w:t>
                                  </w:r>
                                  <w:r>
                                    <w:rPr>
                                      <w:rFonts w:ascii="Georgia" w:eastAsia="Georgia" w:hAnsi="Georgia" w:cs="Georgia"/>
                                      <w:color w:val="177C3E"/>
                                      <w:spacing w:val="-9"/>
                                      <w:sz w:val="25"/>
                                      <w:szCs w:val="25"/>
                                    </w:rPr>
                                    <w:t xml:space="preserve"> </w:t>
                                  </w:r>
                                  <w:r>
                                    <w:rPr>
                                      <w:rFonts w:ascii="Georgia" w:eastAsia="Georgia" w:hAnsi="Georgia" w:cs="Georgia"/>
                                      <w:color w:val="177C3E"/>
                                      <w:sz w:val="25"/>
                                      <w:szCs w:val="25"/>
                                    </w:rPr>
                                    <w:t>evenly</w:t>
                                  </w:r>
                                  <w:r>
                                    <w:rPr>
                                      <w:rFonts w:ascii="Georgia" w:eastAsia="Georgia" w:hAnsi="Georgia" w:cs="Georgia"/>
                                      <w:color w:val="177C3E"/>
                                      <w:spacing w:val="-7"/>
                                      <w:sz w:val="25"/>
                                      <w:szCs w:val="25"/>
                                    </w:rPr>
                                    <w:t xml:space="preserve"> </w:t>
                                  </w:r>
                                  <w:r>
                                    <w:rPr>
                                      <w:rFonts w:ascii="Georgia" w:eastAsia="Georgia" w:hAnsi="Georgia" w:cs="Georgia"/>
                                      <w:color w:val="177C3E"/>
                                      <w:sz w:val="25"/>
                                      <w:szCs w:val="25"/>
                                    </w:rPr>
                                    <w:t>to</w:t>
                                  </w:r>
                                  <w:r>
                                    <w:rPr>
                                      <w:rFonts w:ascii="Georgia" w:eastAsia="Georgia" w:hAnsi="Georgia" w:cs="Georgia"/>
                                      <w:color w:val="177C3E"/>
                                      <w:spacing w:val="-2"/>
                                      <w:sz w:val="25"/>
                                      <w:szCs w:val="25"/>
                                    </w:rPr>
                                    <w:t xml:space="preserve"> </w:t>
                                  </w:r>
                                  <w:r>
                                    <w:rPr>
                                      <w:rFonts w:ascii="Georgia" w:eastAsia="Georgia" w:hAnsi="Georgia" w:cs="Georgia"/>
                                      <w:color w:val="177C3E"/>
                                      <w:spacing w:val="1"/>
                                      <w:sz w:val="25"/>
                                      <w:szCs w:val="25"/>
                                    </w:rPr>
                                    <w:t>e</w:t>
                                  </w:r>
                                  <w:r>
                                    <w:rPr>
                                      <w:rFonts w:ascii="Georgia" w:eastAsia="Georgia" w:hAnsi="Georgia" w:cs="Georgia"/>
                                      <w:color w:val="177C3E"/>
                                      <w:sz w:val="25"/>
                                      <w:szCs w:val="25"/>
                                    </w:rPr>
                                    <w:t>ntire face.</w:t>
                                  </w:r>
                                  <w:r w:rsidR="00F85EFC">
                                    <w:rPr>
                                      <w:rFonts w:ascii="Georgia" w:eastAsia="Georgia" w:hAnsi="Georgia" w:cs="Georgia"/>
                                      <w:color w:val="177C3E"/>
                                      <w:sz w:val="25"/>
                                      <w:szCs w:val="25"/>
                                    </w:rPr>
                                    <w:t xml:space="preserve"> </w:t>
                                  </w:r>
                                  <w:r>
                                    <w:rPr>
                                      <w:rFonts w:ascii="Georgia" w:eastAsia="Georgia" w:hAnsi="Georgia" w:cs="Georgia"/>
                                      <w:color w:val="177C3E"/>
                                      <w:sz w:val="25"/>
                                      <w:szCs w:val="25"/>
                                    </w:rPr>
                                    <w:t>Avoid</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eyelids</w:t>
                                  </w:r>
                                  <w:r>
                                    <w:rPr>
                                      <w:rFonts w:ascii="Georgia" w:eastAsia="Georgia" w:hAnsi="Georgia" w:cs="Georgia"/>
                                      <w:color w:val="177C3E"/>
                                      <w:spacing w:val="-8"/>
                                      <w:sz w:val="25"/>
                                      <w:szCs w:val="25"/>
                                    </w:rPr>
                                    <w:t xml:space="preserve"> </w:t>
                                  </w:r>
                                  <w:r>
                                    <w:rPr>
                                      <w:rFonts w:ascii="Georgia" w:eastAsia="Georgia" w:hAnsi="Georgia" w:cs="Georgia"/>
                                      <w:color w:val="177C3E"/>
                                      <w:sz w:val="25"/>
                                      <w:szCs w:val="25"/>
                                    </w:rPr>
                                    <w:t>and</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mouth.</w:t>
                                  </w:r>
                                </w:p>
                              </w:tc>
                            </w:tr>
                            <w:tr w:rsidR="00927008">
                              <w:trPr>
                                <w:trHeight w:hRule="exact" w:val="1270"/>
                              </w:trPr>
                              <w:tc>
                                <w:tcPr>
                                  <w:tcW w:w="1568" w:type="dxa"/>
                                  <w:tcBorders>
                                    <w:top w:val="single" w:sz="8" w:space="0" w:color="FFFFFF"/>
                                    <w:left w:val="single" w:sz="22" w:space="0" w:color="82BB83"/>
                                    <w:bottom w:val="single" w:sz="8" w:space="0" w:color="FFFFFF"/>
                                    <w:right w:val="single" w:sz="8" w:space="0" w:color="FFFFFF"/>
                                  </w:tcBorders>
                                  <w:shd w:val="clear" w:color="auto" w:fill="EAF3E9"/>
                                </w:tcPr>
                                <w:p w:rsidR="00927008" w:rsidRDefault="00927008">
                                  <w:pPr>
                                    <w:spacing w:before="56"/>
                                    <w:ind w:left="55" w:right="-20"/>
                                    <w:rPr>
                                      <w:rFonts w:ascii="Georgia" w:eastAsia="Georgia" w:hAnsi="Georgia" w:cs="Georgia"/>
                                    </w:rPr>
                                  </w:pPr>
                                  <w:r>
                                    <w:rPr>
                                      <w:rFonts w:ascii="Georgia" w:eastAsia="Georgia" w:hAnsi="Georgia" w:cs="Georgia"/>
                                      <w:b/>
                                      <w:bCs/>
                                      <w:color w:val="177C3E"/>
                                    </w:rPr>
                                    <w:t>Remo</w:t>
                                  </w:r>
                                  <w:r>
                                    <w:rPr>
                                      <w:rFonts w:ascii="Georgia" w:eastAsia="Georgia" w:hAnsi="Georgia" w:cs="Georgia"/>
                                      <w:b/>
                                      <w:bCs/>
                                      <w:color w:val="177C3E"/>
                                      <w:spacing w:val="1"/>
                                    </w:rPr>
                                    <w:t>v</w:t>
                                  </w:r>
                                  <w:r>
                                    <w:rPr>
                                      <w:rFonts w:ascii="Georgia" w:eastAsia="Georgia" w:hAnsi="Georgia" w:cs="Georgia"/>
                                      <w:b/>
                                      <w:bCs/>
                                      <w:color w:val="177C3E"/>
                                    </w:rPr>
                                    <w:t>e</w:t>
                                  </w:r>
                                </w:p>
                              </w:tc>
                              <w:tc>
                                <w:tcPr>
                                  <w:tcW w:w="4871" w:type="dxa"/>
                                  <w:tcBorders>
                                    <w:top w:val="single" w:sz="8" w:space="0" w:color="FFFFFF"/>
                                    <w:left w:val="single" w:sz="8" w:space="0" w:color="FFFFFF"/>
                                    <w:bottom w:val="single" w:sz="8" w:space="0" w:color="FFFFFF"/>
                                    <w:right w:val="single" w:sz="22" w:space="0" w:color="82BB83"/>
                                  </w:tcBorders>
                                  <w:shd w:val="clear" w:color="auto" w:fill="EAF3E9"/>
                                </w:tcPr>
                                <w:p w:rsidR="00927008" w:rsidRDefault="00927008">
                                  <w:pPr>
                                    <w:spacing w:before="53" w:line="298" w:lineRule="auto"/>
                                    <w:ind w:left="57" w:right="86"/>
                                    <w:rPr>
                                      <w:rFonts w:ascii="Georgia" w:eastAsia="Georgia" w:hAnsi="Georgia" w:cs="Georgia"/>
                                      <w:sz w:val="25"/>
                                      <w:szCs w:val="25"/>
                                    </w:rPr>
                                  </w:pPr>
                                  <w:r>
                                    <w:rPr>
                                      <w:rFonts w:ascii="Georgia" w:eastAsia="Georgia" w:hAnsi="Georgia" w:cs="Georgia"/>
                                      <w:color w:val="177C3E"/>
                                      <w:sz w:val="25"/>
                                      <w:szCs w:val="25"/>
                                    </w:rPr>
                                    <w:t>Apply</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a</w:t>
                                  </w:r>
                                  <w:r>
                                    <w:rPr>
                                      <w:rFonts w:ascii="Georgia" w:eastAsia="Georgia" w:hAnsi="Georgia" w:cs="Georgia"/>
                                      <w:color w:val="177C3E"/>
                                      <w:spacing w:val="-1"/>
                                      <w:sz w:val="25"/>
                                      <w:szCs w:val="25"/>
                                    </w:rPr>
                                    <w:t xml:space="preserve"> </w:t>
                                  </w:r>
                                  <w:r>
                                    <w:rPr>
                                      <w:rFonts w:ascii="Georgia" w:eastAsia="Georgia" w:hAnsi="Georgia" w:cs="Georgia"/>
                                      <w:color w:val="177C3E"/>
                                      <w:spacing w:val="1"/>
                                      <w:sz w:val="25"/>
                                      <w:szCs w:val="25"/>
                                    </w:rPr>
                                    <w:t>pe</w:t>
                                  </w:r>
                                  <w:r>
                                    <w:rPr>
                                      <w:rFonts w:ascii="Georgia" w:eastAsia="Georgia" w:hAnsi="Georgia" w:cs="Georgia"/>
                                      <w:color w:val="177C3E"/>
                                      <w:sz w:val="25"/>
                                      <w:szCs w:val="25"/>
                                    </w:rPr>
                                    <w:t>a</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size</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am</w:t>
                                  </w:r>
                                  <w:r>
                                    <w:rPr>
                                      <w:rFonts w:ascii="Georgia" w:eastAsia="Georgia" w:hAnsi="Georgia" w:cs="Georgia"/>
                                      <w:color w:val="177C3E"/>
                                      <w:spacing w:val="2"/>
                                      <w:sz w:val="25"/>
                                      <w:szCs w:val="25"/>
                                    </w:rPr>
                                    <w:t>o</w:t>
                                  </w:r>
                                  <w:r>
                                    <w:rPr>
                                      <w:rFonts w:ascii="Georgia" w:eastAsia="Georgia" w:hAnsi="Georgia" w:cs="Georgia"/>
                                      <w:color w:val="177C3E"/>
                                      <w:sz w:val="25"/>
                                      <w:szCs w:val="25"/>
                                    </w:rPr>
                                    <w:t>unt</w:t>
                                  </w:r>
                                  <w:r>
                                    <w:rPr>
                                      <w:rFonts w:ascii="Georgia" w:eastAsia="Georgia" w:hAnsi="Georgia" w:cs="Georgia"/>
                                      <w:color w:val="177C3E"/>
                                      <w:spacing w:val="-9"/>
                                      <w:sz w:val="25"/>
                                      <w:szCs w:val="25"/>
                                    </w:rPr>
                                    <w:t xml:space="preserve"> </w:t>
                                  </w:r>
                                  <w:r>
                                    <w:rPr>
                                      <w:rFonts w:ascii="Georgia" w:eastAsia="Georgia" w:hAnsi="Georgia" w:cs="Georgia"/>
                                      <w:color w:val="177C3E"/>
                                      <w:sz w:val="25"/>
                                      <w:szCs w:val="25"/>
                                    </w:rPr>
                                    <w:t>to</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the</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entire</w:t>
                                  </w:r>
                                  <w:r>
                                    <w:rPr>
                                      <w:rFonts w:ascii="Georgia" w:eastAsia="Georgia" w:hAnsi="Georgia" w:cs="Georgia"/>
                                      <w:color w:val="177C3E"/>
                                      <w:spacing w:val="-7"/>
                                      <w:sz w:val="25"/>
                                      <w:szCs w:val="25"/>
                                    </w:rPr>
                                    <w:t xml:space="preserve"> </w:t>
                                  </w:r>
                                  <w:r>
                                    <w:rPr>
                                      <w:rFonts w:ascii="Georgia" w:eastAsia="Georgia" w:hAnsi="Georgia" w:cs="Georgia"/>
                                      <w:color w:val="177C3E"/>
                                      <w:sz w:val="25"/>
                                      <w:szCs w:val="25"/>
                                    </w:rPr>
                                    <w:t>face. Mass</w:t>
                                  </w:r>
                                  <w:r>
                                    <w:rPr>
                                      <w:rFonts w:ascii="Georgia" w:eastAsia="Georgia" w:hAnsi="Georgia" w:cs="Georgia"/>
                                      <w:color w:val="177C3E"/>
                                      <w:spacing w:val="1"/>
                                      <w:sz w:val="25"/>
                                      <w:szCs w:val="25"/>
                                    </w:rPr>
                                    <w:t>a</w:t>
                                  </w:r>
                                  <w:r>
                                    <w:rPr>
                                      <w:rFonts w:ascii="Georgia" w:eastAsia="Georgia" w:hAnsi="Georgia" w:cs="Georgia"/>
                                      <w:color w:val="177C3E"/>
                                      <w:sz w:val="25"/>
                                      <w:szCs w:val="25"/>
                                    </w:rPr>
                                    <w:t>ge</w:t>
                                  </w:r>
                                  <w:r>
                                    <w:rPr>
                                      <w:rFonts w:ascii="Georgia" w:eastAsia="Georgia" w:hAnsi="Georgia" w:cs="Georgia"/>
                                      <w:color w:val="177C3E"/>
                                      <w:spacing w:val="-9"/>
                                      <w:sz w:val="25"/>
                                      <w:szCs w:val="25"/>
                                    </w:rPr>
                                    <w:t xml:space="preserve"> </w:t>
                                  </w:r>
                                  <w:r>
                                    <w:rPr>
                                      <w:rFonts w:ascii="Georgia" w:eastAsia="Georgia" w:hAnsi="Georgia" w:cs="Georgia"/>
                                      <w:color w:val="177C3E"/>
                                      <w:sz w:val="25"/>
                                      <w:szCs w:val="25"/>
                                    </w:rPr>
                                    <w:t>lightly</w:t>
                                  </w:r>
                                  <w:r>
                                    <w:rPr>
                                      <w:rFonts w:ascii="Georgia" w:eastAsia="Georgia" w:hAnsi="Georgia" w:cs="Georgia"/>
                                      <w:color w:val="177C3E"/>
                                      <w:spacing w:val="-7"/>
                                      <w:sz w:val="25"/>
                                      <w:szCs w:val="25"/>
                                    </w:rPr>
                                    <w:t xml:space="preserve"> </w:t>
                                  </w:r>
                                  <w:r>
                                    <w:rPr>
                                      <w:rFonts w:ascii="Georgia" w:eastAsia="Georgia" w:hAnsi="Georgia" w:cs="Georgia"/>
                                      <w:color w:val="177C3E"/>
                                      <w:sz w:val="25"/>
                                      <w:szCs w:val="25"/>
                                    </w:rPr>
                                    <w:t>i</w:t>
                                  </w:r>
                                  <w:r>
                                    <w:rPr>
                                      <w:rFonts w:ascii="Georgia" w:eastAsia="Georgia" w:hAnsi="Georgia" w:cs="Georgia"/>
                                      <w:color w:val="177C3E"/>
                                      <w:spacing w:val="1"/>
                                      <w:sz w:val="25"/>
                                      <w:szCs w:val="25"/>
                                    </w:rPr>
                                    <w:t>n</w:t>
                                  </w:r>
                                  <w:r>
                                    <w:rPr>
                                      <w:rFonts w:ascii="Georgia" w:eastAsia="Georgia" w:hAnsi="Georgia" w:cs="Georgia"/>
                                      <w:color w:val="177C3E"/>
                                      <w:sz w:val="25"/>
                                      <w:szCs w:val="25"/>
                                    </w:rPr>
                                    <w:t>to</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t</w:t>
                                  </w:r>
                                  <w:r>
                                    <w:rPr>
                                      <w:rFonts w:ascii="Georgia" w:eastAsia="Georgia" w:hAnsi="Georgia" w:cs="Georgia"/>
                                      <w:color w:val="177C3E"/>
                                      <w:spacing w:val="-1"/>
                                      <w:sz w:val="25"/>
                                      <w:szCs w:val="25"/>
                                    </w:rPr>
                                    <w:t>h</w:t>
                                  </w:r>
                                  <w:r>
                                    <w:rPr>
                                      <w:rFonts w:ascii="Georgia" w:eastAsia="Georgia" w:hAnsi="Georgia" w:cs="Georgia"/>
                                      <w:color w:val="177C3E"/>
                                      <w:sz w:val="25"/>
                                      <w:szCs w:val="25"/>
                                    </w:rPr>
                                    <w:t>e</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skin</w:t>
                                  </w:r>
                                  <w:r>
                                    <w:rPr>
                                      <w:rFonts w:ascii="Georgia" w:eastAsia="Georgia" w:hAnsi="Georgia" w:cs="Georgia"/>
                                      <w:color w:val="177C3E"/>
                                      <w:spacing w:val="-5"/>
                                      <w:sz w:val="25"/>
                                      <w:szCs w:val="25"/>
                                    </w:rPr>
                                    <w:t xml:space="preserve"> </w:t>
                                  </w:r>
                                  <w:r>
                                    <w:rPr>
                                      <w:rFonts w:ascii="Georgia" w:eastAsia="Georgia" w:hAnsi="Georgia" w:cs="Georgia"/>
                                      <w:color w:val="177C3E"/>
                                      <w:sz w:val="25"/>
                                      <w:szCs w:val="25"/>
                                    </w:rPr>
                                    <w:t>avoiding</w:t>
                                  </w:r>
                                  <w:r>
                                    <w:rPr>
                                      <w:rFonts w:ascii="Georgia" w:eastAsia="Georgia" w:hAnsi="Georgia" w:cs="Georgia"/>
                                      <w:color w:val="177C3E"/>
                                      <w:spacing w:val="-9"/>
                                      <w:sz w:val="25"/>
                                      <w:szCs w:val="25"/>
                                    </w:rPr>
                                    <w:t xml:space="preserve"> </w:t>
                                  </w:r>
                                  <w:r>
                                    <w:rPr>
                                      <w:rFonts w:ascii="Georgia" w:eastAsia="Georgia" w:hAnsi="Georgia" w:cs="Georgia"/>
                                      <w:color w:val="177C3E"/>
                                      <w:sz w:val="25"/>
                                      <w:szCs w:val="25"/>
                                    </w:rPr>
                                    <w:t>the eyelids.</w:t>
                                  </w:r>
                                </w:p>
                              </w:tc>
                            </w:tr>
                            <w:tr w:rsidR="00927008">
                              <w:trPr>
                                <w:trHeight w:hRule="exact" w:val="1270"/>
                              </w:trPr>
                              <w:tc>
                                <w:tcPr>
                                  <w:tcW w:w="1568" w:type="dxa"/>
                                  <w:tcBorders>
                                    <w:top w:val="single" w:sz="8" w:space="0" w:color="FFFFFF"/>
                                    <w:left w:val="single" w:sz="22" w:space="0" w:color="82BB83"/>
                                    <w:bottom w:val="single" w:sz="8" w:space="0" w:color="FFFFFF"/>
                                    <w:right w:val="single" w:sz="8" w:space="0" w:color="FFFFFF"/>
                                  </w:tcBorders>
                                  <w:shd w:val="clear" w:color="auto" w:fill="F4F8F4"/>
                                </w:tcPr>
                                <w:p w:rsidR="00927008" w:rsidRDefault="00927008">
                                  <w:pPr>
                                    <w:spacing w:before="56"/>
                                    <w:ind w:left="55" w:right="-20"/>
                                    <w:rPr>
                                      <w:rFonts w:ascii="Georgia" w:eastAsia="Georgia" w:hAnsi="Georgia" w:cs="Georgia"/>
                                    </w:rPr>
                                  </w:pPr>
                                  <w:r>
                                    <w:rPr>
                                      <w:rFonts w:ascii="Georgia" w:eastAsia="Georgia" w:hAnsi="Georgia" w:cs="Georgia"/>
                                      <w:b/>
                                      <w:bCs/>
                                      <w:color w:val="177C3E"/>
                                    </w:rPr>
                                    <w:t>Restrict</w:t>
                                  </w:r>
                                </w:p>
                              </w:tc>
                              <w:tc>
                                <w:tcPr>
                                  <w:tcW w:w="4871" w:type="dxa"/>
                                  <w:tcBorders>
                                    <w:top w:val="single" w:sz="8" w:space="0" w:color="FFFFFF"/>
                                    <w:left w:val="single" w:sz="8" w:space="0" w:color="FFFFFF"/>
                                    <w:bottom w:val="single" w:sz="8" w:space="0" w:color="FFFFFF"/>
                                    <w:right w:val="single" w:sz="22" w:space="0" w:color="82BB83"/>
                                  </w:tcBorders>
                                  <w:shd w:val="clear" w:color="auto" w:fill="F4F8F4"/>
                                </w:tcPr>
                                <w:p w:rsidR="00927008" w:rsidRDefault="00927008">
                                  <w:pPr>
                                    <w:spacing w:before="53" w:line="298" w:lineRule="auto"/>
                                    <w:ind w:left="57" w:right="213"/>
                                    <w:rPr>
                                      <w:rFonts w:ascii="Georgia" w:eastAsia="Georgia" w:hAnsi="Georgia" w:cs="Georgia"/>
                                      <w:sz w:val="25"/>
                                      <w:szCs w:val="25"/>
                                    </w:rPr>
                                  </w:pPr>
                                  <w:r>
                                    <w:rPr>
                                      <w:rFonts w:ascii="Georgia" w:eastAsia="Georgia" w:hAnsi="Georgia" w:cs="Georgia"/>
                                      <w:color w:val="177C3E"/>
                                      <w:sz w:val="25"/>
                                      <w:szCs w:val="25"/>
                                    </w:rPr>
                                    <w:t>Apply</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libe</w:t>
                                  </w:r>
                                  <w:r>
                                    <w:rPr>
                                      <w:rFonts w:ascii="Georgia" w:eastAsia="Georgia" w:hAnsi="Georgia" w:cs="Georgia"/>
                                      <w:color w:val="177C3E"/>
                                      <w:spacing w:val="1"/>
                                      <w:sz w:val="25"/>
                                      <w:szCs w:val="25"/>
                                    </w:rPr>
                                    <w:t>r</w:t>
                                  </w:r>
                                  <w:r>
                                    <w:rPr>
                                      <w:rFonts w:ascii="Georgia" w:eastAsia="Georgia" w:hAnsi="Georgia" w:cs="Georgia"/>
                                      <w:color w:val="177C3E"/>
                                      <w:sz w:val="25"/>
                                      <w:szCs w:val="25"/>
                                    </w:rPr>
                                    <w:t>ally</w:t>
                                  </w:r>
                                  <w:r>
                                    <w:rPr>
                                      <w:rFonts w:ascii="Georgia" w:eastAsia="Georgia" w:hAnsi="Georgia" w:cs="Georgia"/>
                                      <w:color w:val="177C3E"/>
                                      <w:spacing w:val="-9"/>
                                      <w:sz w:val="25"/>
                                      <w:szCs w:val="25"/>
                                    </w:rPr>
                                    <w:t xml:space="preserve"> </w:t>
                                  </w:r>
                                  <w:r>
                                    <w:rPr>
                                      <w:rFonts w:ascii="Georgia" w:eastAsia="Georgia" w:hAnsi="Georgia" w:cs="Georgia"/>
                                      <w:color w:val="177C3E"/>
                                      <w:sz w:val="25"/>
                                      <w:szCs w:val="25"/>
                                    </w:rPr>
                                    <w:t>to</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the</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entire</w:t>
                                  </w:r>
                                  <w:r>
                                    <w:rPr>
                                      <w:rFonts w:ascii="Georgia" w:eastAsia="Georgia" w:hAnsi="Georgia" w:cs="Georgia"/>
                                      <w:color w:val="177C3E"/>
                                      <w:spacing w:val="-7"/>
                                      <w:sz w:val="25"/>
                                      <w:szCs w:val="25"/>
                                    </w:rPr>
                                    <w:t xml:space="preserve"> </w:t>
                                  </w:r>
                                  <w:r>
                                    <w:rPr>
                                      <w:rFonts w:ascii="Georgia" w:eastAsia="Georgia" w:hAnsi="Georgia" w:cs="Georgia"/>
                                      <w:color w:val="177C3E"/>
                                      <w:sz w:val="25"/>
                                      <w:szCs w:val="25"/>
                                    </w:rPr>
                                    <w:t>face</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before mak</w:t>
                                  </w:r>
                                  <w:r>
                                    <w:rPr>
                                      <w:rFonts w:ascii="Georgia" w:eastAsia="Georgia" w:hAnsi="Georgia" w:cs="Georgia"/>
                                      <w:color w:val="177C3E"/>
                                      <w:spacing w:val="1"/>
                                      <w:sz w:val="25"/>
                                      <w:szCs w:val="25"/>
                                    </w:rPr>
                                    <w:t>e</w:t>
                                  </w:r>
                                  <w:r>
                                    <w:rPr>
                                      <w:rFonts w:ascii="Georgia" w:eastAsia="Georgia" w:hAnsi="Georgia" w:cs="Georgia"/>
                                      <w:color w:val="177C3E"/>
                                      <w:sz w:val="25"/>
                                      <w:szCs w:val="25"/>
                                    </w:rPr>
                                    <w:t>up</w:t>
                                  </w:r>
                                  <w:r>
                                    <w:rPr>
                                      <w:rFonts w:ascii="Georgia" w:eastAsia="Georgia" w:hAnsi="Georgia" w:cs="Georgia"/>
                                      <w:color w:val="177C3E"/>
                                      <w:spacing w:val="-9"/>
                                      <w:sz w:val="25"/>
                                      <w:szCs w:val="25"/>
                                    </w:rPr>
                                    <w:t xml:space="preserve"> </w:t>
                                  </w:r>
                                  <w:r>
                                    <w:rPr>
                                      <w:rFonts w:ascii="Georgia" w:eastAsia="Georgia" w:hAnsi="Georgia" w:cs="Georgia"/>
                                      <w:color w:val="177C3E"/>
                                      <w:sz w:val="25"/>
                                      <w:szCs w:val="25"/>
                                    </w:rPr>
                                    <w:t>and</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15</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m</w:t>
                                  </w:r>
                                  <w:r>
                                    <w:rPr>
                                      <w:rFonts w:ascii="Georgia" w:eastAsia="Georgia" w:hAnsi="Georgia" w:cs="Georgia"/>
                                      <w:color w:val="177C3E"/>
                                      <w:spacing w:val="2"/>
                                      <w:sz w:val="25"/>
                                      <w:szCs w:val="25"/>
                                    </w:rPr>
                                    <w:t>i</w:t>
                                  </w:r>
                                  <w:r>
                                    <w:rPr>
                                      <w:rFonts w:ascii="Georgia" w:eastAsia="Georgia" w:hAnsi="Georgia" w:cs="Georgia"/>
                                      <w:color w:val="177C3E"/>
                                      <w:sz w:val="25"/>
                                      <w:szCs w:val="25"/>
                                    </w:rPr>
                                    <w:t>nut</w:t>
                                  </w:r>
                                  <w:r>
                                    <w:rPr>
                                      <w:rFonts w:ascii="Georgia" w:eastAsia="Georgia" w:hAnsi="Georgia" w:cs="Georgia"/>
                                      <w:color w:val="177C3E"/>
                                      <w:spacing w:val="-1"/>
                                      <w:sz w:val="25"/>
                                      <w:szCs w:val="25"/>
                                    </w:rPr>
                                    <w:t>e</w:t>
                                  </w:r>
                                  <w:r>
                                    <w:rPr>
                                      <w:rFonts w:ascii="Georgia" w:eastAsia="Georgia" w:hAnsi="Georgia" w:cs="Georgia"/>
                                      <w:color w:val="177C3E"/>
                                      <w:sz w:val="25"/>
                                      <w:szCs w:val="25"/>
                                    </w:rPr>
                                    <w:t>s</w:t>
                                  </w:r>
                                  <w:r>
                                    <w:rPr>
                                      <w:rFonts w:ascii="Georgia" w:eastAsia="Georgia" w:hAnsi="Georgia" w:cs="Georgia"/>
                                      <w:color w:val="177C3E"/>
                                      <w:spacing w:val="-9"/>
                                      <w:sz w:val="25"/>
                                      <w:szCs w:val="25"/>
                                    </w:rPr>
                                    <w:t xml:space="preserve"> </w:t>
                                  </w:r>
                                  <w:r>
                                    <w:rPr>
                                      <w:rFonts w:ascii="Georgia" w:eastAsia="Georgia" w:hAnsi="Georgia" w:cs="Georgia"/>
                                      <w:color w:val="177C3E"/>
                                      <w:sz w:val="25"/>
                                      <w:szCs w:val="25"/>
                                    </w:rPr>
                                    <w:t>before</w:t>
                                  </w:r>
                                  <w:r>
                                    <w:rPr>
                                      <w:rFonts w:ascii="Georgia" w:eastAsia="Georgia" w:hAnsi="Georgia" w:cs="Georgia"/>
                                      <w:color w:val="177C3E"/>
                                      <w:spacing w:val="-7"/>
                                      <w:sz w:val="25"/>
                                      <w:szCs w:val="25"/>
                                    </w:rPr>
                                    <w:t xml:space="preserve"> </w:t>
                                  </w:r>
                                  <w:r>
                                    <w:rPr>
                                      <w:rFonts w:ascii="Georgia" w:eastAsia="Georgia" w:hAnsi="Georgia" w:cs="Georgia"/>
                                      <w:color w:val="177C3E"/>
                                      <w:sz w:val="25"/>
                                      <w:szCs w:val="25"/>
                                    </w:rPr>
                                    <w:t>sun</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expo- sure.</w:t>
                                  </w:r>
                                  <w:r>
                                    <w:rPr>
                                      <w:rFonts w:ascii="Georgia" w:eastAsia="Georgia" w:hAnsi="Georgia" w:cs="Georgia"/>
                                      <w:color w:val="177C3E"/>
                                      <w:spacing w:val="-5"/>
                                      <w:sz w:val="25"/>
                                      <w:szCs w:val="25"/>
                                    </w:rPr>
                                    <w:t xml:space="preserve"> </w:t>
                                  </w:r>
                                  <w:r>
                                    <w:rPr>
                                      <w:rFonts w:ascii="Georgia" w:eastAsia="Georgia" w:hAnsi="Georgia" w:cs="Georgia"/>
                                      <w:color w:val="177C3E"/>
                                      <w:sz w:val="25"/>
                                      <w:szCs w:val="25"/>
                                    </w:rPr>
                                    <w:t>Reapply</w:t>
                                  </w:r>
                                  <w:r>
                                    <w:rPr>
                                      <w:rFonts w:ascii="Georgia" w:eastAsia="Georgia" w:hAnsi="Georgia" w:cs="Georgia"/>
                                      <w:color w:val="177C3E"/>
                                      <w:spacing w:val="-9"/>
                                      <w:sz w:val="25"/>
                                      <w:szCs w:val="25"/>
                                    </w:rPr>
                                    <w:t xml:space="preserve"> </w:t>
                                  </w:r>
                                  <w:r>
                                    <w:rPr>
                                      <w:rFonts w:ascii="Georgia" w:eastAsia="Georgia" w:hAnsi="Georgia" w:cs="Georgia"/>
                                      <w:color w:val="177C3E"/>
                                      <w:sz w:val="25"/>
                                      <w:szCs w:val="25"/>
                                    </w:rPr>
                                    <w:t>as</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needed.</w:t>
                                  </w:r>
                                </w:p>
                              </w:tc>
                            </w:tr>
                            <w:tr w:rsidR="00927008">
                              <w:trPr>
                                <w:trHeight w:hRule="exact" w:val="1274"/>
                              </w:trPr>
                              <w:tc>
                                <w:tcPr>
                                  <w:tcW w:w="1568" w:type="dxa"/>
                                  <w:tcBorders>
                                    <w:top w:val="single" w:sz="8" w:space="0" w:color="FFFFFF"/>
                                    <w:left w:val="single" w:sz="22" w:space="0" w:color="82BB83"/>
                                    <w:bottom w:val="single" w:sz="8" w:space="0" w:color="FFFFFF"/>
                                    <w:right w:val="single" w:sz="8" w:space="0" w:color="FFFFFF"/>
                                  </w:tcBorders>
                                  <w:shd w:val="clear" w:color="auto" w:fill="EAF3E9"/>
                                </w:tcPr>
                                <w:p w:rsidR="00927008" w:rsidRDefault="00927008">
                                  <w:pPr>
                                    <w:spacing w:before="57"/>
                                    <w:ind w:left="55" w:right="-20"/>
                                    <w:rPr>
                                      <w:rFonts w:ascii="Georgia" w:eastAsia="Georgia" w:hAnsi="Georgia" w:cs="Georgia"/>
                                    </w:rPr>
                                  </w:pPr>
                                  <w:r>
                                    <w:rPr>
                                      <w:rFonts w:ascii="Georgia" w:eastAsia="Georgia" w:hAnsi="Georgia" w:cs="Georgia"/>
                                      <w:b/>
                                      <w:bCs/>
                                      <w:color w:val="177C3E"/>
                                    </w:rPr>
                                    <w:t>Renew</w:t>
                                  </w:r>
                                </w:p>
                              </w:tc>
                              <w:tc>
                                <w:tcPr>
                                  <w:tcW w:w="4871" w:type="dxa"/>
                                  <w:tcBorders>
                                    <w:top w:val="single" w:sz="8" w:space="0" w:color="FFFFFF"/>
                                    <w:left w:val="single" w:sz="8" w:space="0" w:color="FFFFFF"/>
                                    <w:bottom w:val="single" w:sz="8" w:space="0" w:color="FFFFFF"/>
                                    <w:right w:val="single" w:sz="22" w:space="0" w:color="82BB83"/>
                                  </w:tcBorders>
                                  <w:shd w:val="clear" w:color="auto" w:fill="EAF3E9"/>
                                </w:tcPr>
                                <w:p w:rsidR="00927008" w:rsidRDefault="00927008">
                                  <w:pPr>
                                    <w:spacing w:before="54" w:line="298" w:lineRule="auto"/>
                                    <w:ind w:left="57" w:right="60"/>
                                    <w:rPr>
                                      <w:rFonts w:ascii="Georgia" w:eastAsia="Georgia" w:hAnsi="Georgia" w:cs="Georgia"/>
                                      <w:sz w:val="25"/>
                                      <w:szCs w:val="25"/>
                                    </w:rPr>
                                  </w:pPr>
                                  <w:r>
                                    <w:rPr>
                                      <w:rFonts w:ascii="Georgia" w:eastAsia="Georgia" w:hAnsi="Georgia" w:cs="Georgia"/>
                                      <w:color w:val="177C3E"/>
                                      <w:sz w:val="25"/>
                                      <w:szCs w:val="25"/>
                                    </w:rPr>
                                    <w:t>Apply</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a</w:t>
                                  </w:r>
                                  <w:r>
                                    <w:rPr>
                                      <w:rFonts w:ascii="Georgia" w:eastAsia="Georgia" w:hAnsi="Georgia" w:cs="Georgia"/>
                                      <w:color w:val="177C3E"/>
                                      <w:spacing w:val="-1"/>
                                      <w:sz w:val="25"/>
                                      <w:szCs w:val="25"/>
                                    </w:rPr>
                                    <w:t xml:space="preserve"> </w:t>
                                  </w:r>
                                  <w:r>
                                    <w:rPr>
                                      <w:rFonts w:ascii="Georgia" w:eastAsia="Georgia" w:hAnsi="Georgia" w:cs="Georgia"/>
                                      <w:color w:val="177C3E"/>
                                      <w:sz w:val="25"/>
                                      <w:szCs w:val="25"/>
                                    </w:rPr>
                                    <w:t>small</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amo</w:t>
                                  </w:r>
                                  <w:r>
                                    <w:rPr>
                                      <w:rFonts w:ascii="Georgia" w:eastAsia="Georgia" w:hAnsi="Georgia" w:cs="Georgia"/>
                                      <w:color w:val="177C3E"/>
                                      <w:spacing w:val="1"/>
                                      <w:sz w:val="25"/>
                                      <w:szCs w:val="25"/>
                                    </w:rPr>
                                    <w:t>u</w:t>
                                  </w:r>
                                  <w:r>
                                    <w:rPr>
                                      <w:rFonts w:ascii="Georgia" w:eastAsia="Georgia" w:hAnsi="Georgia" w:cs="Georgia"/>
                                      <w:color w:val="177C3E"/>
                                      <w:sz w:val="25"/>
                                      <w:szCs w:val="25"/>
                                    </w:rPr>
                                    <w:t>nt</w:t>
                                  </w:r>
                                  <w:r>
                                    <w:rPr>
                                      <w:rFonts w:ascii="Georgia" w:eastAsia="Georgia" w:hAnsi="Georgia" w:cs="Georgia"/>
                                      <w:color w:val="177C3E"/>
                                      <w:spacing w:val="-9"/>
                                      <w:sz w:val="25"/>
                                      <w:szCs w:val="25"/>
                                    </w:rPr>
                                    <w:t xml:space="preserve"> </w:t>
                                  </w:r>
                                  <w:r>
                                    <w:rPr>
                                      <w:rFonts w:ascii="Georgia" w:eastAsia="Georgia" w:hAnsi="Georgia" w:cs="Georgia"/>
                                      <w:color w:val="177C3E"/>
                                      <w:sz w:val="25"/>
                                      <w:szCs w:val="25"/>
                                    </w:rPr>
                                    <w:t>to</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the</w:t>
                                  </w:r>
                                  <w:r>
                                    <w:rPr>
                                      <w:rFonts w:ascii="Georgia" w:eastAsia="Georgia" w:hAnsi="Georgia" w:cs="Georgia"/>
                                      <w:color w:val="177C3E"/>
                                      <w:spacing w:val="-4"/>
                                      <w:sz w:val="25"/>
                                      <w:szCs w:val="25"/>
                                    </w:rPr>
                                    <w:t xml:space="preserve"> </w:t>
                                  </w:r>
                                  <w:r>
                                    <w:rPr>
                                      <w:rFonts w:ascii="Georgia" w:eastAsia="Georgia" w:hAnsi="Georgia" w:cs="Georgia"/>
                                      <w:color w:val="177C3E"/>
                                      <w:spacing w:val="1"/>
                                      <w:sz w:val="25"/>
                                      <w:szCs w:val="25"/>
                                    </w:rPr>
                                    <w:t>e</w:t>
                                  </w:r>
                                  <w:r>
                                    <w:rPr>
                                      <w:rFonts w:ascii="Georgia" w:eastAsia="Georgia" w:hAnsi="Georgia" w:cs="Georgia"/>
                                      <w:color w:val="177C3E"/>
                                      <w:sz w:val="25"/>
                                      <w:szCs w:val="25"/>
                                    </w:rPr>
                                    <w:t>nt</w:t>
                                  </w:r>
                                  <w:r>
                                    <w:rPr>
                                      <w:rFonts w:ascii="Georgia" w:eastAsia="Georgia" w:hAnsi="Georgia" w:cs="Georgia"/>
                                      <w:color w:val="177C3E"/>
                                      <w:spacing w:val="2"/>
                                      <w:sz w:val="25"/>
                                      <w:szCs w:val="25"/>
                                    </w:rPr>
                                    <w:t>i</w:t>
                                  </w:r>
                                  <w:r>
                                    <w:rPr>
                                      <w:rFonts w:ascii="Georgia" w:eastAsia="Georgia" w:hAnsi="Georgia" w:cs="Georgia"/>
                                      <w:color w:val="177C3E"/>
                                      <w:sz w:val="25"/>
                                      <w:szCs w:val="25"/>
                                    </w:rPr>
                                    <w:t>re</w:t>
                                  </w:r>
                                  <w:r>
                                    <w:rPr>
                                      <w:rFonts w:ascii="Georgia" w:eastAsia="Georgia" w:hAnsi="Georgia" w:cs="Georgia"/>
                                      <w:color w:val="177C3E"/>
                                      <w:spacing w:val="-7"/>
                                      <w:sz w:val="25"/>
                                      <w:szCs w:val="25"/>
                                    </w:rPr>
                                    <w:t xml:space="preserve"> </w:t>
                                  </w:r>
                                  <w:r>
                                    <w:rPr>
                                      <w:rFonts w:ascii="Georgia" w:eastAsia="Georgia" w:hAnsi="Georgia" w:cs="Georgia"/>
                                      <w:color w:val="177C3E"/>
                                      <w:sz w:val="25"/>
                                      <w:szCs w:val="25"/>
                                    </w:rPr>
                                    <w:t>face. Avoid</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the</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eyelids</w:t>
                                  </w:r>
                                  <w:r>
                                    <w:rPr>
                                      <w:rFonts w:ascii="Georgia" w:eastAsia="Georgia" w:hAnsi="Georgia" w:cs="Georgia"/>
                                      <w:color w:val="177C3E"/>
                                      <w:spacing w:val="-8"/>
                                      <w:sz w:val="25"/>
                                      <w:szCs w:val="25"/>
                                    </w:rPr>
                                    <w:t xml:space="preserve"> </w:t>
                                  </w:r>
                                  <w:r>
                                    <w:rPr>
                                      <w:rFonts w:ascii="Georgia" w:eastAsia="Georgia" w:hAnsi="Georgia" w:cs="Georgia"/>
                                      <w:color w:val="177C3E"/>
                                      <w:sz w:val="25"/>
                                      <w:szCs w:val="25"/>
                                    </w:rPr>
                                    <w:t>and</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lips.</w:t>
                                  </w:r>
                                  <w:r>
                                    <w:rPr>
                                      <w:rFonts w:ascii="Georgia" w:eastAsia="Georgia" w:hAnsi="Georgia" w:cs="Georgia"/>
                                      <w:color w:val="177C3E"/>
                                      <w:spacing w:val="-5"/>
                                      <w:sz w:val="25"/>
                                      <w:szCs w:val="25"/>
                                    </w:rPr>
                                    <w:t xml:space="preserve"> </w:t>
                                  </w:r>
                                  <w:r>
                                    <w:rPr>
                                      <w:rFonts w:ascii="Georgia" w:eastAsia="Georgia" w:hAnsi="Georgia" w:cs="Georgia"/>
                                      <w:color w:val="177C3E"/>
                                      <w:sz w:val="25"/>
                                      <w:szCs w:val="25"/>
                                    </w:rPr>
                                    <w:t>Every</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other</w:t>
                                  </w:r>
                                  <w:r>
                                    <w:rPr>
                                      <w:rFonts w:ascii="Georgia" w:eastAsia="Georgia" w:hAnsi="Georgia" w:cs="Georgia"/>
                                      <w:color w:val="177C3E"/>
                                      <w:spacing w:val="-6"/>
                                      <w:sz w:val="25"/>
                                      <w:szCs w:val="25"/>
                                    </w:rPr>
                                    <w:t xml:space="preserve"> </w:t>
                                  </w:r>
                                  <w:r>
                                    <w:rPr>
                                      <w:rFonts w:ascii="Georgia" w:eastAsia="Georgia" w:hAnsi="Georgia" w:cs="Georgia"/>
                                      <w:color w:val="177C3E"/>
                                      <w:spacing w:val="1"/>
                                      <w:sz w:val="25"/>
                                      <w:szCs w:val="25"/>
                                    </w:rPr>
                                    <w:t>da</w:t>
                                  </w:r>
                                  <w:r>
                                    <w:rPr>
                                      <w:rFonts w:ascii="Georgia" w:eastAsia="Georgia" w:hAnsi="Georgia" w:cs="Georgia"/>
                                      <w:color w:val="177C3E"/>
                                      <w:sz w:val="25"/>
                                      <w:szCs w:val="25"/>
                                    </w:rPr>
                                    <w:t>y or</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less</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to</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sta</w:t>
                                  </w:r>
                                  <w:r>
                                    <w:rPr>
                                      <w:rFonts w:ascii="Georgia" w:eastAsia="Georgia" w:hAnsi="Georgia" w:cs="Georgia"/>
                                      <w:color w:val="177C3E"/>
                                      <w:spacing w:val="1"/>
                                      <w:sz w:val="25"/>
                                      <w:szCs w:val="25"/>
                                    </w:rPr>
                                    <w:t>r</w:t>
                                  </w:r>
                                  <w:r>
                                    <w:rPr>
                                      <w:rFonts w:ascii="Georgia" w:eastAsia="Georgia" w:hAnsi="Georgia" w:cs="Georgia"/>
                                      <w:color w:val="177C3E"/>
                                      <w:sz w:val="25"/>
                                      <w:szCs w:val="25"/>
                                    </w:rPr>
                                    <w:t>t,</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incre</w:t>
                                  </w:r>
                                  <w:r>
                                    <w:rPr>
                                      <w:rFonts w:ascii="Georgia" w:eastAsia="Georgia" w:hAnsi="Georgia" w:cs="Georgia"/>
                                      <w:color w:val="177C3E"/>
                                      <w:spacing w:val="1"/>
                                      <w:sz w:val="25"/>
                                      <w:szCs w:val="25"/>
                                    </w:rPr>
                                    <w:t>a</w:t>
                                  </w:r>
                                  <w:r>
                                    <w:rPr>
                                      <w:rFonts w:ascii="Georgia" w:eastAsia="Georgia" w:hAnsi="Georgia" w:cs="Georgia"/>
                                      <w:color w:val="177C3E"/>
                                      <w:sz w:val="25"/>
                                      <w:szCs w:val="25"/>
                                    </w:rPr>
                                    <w:t>se</w:t>
                                  </w:r>
                                  <w:r>
                                    <w:rPr>
                                      <w:rFonts w:ascii="Georgia" w:eastAsia="Georgia" w:hAnsi="Georgia" w:cs="Georgia"/>
                                      <w:color w:val="177C3E"/>
                                      <w:spacing w:val="-9"/>
                                      <w:sz w:val="25"/>
                                      <w:szCs w:val="25"/>
                                    </w:rPr>
                                    <w:t xml:space="preserve"> </w:t>
                                  </w:r>
                                  <w:r>
                                    <w:rPr>
                                      <w:rFonts w:ascii="Georgia" w:eastAsia="Georgia" w:hAnsi="Georgia" w:cs="Georgia"/>
                                      <w:color w:val="177C3E"/>
                                      <w:spacing w:val="1"/>
                                      <w:sz w:val="25"/>
                                      <w:szCs w:val="25"/>
                                    </w:rPr>
                                    <w:t>a</w:t>
                                  </w:r>
                                  <w:r>
                                    <w:rPr>
                                      <w:rFonts w:ascii="Georgia" w:eastAsia="Georgia" w:hAnsi="Georgia" w:cs="Georgia"/>
                                      <w:color w:val="177C3E"/>
                                      <w:sz w:val="25"/>
                                      <w:szCs w:val="25"/>
                                    </w:rPr>
                                    <w:t>s</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t</w:t>
                                  </w:r>
                                  <w:r>
                                    <w:rPr>
                                      <w:rFonts w:ascii="Georgia" w:eastAsia="Georgia" w:hAnsi="Georgia" w:cs="Georgia"/>
                                      <w:color w:val="177C3E"/>
                                      <w:spacing w:val="2"/>
                                      <w:sz w:val="25"/>
                                      <w:szCs w:val="25"/>
                                    </w:rPr>
                                    <w:t>o</w:t>
                                  </w:r>
                                  <w:r>
                                    <w:rPr>
                                      <w:rFonts w:ascii="Georgia" w:eastAsia="Georgia" w:hAnsi="Georgia" w:cs="Georgia"/>
                                      <w:color w:val="177C3E"/>
                                      <w:sz w:val="25"/>
                                      <w:szCs w:val="25"/>
                                    </w:rPr>
                                    <w:t>ler</w:t>
                                  </w:r>
                                  <w:r>
                                    <w:rPr>
                                      <w:rFonts w:ascii="Georgia" w:eastAsia="Georgia" w:hAnsi="Georgia" w:cs="Georgia"/>
                                      <w:color w:val="177C3E"/>
                                      <w:spacing w:val="1"/>
                                      <w:sz w:val="25"/>
                                      <w:szCs w:val="25"/>
                                    </w:rPr>
                                    <w:t>a</w:t>
                                  </w:r>
                                  <w:r>
                                    <w:rPr>
                                      <w:rFonts w:ascii="Georgia" w:eastAsia="Georgia" w:hAnsi="Georgia" w:cs="Georgia"/>
                                      <w:color w:val="177C3E"/>
                                      <w:sz w:val="25"/>
                                      <w:szCs w:val="25"/>
                                    </w:rPr>
                                    <w:t>ted.</w:t>
                                  </w:r>
                                </w:p>
                              </w:tc>
                            </w:tr>
                            <w:tr w:rsidR="00927008">
                              <w:trPr>
                                <w:trHeight w:hRule="exact" w:val="1882"/>
                              </w:trPr>
                              <w:tc>
                                <w:tcPr>
                                  <w:tcW w:w="1568" w:type="dxa"/>
                                  <w:tcBorders>
                                    <w:top w:val="single" w:sz="8" w:space="0" w:color="FFFFFF"/>
                                    <w:left w:val="single" w:sz="22" w:space="0" w:color="82BB83"/>
                                    <w:bottom w:val="single" w:sz="22" w:space="0" w:color="82BB83"/>
                                    <w:right w:val="single" w:sz="8" w:space="0" w:color="FFFFFF"/>
                                  </w:tcBorders>
                                  <w:shd w:val="clear" w:color="auto" w:fill="F4F8F4"/>
                                </w:tcPr>
                                <w:p w:rsidR="00927008" w:rsidRDefault="00927008">
                                  <w:pPr>
                                    <w:spacing w:before="56"/>
                                    <w:ind w:left="55" w:right="-20"/>
                                    <w:rPr>
                                      <w:rFonts w:ascii="Georgia" w:eastAsia="Georgia" w:hAnsi="Georgia" w:cs="Georgia"/>
                                    </w:rPr>
                                  </w:pPr>
                                  <w:r>
                                    <w:rPr>
                                      <w:rFonts w:ascii="Georgia" w:eastAsia="Georgia" w:hAnsi="Georgia" w:cs="Georgia"/>
                                      <w:b/>
                                      <w:bCs/>
                                      <w:color w:val="177C3E"/>
                                    </w:rPr>
                                    <w:t>**Rescue</w:t>
                                  </w:r>
                                </w:p>
                              </w:tc>
                              <w:tc>
                                <w:tcPr>
                                  <w:tcW w:w="4871" w:type="dxa"/>
                                  <w:tcBorders>
                                    <w:top w:val="single" w:sz="8" w:space="0" w:color="FFFFFF"/>
                                    <w:left w:val="single" w:sz="8" w:space="0" w:color="FFFFFF"/>
                                    <w:bottom w:val="single" w:sz="22" w:space="0" w:color="82BB83"/>
                                    <w:right w:val="single" w:sz="22" w:space="0" w:color="82BB83"/>
                                  </w:tcBorders>
                                  <w:shd w:val="clear" w:color="auto" w:fill="F4F8F4"/>
                                </w:tcPr>
                                <w:p w:rsidR="00927008" w:rsidRDefault="00927008">
                                  <w:pPr>
                                    <w:spacing w:before="53" w:line="298" w:lineRule="auto"/>
                                    <w:ind w:left="57" w:right="290"/>
                                    <w:rPr>
                                      <w:rFonts w:ascii="Georgia" w:eastAsia="Georgia" w:hAnsi="Georgia" w:cs="Georgia"/>
                                      <w:sz w:val="25"/>
                                      <w:szCs w:val="25"/>
                                    </w:rPr>
                                  </w:pPr>
                                  <w:r>
                                    <w:rPr>
                                      <w:rFonts w:ascii="Georgia" w:eastAsia="Georgia" w:hAnsi="Georgia" w:cs="Georgia"/>
                                      <w:color w:val="177C3E"/>
                                      <w:sz w:val="25"/>
                                      <w:szCs w:val="25"/>
                                    </w:rPr>
                                    <w:t>Use</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spari</w:t>
                                  </w:r>
                                  <w:r>
                                    <w:rPr>
                                      <w:rFonts w:ascii="Georgia" w:eastAsia="Georgia" w:hAnsi="Georgia" w:cs="Georgia"/>
                                      <w:color w:val="177C3E"/>
                                      <w:spacing w:val="1"/>
                                      <w:sz w:val="25"/>
                                      <w:szCs w:val="25"/>
                                    </w:rPr>
                                    <w:t>n</w:t>
                                  </w:r>
                                  <w:r>
                                    <w:rPr>
                                      <w:rFonts w:ascii="Georgia" w:eastAsia="Georgia" w:hAnsi="Georgia" w:cs="Georgia"/>
                                      <w:color w:val="177C3E"/>
                                      <w:sz w:val="25"/>
                                      <w:szCs w:val="25"/>
                                    </w:rPr>
                                    <w:t>gly</w:t>
                                  </w:r>
                                  <w:r>
                                    <w:rPr>
                                      <w:rFonts w:ascii="Georgia" w:eastAsia="Georgia" w:hAnsi="Georgia" w:cs="Georgia"/>
                                      <w:color w:val="177C3E"/>
                                      <w:spacing w:val="-10"/>
                                      <w:sz w:val="25"/>
                                      <w:szCs w:val="25"/>
                                    </w:rPr>
                                    <w:t xml:space="preserve"> </w:t>
                                  </w:r>
                                  <w:r>
                                    <w:rPr>
                                      <w:rFonts w:ascii="Georgia" w:eastAsia="Georgia" w:hAnsi="Georgia" w:cs="Georgia"/>
                                      <w:color w:val="177C3E"/>
                                      <w:sz w:val="25"/>
                                      <w:szCs w:val="25"/>
                                    </w:rPr>
                                    <w:t>to</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soothe</w:t>
                                  </w:r>
                                  <w:r>
                                    <w:rPr>
                                      <w:rFonts w:ascii="Georgia" w:eastAsia="Georgia" w:hAnsi="Georgia" w:cs="Georgia"/>
                                      <w:color w:val="177C3E"/>
                                      <w:spacing w:val="-7"/>
                                      <w:sz w:val="25"/>
                                      <w:szCs w:val="25"/>
                                    </w:rPr>
                                    <w:t xml:space="preserve"> </w:t>
                                  </w:r>
                                  <w:r>
                                    <w:rPr>
                                      <w:rFonts w:ascii="Georgia" w:eastAsia="Georgia" w:hAnsi="Georgia" w:cs="Georgia"/>
                                      <w:color w:val="177C3E"/>
                                      <w:sz w:val="25"/>
                                      <w:szCs w:val="25"/>
                                    </w:rPr>
                                    <w:t>it</w:t>
                                  </w:r>
                                  <w:r>
                                    <w:rPr>
                                      <w:rFonts w:ascii="Georgia" w:eastAsia="Georgia" w:hAnsi="Georgia" w:cs="Georgia"/>
                                      <w:color w:val="177C3E"/>
                                      <w:spacing w:val="1"/>
                                      <w:sz w:val="25"/>
                                      <w:szCs w:val="25"/>
                                    </w:rPr>
                                    <w:t>c</w:t>
                                  </w:r>
                                  <w:r>
                                    <w:rPr>
                                      <w:rFonts w:ascii="Georgia" w:eastAsia="Georgia" w:hAnsi="Georgia" w:cs="Georgia"/>
                                      <w:color w:val="177C3E"/>
                                      <w:spacing w:val="-1"/>
                                      <w:sz w:val="25"/>
                                      <w:szCs w:val="25"/>
                                    </w:rPr>
                                    <w:t>h</w:t>
                                  </w:r>
                                  <w:r>
                                    <w:rPr>
                                      <w:rFonts w:ascii="Georgia" w:eastAsia="Georgia" w:hAnsi="Georgia" w:cs="Georgia"/>
                                      <w:color w:val="177C3E"/>
                                      <w:sz w:val="25"/>
                                      <w:szCs w:val="25"/>
                                    </w:rPr>
                                    <w:t>y</w:t>
                                  </w:r>
                                  <w:r>
                                    <w:rPr>
                                      <w:rFonts w:ascii="Georgia" w:eastAsia="Georgia" w:hAnsi="Georgia" w:cs="Georgia"/>
                                      <w:color w:val="177C3E"/>
                                      <w:spacing w:val="-5"/>
                                      <w:sz w:val="25"/>
                                      <w:szCs w:val="25"/>
                                    </w:rPr>
                                    <w:t xml:space="preserve"> </w:t>
                                  </w:r>
                                  <w:r>
                                    <w:rPr>
                                      <w:rFonts w:ascii="Georgia" w:eastAsia="Georgia" w:hAnsi="Georgia" w:cs="Georgia"/>
                                      <w:color w:val="177C3E"/>
                                      <w:sz w:val="25"/>
                                      <w:szCs w:val="25"/>
                                    </w:rPr>
                                    <w:t>or</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irritated skin.</w:t>
                                  </w:r>
                                  <w:r>
                                    <w:rPr>
                                      <w:rFonts w:ascii="Georgia" w:eastAsia="Georgia" w:hAnsi="Georgia" w:cs="Georgia"/>
                                      <w:color w:val="177C3E"/>
                                      <w:spacing w:val="-5"/>
                                      <w:sz w:val="25"/>
                                      <w:szCs w:val="25"/>
                                    </w:rPr>
                                    <w:t xml:space="preserve"> </w:t>
                                  </w:r>
                                  <w:r>
                                    <w:rPr>
                                      <w:rFonts w:ascii="Georgia" w:eastAsia="Georgia" w:hAnsi="Georgia" w:cs="Georgia"/>
                                      <w:color w:val="177C3E"/>
                                      <w:sz w:val="25"/>
                                      <w:szCs w:val="25"/>
                                    </w:rPr>
                                    <w:t>Do</w:t>
                                  </w:r>
                                  <w:r>
                                    <w:rPr>
                                      <w:rFonts w:ascii="Georgia" w:eastAsia="Georgia" w:hAnsi="Georgia" w:cs="Georgia"/>
                                      <w:color w:val="177C3E"/>
                                      <w:spacing w:val="-3"/>
                                      <w:sz w:val="25"/>
                                      <w:szCs w:val="25"/>
                                    </w:rPr>
                                    <w:t xml:space="preserve"> </w:t>
                                  </w:r>
                                  <w:r>
                                    <w:rPr>
                                      <w:rFonts w:ascii="Georgia" w:eastAsia="Georgia" w:hAnsi="Georgia" w:cs="Georgia"/>
                                      <w:color w:val="177C3E"/>
                                      <w:spacing w:val="1"/>
                                      <w:sz w:val="25"/>
                                      <w:szCs w:val="25"/>
                                    </w:rPr>
                                    <w:t>n</w:t>
                                  </w:r>
                                  <w:r>
                                    <w:rPr>
                                      <w:rFonts w:ascii="Georgia" w:eastAsia="Georgia" w:hAnsi="Georgia" w:cs="Georgia"/>
                                      <w:color w:val="177C3E"/>
                                      <w:sz w:val="25"/>
                                      <w:szCs w:val="25"/>
                                    </w:rPr>
                                    <w:t>ot</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a</w:t>
                                  </w:r>
                                  <w:r>
                                    <w:rPr>
                                      <w:rFonts w:ascii="Georgia" w:eastAsia="Georgia" w:hAnsi="Georgia" w:cs="Georgia"/>
                                      <w:color w:val="177C3E"/>
                                      <w:spacing w:val="1"/>
                                      <w:sz w:val="25"/>
                                      <w:szCs w:val="25"/>
                                    </w:rPr>
                                    <w:t>p</w:t>
                                  </w:r>
                                  <w:r>
                                    <w:rPr>
                                      <w:rFonts w:ascii="Georgia" w:eastAsia="Georgia" w:hAnsi="Georgia" w:cs="Georgia"/>
                                      <w:color w:val="177C3E"/>
                                      <w:sz w:val="25"/>
                                      <w:szCs w:val="25"/>
                                    </w:rPr>
                                    <w:t>ply</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on</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entire</w:t>
                                  </w:r>
                                  <w:r>
                                    <w:rPr>
                                      <w:rFonts w:ascii="Georgia" w:eastAsia="Georgia" w:hAnsi="Georgia" w:cs="Georgia"/>
                                      <w:color w:val="177C3E"/>
                                      <w:spacing w:val="-7"/>
                                      <w:sz w:val="25"/>
                                      <w:szCs w:val="25"/>
                                    </w:rPr>
                                    <w:t xml:space="preserve"> </w:t>
                                  </w:r>
                                  <w:r>
                                    <w:rPr>
                                      <w:rFonts w:ascii="Georgia" w:eastAsia="Georgia" w:hAnsi="Georgia" w:cs="Georgia"/>
                                      <w:color w:val="177C3E"/>
                                      <w:sz w:val="25"/>
                                      <w:szCs w:val="25"/>
                                    </w:rPr>
                                    <w:t>fac</w:t>
                                  </w:r>
                                  <w:r>
                                    <w:rPr>
                                      <w:rFonts w:ascii="Georgia" w:eastAsia="Georgia" w:hAnsi="Georgia" w:cs="Georgia"/>
                                      <w:color w:val="177C3E"/>
                                      <w:spacing w:val="1"/>
                                      <w:sz w:val="25"/>
                                      <w:szCs w:val="25"/>
                                    </w:rPr>
                                    <w:t>e</w:t>
                                  </w:r>
                                  <w:r>
                                    <w:rPr>
                                      <w:rFonts w:ascii="Georgia" w:eastAsia="Georgia" w:hAnsi="Georgia" w:cs="Georgia"/>
                                      <w:color w:val="177C3E"/>
                                      <w:sz w:val="25"/>
                                      <w:szCs w:val="25"/>
                                    </w:rPr>
                                    <w:t>,</w:t>
                                  </w:r>
                                  <w:r>
                                    <w:rPr>
                                      <w:rFonts w:ascii="Georgia" w:eastAsia="Georgia" w:hAnsi="Georgia" w:cs="Georgia"/>
                                      <w:color w:val="177C3E"/>
                                      <w:spacing w:val="-5"/>
                                      <w:sz w:val="25"/>
                                      <w:szCs w:val="25"/>
                                    </w:rPr>
                                    <w:t xml:space="preserve"> </w:t>
                                  </w:r>
                                  <w:r>
                                    <w:rPr>
                                      <w:rFonts w:ascii="Georgia" w:eastAsia="Georgia" w:hAnsi="Georgia" w:cs="Georgia"/>
                                      <w:color w:val="177C3E"/>
                                      <w:sz w:val="25"/>
                                      <w:szCs w:val="25"/>
                                    </w:rPr>
                                    <w:t>spot treat</w:t>
                                  </w:r>
                                  <w:r>
                                    <w:rPr>
                                      <w:rFonts w:ascii="Georgia" w:eastAsia="Georgia" w:hAnsi="Georgia" w:cs="Georgia"/>
                                      <w:color w:val="177C3E"/>
                                      <w:spacing w:val="-5"/>
                                      <w:sz w:val="25"/>
                                      <w:szCs w:val="25"/>
                                    </w:rPr>
                                    <w:t xml:space="preserve"> </w:t>
                                  </w:r>
                                  <w:r>
                                    <w:rPr>
                                      <w:rFonts w:ascii="Georgia" w:eastAsia="Georgia" w:hAnsi="Georgia" w:cs="Georgia"/>
                                      <w:color w:val="177C3E"/>
                                      <w:sz w:val="25"/>
                                      <w:szCs w:val="25"/>
                                    </w:rPr>
                                    <w:t>only</w:t>
                                  </w:r>
                                  <w:r>
                                    <w:rPr>
                                      <w:rFonts w:ascii="Georgia" w:eastAsia="Georgia" w:hAnsi="Georgia" w:cs="Georgia"/>
                                      <w:color w:val="177C3E"/>
                                      <w:spacing w:val="-5"/>
                                      <w:sz w:val="25"/>
                                      <w:szCs w:val="25"/>
                                    </w:rPr>
                                    <w:t xml:space="preserve"> </w:t>
                                  </w:r>
                                  <w:r>
                                    <w:rPr>
                                      <w:rFonts w:ascii="Georgia" w:eastAsia="Georgia" w:hAnsi="Georgia" w:cs="Georgia"/>
                                      <w:color w:val="177C3E"/>
                                      <w:spacing w:val="2"/>
                                      <w:sz w:val="25"/>
                                      <w:szCs w:val="25"/>
                                    </w:rPr>
                                    <w:t>i</w:t>
                                  </w:r>
                                  <w:r>
                                    <w:rPr>
                                      <w:rFonts w:ascii="Georgia" w:eastAsia="Georgia" w:hAnsi="Georgia" w:cs="Georgia"/>
                                      <w:color w:val="177C3E"/>
                                      <w:sz w:val="25"/>
                                      <w:szCs w:val="25"/>
                                    </w:rPr>
                                    <w:t>f</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nee</w:t>
                                  </w:r>
                                  <w:r>
                                    <w:rPr>
                                      <w:rFonts w:ascii="Georgia" w:eastAsia="Georgia" w:hAnsi="Georgia" w:cs="Georgia"/>
                                      <w:color w:val="177C3E"/>
                                      <w:spacing w:val="1"/>
                                      <w:sz w:val="25"/>
                                      <w:szCs w:val="25"/>
                                    </w:rPr>
                                    <w:t>d</w:t>
                                  </w:r>
                                  <w:r>
                                    <w:rPr>
                                      <w:rFonts w:ascii="Georgia" w:eastAsia="Georgia" w:hAnsi="Georgia" w:cs="Georgia"/>
                                      <w:color w:val="177C3E"/>
                                      <w:sz w:val="25"/>
                                      <w:szCs w:val="25"/>
                                    </w:rPr>
                                    <w:t>ed.</w:t>
                                  </w:r>
                                </w:p>
                              </w:tc>
                            </w:tr>
                          </w:tbl>
                          <w:p w:rsidR="00927008" w:rsidRDefault="00927008" w:rsidP="0092700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3" o:spid="_x0000_s1028" type="#_x0000_t202" style="position:absolute;margin-left:431.3pt;margin-top:34.05pt;width:329pt;height:549.05pt;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otIsgIAALM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568"/>
                        <w:gridCol w:w="4871"/>
                      </w:tblGrid>
                      <w:tr w:rsidR="00927008">
                        <w:trPr>
                          <w:trHeight w:hRule="exact" w:val="1789"/>
                        </w:trPr>
                        <w:tc>
                          <w:tcPr>
                            <w:tcW w:w="1568" w:type="dxa"/>
                            <w:tcBorders>
                              <w:top w:val="single" w:sz="22" w:space="0" w:color="82BB83"/>
                              <w:left w:val="single" w:sz="22" w:space="0" w:color="82BB83"/>
                              <w:bottom w:val="single" w:sz="8" w:space="0" w:color="FFFFFF"/>
                              <w:right w:val="single" w:sz="8" w:space="0" w:color="FFFFFF"/>
                            </w:tcBorders>
                            <w:shd w:val="clear" w:color="auto" w:fill="EAF3E9"/>
                          </w:tcPr>
                          <w:p w:rsidR="00927008" w:rsidRDefault="00927008">
                            <w:pPr>
                              <w:spacing w:before="56"/>
                              <w:ind w:left="55" w:right="-20"/>
                              <w:rPr>
                                <w:rFonts w:ascii="Georgia" w:eastAsia="Georgia" w:hAnsi="Georgia" w:cs="Georgia"/>
                              </w:rPr>
                            </w:pPr>
                            <w:r>
                              <w:rPr>
                                <w:rFonts w:ascii="Georgia" w:eastAsia="Georgia" w:hAnsi="Georgia" w:cs="Georgia"/>
                                <w:b/>
                                <w:bCs/>
                                <w:color w:val="177C3E"/>
                              </w:rPr>
                              <w:t>Refresh</w:t>
                            </w:r>
                          </w:p>
                          <w:p w:rsidR="00927008" w:rsidRDefault="00927008">
                            <w:pPr>
                              <w:spacing w:before="8" w:line="240" w:lineRule="exact"/>
                            </w:pPr>
                          </w:p>
                          <w:p w:rsidR="00927008" w:rsidRDefault="00927008">
                            <w:pPr>
                              <w:ind w:left="55" w:right="-20"/>
                              <w:rPr>
                                <w:rFonts w:ascii="Georgia" w:eastAsia="Georgia" w:hAnsi="Georgia" w:cs="Georgia"/>
                                <w:sz w:val="18"/>
                                <w:szCs w:val="18"/>
                              </w:rPr>
                            </w:pPr>
                            <w:r>
                              <w:rPr>
                                <w:rFonts w:ascii="Georgia" w:eastAsia="Georgia" w:hAnsi="Georgia" w:cs="Georgia"/>
                                <w:b/>
                                <w:bCs/>
                                <w:color w:val="156BB2"/>
                                <w:sz w:val="18"/>
                                <w:szCs w:val="18"/>
                              </w:rPr>
                              <w:t>(Acne Refre</w:t>
                            </w:r>
                            <w:r>
                              <w:rPr>
                                <w:rFonts w:ascii="Georgia" w:eastAsia="Georgia" w:hAnsi="Georgia" w:cs="Georgia"/>
                                <w:b/>
                                <w:bCs/>
                                <w:color w:val="156BB2"/>
                                <w:spacing w:val="-1"/>
                                <w:sz w:val="18"/>
                                <w:szCs w:val="18"/>
                              </w:rPr>
                              <w:t>s</w:t>
                            </w:r>
                            <w:r>
                              <w:rPr>
                                <w:rFonts w:ascii="Georgia" w:eastAsia="Georgia" w:hAnsi="Georgia" w:cs="Georgia"/>
                                <w:b/>
                                <w:bCs/>
                                <w:color w:val="156BB2"/>
                                <w:sz w:val="18"/>
                                <w:szCs w:val="18"/>
                              </w:rPr>
                              <w:t>h)</w:t>
                            </w:r>
                          </w:p>
                        </w:tc>
                        <w:tc>
                          <w:tcPr>
                            <w:tcW w:w="4871" w:type="dxa"/>
                            <w:tcBorders>
                              <w:top w:val="single" w:sz="22" w:space="0" w:color="82BB83"/>
                              <w:left w:val="single" w:sz="8" w:space="0" w:color="FFFFFF"/>
                              <w:bottom w:val="single" w:sz="8" w:space="0" w:color="FFFFFF"/>
                              <w:right w:val="single" w:sz="22" w:space="0" w:color="82BB83"/>
                            </w:tcBorders>
                            <w:shd w:val="clear" w:color="auto" w:fill="EAF3E9"/>
                          </w:tcPr>
                          <w:p w:rsidR="00927008" w:rsidRDefault="00927008">
                            <w:pPr>
                              <w:spacing w:before="56" w:line="300" w:lineRule="auto"/>
                              <w:ind w:left="57" w:right="92"/>
                              <w:rPr>
                                <w:rFonts w:ascii="Georgia" w:eastAsia="Georgia" w:hAnsi="Georgia" w:cs="Georgia"/>
                              </w:rPr>
                            </w:pPr>
                            <w:r>
                              <w:rPr>
                                <w:rFonts w:ascii="Georgia" w:eastAsia="Georgia" w:hAnsi="Georgia" w:cs="Georgia"/>
                                <w:color w:val="177C3E"/>
                              </w:rPr>
                              <w:t>Apply a</w:t>
                            </w:r>
                            <w:r>
                              <w:rPr>
                                <w:rFonts w:ascii="Georgia" w:eastAsia="Georgia" w:hAnsi="Georgia" w:cs="Georgia"/>
                                <w:color w:val="177C3E"/>
                                <w:spacing w:val="-1"/>
                              </w:rPr>
                              <w:t xml:space="preserve"> </w:t>
                            </w:r>
                            <w:r>
                              <w:rPr>
                                <w:rFonts w:ascii="Georgia" w:eastAsia="Georgia" w:hAnsi="Georgia" w:cs="Georgia"/>
                                <w:color w:val="177C3E"/>
                              </w:rPr>
                              <w:t>quarter-sized amount of cleanser to moistened face. Cleanse skin</w:t>
                            </w:r>
                            <w:r>
                              <w:rPr>
                                <w:rFonts w:ascii="Georgia" w:eastAsia="Georgia" w:hAnsi="Georgia" w:cs="Georgia"/>
                                <w:color w:val="177C3E"/>
                                <w:spacing w:val="-4"/>
                              </w:rPr>
                              <w:t xml:space="preserve"> </w:t>
                            </w:r>
                            <w:r>
                              <w:rPr>
                                <w:rFonts w:ascii="Georgia" w:eastAsia="Georgia" w:hAnsi="Georgia" w:cs="Georgia"/>
                                <w:color w:val="177C3E"/>
                              </w:rPr>
                              <w:t>th</w:t>
                            </w:r>
                            <w:r>
                              <w:rPr>
                                <w:rFonts w:ascii="Georgia" w:eastAsia="Georgia" w:hAnsi="Georgia" w:cs="Georgia"/>
                                <w:color w:val="177C3E"/>
                                <w:spacing w:val="1"/>
                              </w:rPr>
                              <w:t>o</w:t>
                            </w:r>
                            <w:r>
                              <w:rPr>
                                <w:rFonts w:ascii="Georgia" w:eastAsia="Georgia" w:hAnsi="Georgia" w:cs="Georgia"/>
                                <w:color w:val="177C3E"/>
                              </w:rPr>
                              <w:t>roughly</w:t>
                            </w:r>
                          </w:p>
                          <w:p w:rsidR="00927008" w:rsidRDefault="00927008">
                            <w:pPr>
                              <w:spacing w:line="300" w:lineRule="auto"/>
                              <w:ind w:left="57" w:right="218"/>
                              <w:rPr>
                                <w:rFonts w:ascii="Georgia" w:eastAsia="Georgia" w:hAnsi="Georgia" w:cs="Georgia"/>
                              </w:rPr>
                            </w:pPr>
                            <w:proofErr w:type="gramStart"/>
                            <w:r>
                              <w:rPr>
                                <w:rFonts w:ascii="Georgia" w:eastAsia="Georgia" w:hAnsi="Georgia" w:cs="Georgia"/>
                                <w:color w:val="177C3E"/>
                              </w:rPr>
                              <w:t>and</w:t>
                            </w:r>
                            <w:proofErr w:type="gramEnd"/>
                            <w:r>
                              <w:rPr>
                                <w:rFonts w:ascii="Georgia" w:eastAsia="Georgia" w:hAnsi="Georgia" w:cs="Georgia"/>
                                <w:color w:val="177C3E"/>
                                <w:spacing w:val="-4"/>
                              </w:rPr>
                              <w:t xml:space="preserve"> </w:t>
                            </w:r>
                            <w:r>
                              <w:rPr>
                                <w:rFonts w:ascii="Georgia" w:eastAsia="Georgia" w:hAnsi="Georgia" w:cs="Georgia"/>
                                <w:color w:val="177C3E"/>
                              </w:rPr>
                              <w:t>rinse</w:t>
                            </w:r>
                            <w:r>
                              <w:rPr>
                                <w:rFonts w:ascii="Georgia" w:eastAsia="Georgia" w:hAnsi="Georgia" w:cs="Georgia"/>
                                <w:color w:val="177C3E"/>
                                <w:spacing w:val="-5"/>
                              </w:rPr>
                              <w:t xml:space="preserve"> </w:t>
                            </w:r>
                            <w:r>
                              <w:rPr>
                                <w:rFonts w:ascii="Georgia" w:eastAsia="Georgia" w:hAnsi="Georgia" w:cs="Georgia"/>
                                <w:color w:val="177C3E"/>
                              </w:rPr>
                              <w:t>well with warm</w:t>
                            </w:r>
                            <w:r>
                              <w:rPr>
                                <w:rFonts w:ascii="Georgia" w:eastAsia="Georgia" w:hAnsi="Georgia" w:cs="Georgia"/>
                                <w:color w:val="177C3E"/>
                                <w:spacing w:val="-6"/>
                              </w:rPr>
                              <w:t xml:space="preserve"> </w:t>
                            </w:r>
                            <w:r>
                              <w:rPr>
                                <w:rFonts w:ascii="Georgia" w:eastAsia="Georgia" w:hAnsi="Georgia" w:cs="Georgia"/>
                                <w:color w:val="177C3E"/>
                              </w:rPr>
                              <w:t xml:space="preserve">water, </w:t>
                            </w:r>
                            <w:r>
                              <w:rPr>
                                <w:rFonts w:ascii="Georgia" w:eastAsia="Georgia" w:hAnsi="Georgia" w:cs="Georgia"/>
                                <w:color w:val="177C3E"/>
                                <w:spacing w:val="1"/>
                              </w:rPr>
                              <w:t>p</w:t>
                            </w:r>
                            <w:r>
                              <w:rPr>
                                <w:rFonts w:ascii="Georgia" w:eastAsia="Georgia" w:hAnsi="Georgia" w:cs="Georgia"/>
                                <w:color w:val="177C3E"/>
                              </w:rPr>
                              <w:t>at</w:t>
                            </w:r>
                            <w:r>
                              <w:rPr>
                                <w:rFonts w:ascii="Georgia" w:eastAsia="Georgia" w:hAnsi="Georgia" w:cs="Georgia"/>
                                <w:color w:val="177C3E"/>
                                <w:spacing w:val="-1"/>
                              </w:rPr>
                              <w:t xml:space="preserve"> </w:t>
                            </w:r>
                            <w:r>
                              <w:rPr>
                                <w:rFonts w:ascii="Georgia" w:eastAsia="Georgia" w:hAnsi="Georgia" w:cs="Georgia"/>
                                <w:color w:val="177C3E"/>
                              </w:rPr>
                              <w:t>skin dry.</w:t>
                            </w:r>
                            <w:r>
                              <w:rPr>
                                <w:rFonts w:ascii="Georgia" w:eastAsia="Georgia" w:hAnsi="Georgia" w:cs="Georgia"/>
                                <w:color w:val="177C3E"/>
                                <w:spacing w:val="-4"/>
                              </w:rPr>
                              <w:t xml:space="preserve"> </w:t>
                            </w:r>
                            <w:r>
                              <w:rPr>
                                <w:rFonts w:ascii="Georgia" w:eastAsia="Georgia" w:hAnsi="Georgia" w:cs="Georgia"/>
                                <w:color w:val="177C3E"/>
                              </w:rPr>
                              <w:t>Avoid</w:t>
                            </w:r>
                            <w:r>
                              <w:rPr>
                                <w:rFonts w:ascii="Georgia" w:eastAsia="Georgia" w:hAnsi="Georgia" w:cs="Georgia"/>
                                <w:color w:val="177C3E"/>
                                <w:spacing w:val="-6"/>
                              </w:rPr>
                              <w:t xml:space="preserve"> </w:t>
                            </w:r>
                            <w:r>
                              <w:rPr>
                                <w:rFonts w:ascii="Georgia" w:eastAsia="Georgia" w:hAnsi="Georgia" w:cs="Georgia"/>
                                <w:color w:val="177C3E"/>
                              </w:rPr>
                              <w:t>excessive rubbing of skin</w:t>
                            </w:r>
                            <w:r>
                              <w:rPr>
                                <w:rFonts w:ascii="Georgia" w:eastAsia="Georgia" w:hAnsi="Georgia" w:cs="Georgia"/>
                                <w:color w:val="177C3E"/>
                                <w:spacing w:val="-4"/>
                              </w:rPr>
                              <w:t xml:space="preserve"> </w:t>
                            </w:r>
                            <w:r>
                              <w:rPr>
                                <w:rFonts w:ascii="Georgia" w:eastAsia="Georgia" w:hAnsi="Georgia" w:cs="Georgia"/>
                                <w:color w:val="177C3E"/>
                              </w:rPr>
                              <w:t>with a towel.</w:t>
                            </w:r>
                          </w:p>
                        </w:tc>
                      </w:tr>
                      <w:tr w:rsidR="00927008">
                        <w:trPr>
                          <w:trHeight w:hRule="exact" w:val="1159"/>
                        </w:trPr>
                        <w:tc>
                          <w:tcPr>
                            <w:tcW w:w="1568" w:type="dxa"/>
                            <w:tcBorders>
                              <w:top w:val="single" w:sz="8" w:space="0" w:color="FFFFFF"/>
                              <w:left w:val="single" w:sz="22" w:space="0" w:color="82BB83"/>
                              <w:bottom w:val="single" w:sz="8" w:space="0" w:color="FFFFFF"/>
                              <w:right w:val="single" w:sz="8" w:space="0" w:color="FFFFFF"/>
                            </w:tcBorders>
                            <w:shd w:val="clear" w:color="auto" w:fill="F4F8F4"/>
                          </w:tcPr>
                          <w:p w:rsidR="00927008" w:rsidRDefault="00927008">
                            <w:pPr>
                              <w:spacing w:before="56"/>
                              <w:ind w:left="55" w:right="-20"/>
                              <w:rPr>
                                <w:rFonts w:ascii="Georgia" w:eastAsia="Georgia" w:hAnsi="Georgia" w:cs="Georgia"/>
                              </w:rPr>
                            </w:pPr>
                            <w:r>
                              <w:rPr>
                                <w:rFonts w:ascii="Georgia" w:eastAsia="Georgia" w:hAnsi="Georgia" w:cs="Georgia"/>
                                <w:b/>
                                <w:bCs/>
                                <w:color w:val="177C3E"/>
                              </w:rPr>
                              <w:t>Restore</w:t>
                            </w:r>
                          </w:p>
                          <w:p w:rsidR="00927008" w:rsidRDefault="00927008">
                            <w:pPr>
                              <w:spacing w:before="8" w:line="240" w:lineRule="exact"/>
                            </w:pPr>
                          </w:p>
                          <w:p w:rsidR="00927008" w:rsidRDefault="00927008">
                            <w:pPr>
                              <w:ind w:left="55" w:right="-20"/>
                              <w:rPr>
                                <w:rFonts w:ascii="Georgia" w:eastAsia="Georgia" w:hAnsi="Georgia" w:cs="Georgia"/>
                                <w:sz w:val="18"/>
                                <w:szCs w:val="18"/>
                              </w:rPr>
                            </w:pPr>
                            <w:r>
                              <w:rPr>
                                <w:rFonts w:ascii="Georgia" w:eastAsia="Georgia" w:hAnsi="Georgia" w:cs="Georgia"/>
                                <w:b/>
                                <w:bCs/>
                                <w:color w:val="156BB2"/>
                                <w:sz w:val="18"/>
                                <w:szCs w:val="18"/>
                              </w:rPr>
                              <w:t>(Acne Resto</w:t>
                            </w:r>
                            <w:r>
                              <w:rPr>
                                <w:rFonts w:ascii="Georgia" w:eastAsia="Georgia" w:hAnsi="Georgia" w:cs="Georgia"/>
                                <w:b/>
                                <w:bCs/>
                                <w:color w:val="156BB2"/>
                                <w:spacing w:val="-1"/>
                                <w:sz w:val="18"/>
                                <w:szCs w:val="18"/>
                              </w:rPr>
                              <w:t>r</w:t>
                            </w:r>
                            <w:r>
                              <w:rPr>
                                <w:rFonts w:ascii="Georgia" w:eastAsia="Georgia" w:hAnsi="Georgia" w:cs="Georgia"/>
                                <w:b/>
                                <w:bCs/>
                                <w:color w:val="156BB2"/>
                                <w:sz w:val="18"/>
                                <w:szCs w:val="18"/>
                              </w:rPr>
                              <w:t>e)</w:t>
                            </w:r>
                          </w:p>
                        </w:tc>
                        <w:tc>
                          <w:tcPr>
                            <w:tcW w:w="4871" w:type="dxa"/>
                            <w:tcBorders>
                              <w:top w:val="single" w:sz="8" w:space="0" w:color="FFFFFF"/>
                              <w:left w:val="single" w:sz="8" w:space="0" w:color="FFFFFF"/>
                              <w:bottom w:val="single" w:sz="8" w:space="0" w:color="FFFFFF"/>
                              <w:right w:val="single" w:sz="22" w:space="0" w:color="82BB83"/>
                            </w:tcBorders>
                            <w:shd w:val="clear" w:color="auto" w:fill="F4F8F4"/>
                          </w:tcPr>
                          <w:p w:rsidR="00927008" w:rsidRDefault="00927008">
                            <w:pPr>
                              <w:spacing w:before="56" w:line="300" w:lineRule="auto"/>
                              <w:ind w:left="57" w:right="169"/>
                              <w:rPr>
                                <w:rFonts w:ascii="Georgia" w:eastAsia="Georgia" w:hAnsi="Georgia" w:cs="Georgia"/>
                              </w:rPr>
                            </w:pPr>
                            <w:r>
                              <w:rPr>
                                <w:rFonts w:ascii="Georgia" w:eastAsia="Georgia" w:hAnsi="Georgia" w:cs="Georgia"/>
                                <w:color w:val="177C3E"/>
                              </w:rPr>
                              <w:t>After cleansing the sk</w:t>
                            </w:r>
                            <w:r>
                              <w:rPr>
                                <w:rFonts w:ascii="Georgia" w:eastAsia="Georgia" w:hAnsi="Georgia" w:cs="Georgia"/>
                                <w:color w:val="177C3E"/>
                                <w:spacing w:val="2"/>
                              </w:rPr>
                              <w:t>i</w:t>
                            </w:r>
                            <w:r>
                              <w:rPr>
                                <w:rFonts w:ascii="Georgia" w:eastAsia="Georgia" w:hAnsi="Georgia" w:cs="Georgia"/>
                                <w:color w:val="177C3E"/>
                              </w:rPr>
                              <w:t>n,</w:t>
                            </w:r>
                            <w:r>
                              <w:rPr>
                                <w:rFonts w:ascii="Georgia" w:eastAsia="Georgia" w:hAnsi="Georgia" w:cs="Georgia"/>
                                <w:color w:val="177C3E"/>
                                <w:spacing w:val="-5"/>
                              </w:rPr>
                              <w:t xml:space="preserve"> </w:t>
                            </w:r>
                            <w:r>
                              <w:rPr>
                                <w:rFonts w:ascii="Georgia" w:eastAsia="Georgia" w:hAnsi="Georgia" w:cs="Georgia"/>
                                <w:color w:val="177C3E"/>
                              </w:rPr>
                              <w:t>lightly</w:t>
                            </w:r>
                            <w:r>
                              <w:rPr>
                                <w:rFonts w:ascii="Georgia" w:eastAsia="Georgia" w:hAnsi="Georgia" w:cs="Georgia"/>
                                <w:color w:val="177C3E"/>
                                <w:spacing w:val="-1"/>
                              </w:rPr>
                              <w:t xml:space="preserve"> </w:t>
                            </w:r>
                            <w:r>
                              <w:rPr>
                                <w:rFonts w:ascii="Georgia" w:eastAsia="Georgia" w:hAnsi="Georgia" w:cs="Georgia"/>
                                <w:color w:val="177C3E"/>
                                <w:spacing w:val="1"/>
                              </w:rPr>
                              <w:t>a</w:t>
                            </w:r>
                            <w:r>
                              <w:rPr>
                                <w:rFonts w:ascii="Georgia" w:eastAsia="Georgia" w:hAnsi="Georgia" w:cs="Georgia"/>
                                <w:color w:val="177C3E"/>
                              </w:rPr>
                              <w:t>pply</w:t>
                            </w:r>
                            <w:r>
                              <w:rPr>
                                <w:rFonts w:ascii="Georgia" w:eastAsia="Georgia" w:hAnsi="Georgia" w:cs="Georgia"/>
                                <w:color w:val="177C3E"/>
                                <w:spacing w:val="-1"/>
                              </w:rPr>
                              <w:t xml:space="preserve"> </w:t>
                            </w:r>
                            <w:r>
                              <w:rPr>
                                <w:rFonts w:ascii="Georgia" w:eastAsia="Georgia" w:hAnsi="Georgia" w:cs="Georgia"/>
                                <w:color w:val="177C3E"/>
                              </w:rPr>
                              <w:t>toner to the entire face using a</w:t>
                            </w:r>
                            <w:r>
                              <w:rPr>
                                <w:rFonts w:ascii="Georgia" w:eastAsia="Georgia" w:hAnsi="Georgia" w:cs="Georgia"/>
                                <w:color w:val="177C3E"/>
                                <w:spacing w:val="-1"/>
                              </w:rPr>
                              <w:t xml:space="preserve"> </w:t>
                            </w:r>
                            <w:r>
                              <w:rPr>
                                <w:rFonts w:ascii="Georgia" w:eastAsia="Georgia" w:hAnsi="Georgia" w:cs="Georgia"/>
                                <w:color w:val="177C3E"/>
                              </w:rPr>
                              <w:t>cotton round. Avoid</w:t>
                            </w:r>
                            <w:r>
                              <w:rPr>
                                <w:rFonts w:ascii="Georgia" w:eastAsia="Georgia" w:hAnsi="Georgia" w:cs="Georgia"/>
                                <w:color w:val="177C3E"/>
                                <w:spacing w:val="-6"/>
                              </w:rPr>
                              <w:t xml:space="preserve"> </w:t>
                            </w:r>
                            <w:r>
                              <w:rPr>
                                <w:rFonts w:ascii="Georgia" w:eastAsia="Georgia" w:hAnsi="Georgia" w:cs="Georgia"/>
                                <w:color w:val="177C3E"/>
                              </w:rPr>
                              <w:t>contact with eyes.</w:t>
                            </w:r>
                          </w:p>
                        </w:tc>
                      </w:tr>
                      <w:tr w:rsidR="00927008">
                        <w:trPr>
                          <w:trHeight w:hRule="exact" w:val="1091"/>
                        </w:trPr>
                        <w:tc>
                          <w:tcPr>
                            <w:tcW w:w="1568" w:type="dxa"/>
                            <w:tcBorders>
                              <w:top w:val="single" w:sz="8" w:space="0" w:color="FFFFFF"/>
                              <w:left w:val="single" w:sz="22" w:space="0" w:color="82BB83"/>
                              <w:bottom w:val="single" w:sz="8" w:space="0" w:color="FFFFFF"/>
                              <w:right w:val="single" w:sz="8" w:space="0" w:color="FFFFFF"/>
                            </w:tcBorders>
                            <w:shd w:val="clear" w:color="auto" w:fill="EAF3E9"/>
                          </w:tcPr>
                          <w:p w:rsidR="00927008" w:rsidRDefault="00927008">
                            <w:pPr>
                              <w:spacing w:before="56"/>
                              <w:ind w:left="55" w:right="-20"/>
                              <w:rPr>
                                <w:rFonts w:ascii="Georgia" w:eastAsia="Georgia" w:hAnsi="Georgia" w:cs="Georgia"/>
                              </w:rPr>
                            </w:pPr>
                            <w:r>
                              <w:rPr>
                                <w:rFonts w:ascii="Georgia" w:eastAsia="Georgia" w:hAnsi="Georgia" w:cs="Georgia"/>
                                <w:b/>
                                <w:bCs/>
                                <w:color w:val="177C3E"/>
                              </w:rPr>
                              <w:t>Vanish</w:t>
                            </w:r>
                          </w:p>
                        </w:tc>
                        <w:tc>
                          <w:tcPr>
                            <w:tcW w:w="4871" w:type="dxa"/>
                            <w:tcBorders>
                              <w:top w:val="single" w:sz="8" w:space="0" w:color="FFFFFF"/>
                              <w:left w:val="single" w:sz="8" w:space="0" w:color="FFFFFF"/>
                              <w:bottom w:val="single" w:sz="8" w:space="0" w:color="FFFFFF"/>
                              <w:right w:val="single" w:sz="22" w:space="0" w:color="82BB83"/>
                            </w:tcBorders>
                            <w:shd w:val="clear" w:color="auto" w:fill="EAF3E9"/>
                          </w:tcPr>
                          <w:p w:rsidR="00927008" w:rsidRDefault="00927008">
                            <w:pPr>
                              <w:spacing w:before="56" w:line="300" w:lineRule="auto"/>
                              <w:ind w:left="57" w:right="57"/>
                              <w:rPr>
                                <w:rFonts w:ascii="Georgia" w:eastAsia="Georgia" w:hAnsi="Georgia" w:cs="Georgia"/>
                              </w:rPr>
                            </w:pPr>
                            <w:r>
                              <w:rPr>
                                <w:rFonts w:ascii="Georgia" w:eastAsia="Georgia" w:hAnsi="Georgia" w:cs="Georgia"/>
                                <w:color w:val="177C3E"/>
                              </w:rPr>
                              <w:t>Apply a</w:t>
                            </w:r>
                            <w:r>
                              <w:rPr>
                                <w:rFonts w:ascii="Georgia" w:eastAsia="Georgia" w:hAnsi="Georgia" w:cs="Georgia"/>
                                <w:color w:val="177C3E"/>
                                <w:spacing w:val="-1"/>
                              </w:rPr>
                              <w:t xml:space="preserve"> </w:t>
                            </w:r>
                            <w:r>
                              <w:rPr>
                                <w:rFonts w:ascii="Georgia" w:eastAsia="Georgia" w:hAnsi="Georgia" w:cs="Georgia"/>
                                <w:color w:val="177C3E"/>
                              </w:rPr>
                              <w:t>pea size am</w:t>
                            </w:r>
                            <w:r>
                              <w:rPr>
                                <w:rFonts w:ascii="Georgia" w:eastAsia="Georgia" w:hAnsi="Georgia" w:cs="Georgia"/>
                                <w:color w:val="177C3E"/>
                                <w:spacing w:val="-1"/>
                              </w:rPr>
                              <w:t>o</w:t>
                            </w:r>
                            <w:r>
                              <w:rPr>
                                <w:rFonts w:ascii="Georgia" w:eastAsia="Georgia" w:hAnsi="Georgia" w:cs="Georgia"/>
                                <w:color w:val="177C3E"/>
                              </w:rPr>
                              <w:t>unt</w:t>
                            </w:r>
                            <w:r>
                              <w:rPr>
                                <w:rFonts w:ascii="Georgia" w:eastAsia="Georgia" w:hAnsi="Georgia" w:cs="Georgia"/>
                                <w:color w:val="177C3E"/>
                                <w:spacing w:val="-5"/>
                              </w:rPr>
                              <w:t xml:space="preserve"> </w:t>
                            </w:r>
                            <w:r>
                              <w:rPr>
                                <w:rFonts w:ascii="Georgia" w:eastAsia="Georgia" w:hAnsi="Georgia" w:cs="Georgia"/>
                                <w:color w:val="177C3E"/>
                              </w:rPr>
                              <w:t>evenly to the entire face avoi</w:t>
                            </w:r>
                            <w:r>
                              <w:rPr>
                                <w:rFonts w:ascii="Georgia" w:eastAsia="Georgia" w:hAnsi="Georgia" w:cs="Georgia"/>
                                <w:color w:val="177C3E"/>
                                <w:spacing w:val="-1"/>
                              </w:rPr>
                              <w:t>di</w:t>
                            </w:r>
                            <w:r>
                              <w:rPr>
                                <w:rFonts w:ascii="Georgia" w:eastAsia="Georgia" w:hAnsi="Georgia" w:cs="Georgia"/>
                                <w:color w:val="177C3E"/>
                              </w:rPr>
                              <w:t>ng</w:t>
                            </w:r>
                            <w:r>
                              <w:rPr>
                                <w:rFonts w:ascii="Georgia" w:eastAsia="Georgia" w:hAnsi="Georgia" w:cs="Georgia"/>
                                <w:color w:val="177C3E"/>
                                <w:spacing w:val="-6"/>
                              </w:rPr>
                              <w:t xml:space="preserve"> </w:t>
                            </w:r>
                            <w:r>
                              <w:rPr>
                                <w:rFonts w:ascii="Georgia" w:eastAsia="Georgia" w:hAnsi="Georgia" w:cs="Georgia"/>
                                <w:color w:val="177C3E"/>
                              </w:rPr>
                              <w:t>the eyelids.</w:t>
                            </w:r>
                          </w:p>
                        </w:tc>
                      </w:tr>
                      <w:tr w:rsidR="00927008">
                        <w:trPr>
                          <w:trHeight w:hRule="exact" w:val="1134"/>
                        </w:trPr>
                        <w:tc>
                          <w:tcPr>
                            <w:tcW w:w="1568" w:type="dxa"/>
                            <w:tcBorders>
                              <w:top w:val="single" w:sz="8" w:space="0" w:color="FFFFFF"/>
                              <w:left w:val="single" w:sz="22" w:space="0" w:color="82BB83"/>
                              <w:bottom w:val="single" w:sz="8" w:space="0" w:color="FFFFFF"/>
                              <w:right w:val="single" w:sz="8" w:space="0" w:color="FFFFFF"/>
                            </w:tcBorders>
                            <w:shd w:val="clear" w:color="auto" w:fill="F4F8F4"/>
                          </w:tcPr>
                          <w:p w:rsidR="00927008" w:rsidRDefault="00927008">
                            <w:pPr>
                              <w:spacing w:before="56"/>
                              <w:ind w:left="55" w:right="-20"/>
                              <w:rPr>
                                <w:rFonts w:ascii="Georgia" w:eastAsia="Georgia" w:hAnsi="Georgia" w:cs="Georgia"/>
                              </w:rPr>
                            </w:pPr>
                            <w:r>
                              <w:rPr>
                                <w:rFonts w:ascii="Georgia" w:eastAsia="Georgia" w:hAnsi="Georgia" w:cs="Georgia"/>
                                <w:b/>
                                <w:bCs/>
                                <w:color w:val="156BB2"/>
                              </w:rPr>
                              <w:t>Acne</w:t>
                            </w:r>
                          </w:p>
                          <w:p w:rsidR="00927008" w:rsidRDefault="00927008">
                            <w:pPr>
                              <w:spacing w:before="8" w:line="240" w:lineRule="exact"/>
                            </w:pPr>
                          </w:p>
                          <w:p w:rsidR="00927008" w:rsidRDefault="00927008">
                            <w:pPr>
                              <w:ind w:left="55" w:right="-20"/>
                              <w:rPr>
                                <w:rFonts w:ascii="Georgia" w:eastAsia="Georgia" w:hAnsi="Georgia" w:cs="Georgia"/>
                              </w:rPr>
                            </w:pPr>
                            <w:r>
                              <w:rPr>
                                <w:rFonts w:ascii="Georgia" w:eastAsia="Georgia" w:hAnsi="Georgia" w:cs="Georgia"/>
                                <w:b/>
                                <w:bCs/>
                                <w:color w:val="156BB2"/>
                              </w:rPr>
                              <w:t>Relieve</w:t>
                            </w:r>
                          </w:p>
                        </w:tc>
                        <w:tc>
                          <w:tcPr>
                            <w:tcW w:w="4871" w:type="dxa"/>
                            <w:tcBorders>
                              <w:top w:val="single" w:sz="8" w:space="0" w:color="FFFFFF"/>
                              <w:left w:val="single" w:sz="8" w:space="0" w:color="FFFFFF"/>
                              <w:bottom w:val="single" w:sz="8" w:space="0" w:color="FFFFFF"/>
                              <w:right w:val="single" w:sz="22" w:space="0" w:color="82BB83"/>
                            </w:tcBorders>
                            <w:shd w:val="clear" w:color="auto" w:fill="F4F8F4"/>
                          </w:tcPr>
                          <w:p w:rsidR="00927008" w:rsidRDefault="00927008" w:rsidP="00927008">
                            <w:pPr>
                              <w:spacing w:before="53" w:line="298" w:lineRule="auto"/>
                              <w:ind w:left="57" w:right="562"/>
                              <w:rPr>
                                <w:rFonts w:ascii="Georgia" w:eastAsia="Georgia" w:hAnsi="Georgia" w:cs="Georgia"/>
                                <w:sz w:val="25"/>
                                <w:szCs w:val="25"/>
                              </w:rPr>
                            </w:pPr>
                            <w:r>
                              <w:rPr>
                                <w:rFonts w:ascii="Georgia" w:eastAsia="Georgia" w:hAnsi="Georgia" w:cs="Georgia"/>
                                <w:color w:val="177C3E"/>
                                <w:sz w:val="25"/>
                                <w:szCs w:val="25"/>
                              </w:rPr>
                              <w:t>Apply</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a</w:t>
                            </w:r>
                            <w:r>
                              <w:rPr>
                                <w:rFonts w:ascii="Georgia" w:eastAsia="Georgia" w:hAnsi="Georgia" w:cs="Georgia"/>
                                <w:color w:val="177C3E"/>
                                <w:spacing w:val="-1"/>
                                <w:sz w:val="25"/>
                                <w:szCs w:val="25"/>
                              </w:rPr>
                              <w:t xml:space="preserve"> </w:t>
                            </w:r>
                            <w:r>
                              <w:rPr>
                                <w:rFonts w:ascii="Georgia" w:eastAsia="Georgia" w:hAnsi="Georgia" w:cs="Georgia"/>
                                <w:color w:val="177C3E"/>
                                <w:sz w:val="25"/>
                                <w:szCs w:val="25"/>
                              </w:rPr>
                              <w:t>small</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amo</w:t>
                            </w:r>
                            <w:r>
                              <w:rPr>
                                <w:rFonts w:ascii="Georgia" w:eastAsia="Georgia" w:hAnsi="Georgia" w:cs="Georgia"/>
                                <w:color w:val="177C3E"/>
                                <w:spacing w:val="1"/>
                                <w:sz w:val="25"/>
                                <w:szCs w:val="25"/>
                              </w:rPr>
                              <w:t>u</w:t>
                            </w:r>
                            <w:r>
                              <w:rPr>
                                <w:rFonts w:ascii="Georgia" w:eastAsia="Georgia" w:hAnsi="Georgia" w:cs="Georgia"/>
                                <w:color w:val="177C3E"/>
                                <w:sz w:val="25"/>
                                <w:szCs w:val="25"/>
                              </w:rPr>
                              <w:t>nt</w:t>
                            </w:r>
                            <w:r>
                              <w:rPr>
                                <w:rFonts w:ascii="Georgia" w:eastAsia="Georgia" w:hAnsi="Georgia" w:cs="Georgia"/>
                                <w:color w:val="177C3E"/>
                                <w:spacing w:val="-9"/>
                                <w:sz w:val="25"/>
                                <w:szCs w:val="25"/>
                              </w:rPr>
                              <w:t xml:space="preserve"> </w:t>
                            </w:r>
                            <w:r>
                              <w:rPr>
                                <w:rFonts w:ascii="Georgia" w:eastAsia="Georgia" w:hAnsi="Georgia" w:cs="Georgia"/>
                                <w:color w:val="177C3E"/>
                                <w:sz w:val="25"/>
                                <w:szCs w:val="25"/>
                              </w:rPr>
                              <w:t>evenly</w:t>
                            </w:r>
                            <w:r>
                              <w:rPr>
                                <w:rFonts w:ascii="Georgia" w:eastAsia="Georgia" w:hAnsi="Georgia" w:cs="Georgia"/>
                                <w:color w:val="177C3E"/>
                                <w:spacing w:val="-7"/>
                                <w:sz w:val="25"/>
                                <w:szCs w:val="25"/>
                              </w:rPr>
                              <w:t xml:space="preserve"> </w:t>
                            </w:r>
                            <w:r>
                              <w:rPr>
                                <w:rFonts w:ascii="Georgia" w:eastAsia="Georgia" w:hAnsi="Georgia" w:cs="Georgia"/>
                                <w:color w:val="177C3E"/>
                                <w:sz w:val="25"/>
                                <w:szCs w:val="25"/>
                              </w:rPr>
                              <w:t>to</w:t>
                            </w:r>
                            <w:r>
                              <w:rPr>
                                <w:rFonts w:ascii="Georgia" w:eastAsia="Georgia" w:hAnsi="Georgia" w:cs="Georgia"/>
                                <w:color w:val="177C3E"/>
                                <w:spacing w:val="-2"/>
                                <w:sz w:val="25"/>
                                <w:szCs w:val="25"/>
                              </w:rPr>
                              <w:t xml:space="preserve"> </w:t>
                            </w:r>
                            <w:r>
                              <w:rPr>
                                <w:rFonts w:ascii="Georgia" w:eastAsia="Georgia" w:hAnsi="Georgia" w:cs="Georgia"/>
                                <w:color w:val="177C3E"/>
                                <w:spacing w:val="1"/>
                                <w:sz w:val="25"/>
                                <w:szCs w:val="25"/>
                              </w:rPr>
                              <w:t>e</w:t>
                            </w:r>
                            <w:r>
                              <w:rPr>
                                <w:rFonts w:ascii="Georgia" w:eastAsia="Georgia" w:hAnsi="Georgia" w:cs="Georgia"/>
                                <w:color w:val="177C3E"/>
                                <w:sz w:val="25"/>
                                <w:szCs w:val="25"/>
                              </w:rPr>
                              <w:t>ntire face.</w:t>
                            </w:r>
                            <w:r w:rsidR="00F85EFC">
                              <w:rPr>
                                <w:rFonts w:ascii="Georgia" w:eastAsia="Georgia" w:hAnsi="Georgia" w:cs="Georgia"/>
                                <w:color w:val="177C3E"/>
                                <w:sz w:val="25"/>
                                <w:szCs w:val="25"/>
                              </w:rPr>
                              <w:t xml:space="preserve"> </w:t>
                            </w:r>
                            <w:r>
                              <w:rPr>
                                <w:rFonts w:ascii="Georgia" w:eastAsia="Georgia" w:hAnsi="Georgia" w:cs="Georgia"/>
                                <w:color w:val="177C3E"/>
                                <w:sz w:val="25"/>
                                <w:szCs w:val="25"/>
                              </w:rPr>
                              <w:t>Avoid</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eyelids</w:t>
                            </w:r>
                            <w:r>
                              <w:rPr>
                                <w:rFonts w:ascii="Georgia" w:eastAsia="Georgia" w:hAnsi="Georgia" w:cs="Georgia"/>
                                <w:color w:val="177C3E"/>
                                <w:spacing w:val="-8"/>
                                <w:sz w:val="25"/>
                                <w:szCs w:val="25"/>
                              </w:rPr>
                              <w:t xml:space="preserve"> </w:t>
                            </w:r>
                            <w:r>
                              <w:rPr>
                                <w:rFonts w:ascii="Georgia" w:eastAsia="Georgia" w:hAnsi="Georgia" w:cs="Georgia"/>
                                <w:color w:val="177C3E"/>
                                <w:sz w:val="25"/>
                                <w:szCs w:val="25"/>
                              </w:rPr>
                              <w:t>and</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mouth.</w:t>
                            </w:r>
                          </w:p>
                        </w:tc>
                      </w:tr>
                      <w:tr w:rsidR="00927008">
                        <w:trPr>
                          <w:trHeight w:hRule="exact" w:val="1270"/>
                        </w:trPr>
                        <w:tc>
                          <w:tcPr>
                            <w:tcW w:w="1568" w:type="dxa"/>
                            <w:tcBorders>
                              <w:top w:val="single" w:sz="8" w:space="0" w:color="FFFFFF"/>
                              <w:left w:val="single" w:sz="22" w:space="0" w:color="82BB83"/>
                              <w:bottom w:val="single" w:sz="8" w:space="0" w:color="FFFFFF"/>
                              <w:right w:val="single" w:sz="8" w:space="0" w:color="FFFFFF"/>
                            </w:tcBorders>
                            <w:shd w:val="clear" w:color="auto" w:fill="EAF3E9"/>
                          </w:tcPr>
                          <w:p w:rsidR="00927008" w:rsidRDefault="00927008">
                            <w:pPr>
                              <w:spacing w:before="56"/>
                              <w:ind w:left="55" w:right="-20"/>
                              <w:rPr>
                                <w:rFonts w:ascii="Georgia" w:eastAsia="Georgia" w:hAnsi="Georgia" w:cs="Georgia"/>
                              </w:rPr>
                            </w:pPr>
                            <w:r>
                              <w:rPr>
                                <w:rFonts w:ascii="Georgia" w:eastAsia="Georgia" w:hAnsi="Georgia" w:cs="Georgia"/>
                                <w:b/>
                                <w:bCs/>
                                <w:color w:val="177C3E"/>
                              </w:rPr>
                              <w:t>Remo</w:t>
                            </w:r>
                            <w:r>
                              <w:rPr>
                                <w:rFonts w:ascii="Georgia" w:eastAsia="Georgia" w:hAnsi="Georgia" w:cs="Georgia"/>
                                <w:b/>
                                <w:bCs/>
                                <w:color w:val="177C3E"/>
                                <w:spacing w:val="1"/>
                              </w:rPr>
                              <w:t>v</w:t>
                            </w:r>
                            <w:r>
                              <w:rPr>
                                <w:rFonts w:ascii="Georgia" w:eastAsia="Georgia" w:hAnsi="Georgia" w:cs="Georgia"/>
                                <w:b/>
                                <w:bCs/>
                                <w:color w:val="177C3E"/>
                              </w:rPr>
                              <w:t>e</w:t>
                            </w:r>
                          </w:p>
                        </w:tc>
                        <w:tc>
                          <w:tcPr>
                            <w:tcW w:w="4871" w:type="dxa"/>
                            <w:tcBorders>
                              <w:top w:val="single" w:sz="8" w:space="0" w:color="FFFFFF"/>
                              <w:left w:val="single" w:sz="8" w:space="0" w:color="FFFFFF"/>
                              <w:bottom w:val="single" w:sz="8" w:space="0" w:color="FFFFFF"/>
                              <w:right w:val="single" w:sz="22" w:space="0" w:color="82BB83"/>
                            </w:tcBorders>
                            <w:shd w:val="clear" w:color="auto" w:fill="EAF3E9"/>
                          </w:tcPr>
                          <w:p w:rsidR="00927008" w:rsidRDefault="00927008">
                            <w:pPr>
                              <w:spacing w:before="53" w:line="298" w:lineRule="auto"/>
                              <w:ind w:left="57" w:right="86"/>
                              <w:rPr>
                                <w:rFonts w:ascii="Georgia" w:eastAsia="Georgia" w:hAnsi="Georgia" w:cs="Georgia"/>
                                <w:sz w:val="25"/>
                                <w:szCs w:val="25"/>
                              </w:rPr>
                            </w:pPr>
                            <w:r>
                              <w:rPr>
                                <w:rFonts w:ascii="Georgia" w:eastAsia="Georgia" w:hAnsi="Georgia" w:cs="Georgia"/>
                                <w:color w:val="177C3E"/>
                                <w:sz w:val="25"/>
                                <w:szCs w:val="25"/>
                              </w:rPr>
                              <w:t>Apply</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a</w:t>
                            </w:r>
                            <w:r>
                              <w:rPr>
                                <w:rFonts w:ascii="Georgia" w:eastAsia="Georgia" w:hAnsi="Georgia" w:cs="Georgia"/>
                                <w:color w:val="177C3E"/>
                                <w:spacing w:val="-1"/>
                                <w:sz w:val="25"/>
                                <w:szCs w:val="25"/>
                              </w:rPr>
                              <w:t xml:space="preserve"> </w:t>
                            </w:r>
                            <w:r>
                              <w:rPr>
                                <w:rFonts w:ascii="Georgia" w:eastAsia="Georgia" w:hAnsi="Georgia" w:cs="Georgia"/>
                                <w:color w:val="177C3E"/>
                                <w:spacing w:val="1"/>
                                <w:sz w:val="25"/>
                                <w:szCs w:val="25"/>
                              </w:rPr>
                              <w:t>pe</w:t>
                            </w:r>
                            <w:r>
                              <w:rPr>
                                <w:rFonts w:ascii="Georgia" w:eastAsia="Georgia" w:hAnsi="Georgia" w:cs="Georgia"/>
                                <w:color w:val="177C3E"/>
                                <w:sz w:val="25"/>
                                <w:szCs w:val="25"/>
                              </w:rPr>
                              <w:t>a</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size</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am</w:t>
                            </w:r>
                            <w:r>
                              <w:rPr>
                                <w:rFonts w:ascii="Georgia" w:eastAsia="Georgia" w:hAnsi="Georgia" w:cs="Georgia"/>
                                <w:color w:val="177C3E"/>
                                <w:spacing w:val="2"/>
                                <w:sz w:val="25"/>
                                <w:szCs w:val="25"/>
                              </w:rPr>
                              <w:t>o</w:t>
                            </w:r>
                            <w:r>
                              <w:rPr>
                                <w:rFonts w:ascii="Georgia" w:eastAsia="Georgia" w:hAnsi="Georgia" w:cs="Georgia"/>
                                <w:color w:val="177C3E"/>
                                <w:sz w:val="25"/>
                                <w:szCs w:val="25"/>
                              </w:rPr>
                              <w:t>unt</w:t>
                            </w:r>
                            <w:r>
                              <w:rPr>
                                <w:rFonts w:ascii="Georgia" w:eastAsia="Georgia" w:hAnsi="Georgia" w:cs="Georgia"/>
                                <w:color w:val="177C3E"/>
                                <w:spacing w:val="-9"/>
                                <w:sz w:val="25"/>
                                <w:szCs w:val="25"/>
                              </w:rPr>
                              <w:t xml:space="preserve"> </w:t>
                            </w:r>
                            <w:r>
                              <w:rPr>
                                <w:rFonts w:ascii="Georgia" w:eastAsia="Georgia" w:hAnsi="Georgia" w:cs="Georgia"/>
                                <w:color w:val="177C3E"/>
                                <w:sz w:val="25"/>
                                <w:szCs w:val="25"/>
                              </w:rPr>
                              <w:t>to</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the</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entire</w:t>
                            </w:r>
                            <w:r>
                              <w:rPr>
                                <w:rFonts w:ascii="Georgia" w:eastAsia="Georgia" w:hAnsi="Georgia" w:cs="Georgia"/>
                                <w:color w:val="177C3E"/>
                                <w:spacing w:val="-7"/>
                                <w:sz w:val="25"/>
                                <w:szCs w:val="25"/>
                              </w:rPr>
                              <w:t xml:space="preserve"> </w:t>
                            </w:r>
                            <w:r>
                              <w:rPr>
                                <w:rFonts w:ascii="Georgia" w:eastAsia="Georgia" w:hAnsi="Georgia" w:cs="Georgia"/>
                                <w:color w:val="177C3E"/>
                                <w:sz w:val="25"/>
                                <w:szCs w:val="25"/>
                              </w:rPr>
                              <w:t>face. Mass</w:t>
                            </w:r>
                            <w:r>
                              <w:rPr>
                                <w:rFonts w:ascii="Georgia" w:eastAsia="Georgia" w:hAnsi="Georgia" w:cs="Georgia"/>
                                <w:color w:val="177C3E"/>
                                <w:spacing w:val="1"/>
                                <w:sz w:val="25"/>
                                <w:szCs w:val="25"/>
                              </w:rPr>
                              <w:t>a</w:t>
                            </w:r>
                            <w:r>
                              <w:rPr>
                                <w:rFonts w:ascii="Georgia" w:eastAsia="Georgia" w:hAnsi="Georgia" w:cs="Georgia"/>
                                <w:color w:val="177C3E"/>
                                <w:sz w:val="25"/>
                                <w:szCs w:val="25"/>
                              </w:rPr>
                              <w:t>ge</w:t>
                            </w:r>
                            <w:r>
                              <w:rPr>
                                <w:rFonts w:ascii="Georgia" w:eastAsia="Georgia" w:hAnsi="Georgia" w:cs="Georgia"/>
                                <w:color w:val="177C3E"/>
                                <w:spacing w:val="-9"/>
                                <w:sz w:val="25"/>
                                <w:szCs w:val="25"/>
                              </w:rPr>
                              <w:t xml:space="preserve"> </w:t>
                            </w:r>
                            <w:r>
                              <w:rPr>
                                <w:rFonts w:ascii="Georgia" w:eastAsia="Georgia" w:hAnsi="Georgia" w:cs="Georgia"/>
                                <w:color w:val="177C3E"/>
                                <w:sz w:val="25"/>
                                <w:szCs w:val="25"/>
                              </w:rPr>
                              <w:t>lightly</w:t>
                            </w:r>
                            <w:r>
                              <w:rPr>
                                <w:rFonts w:ascii="Georgia" w:eastAsia="Georgia" w:hAnsi="Georgia" w:cs="Georgia"/>
                                <w:color w:val="177C3E"/>
                                <w:spacing w:val="-7"/>
                                <w:sz w:val="25"/>
                                <w:szCs w:val="25"/>
                              </w:rPr>
                              <w:t xml:space="preserve"> </w:t>
                            </w:r>
                            <w:r>
                              <w:rPr>
                                <w:rFonts w:ascii="Georgia" w:eastAsia="Georgia" w:hAnsi="Georgia" w:cs="Georgia"/>
                                <w:color w:val="177C3E"/>
                                <w:sz w:val="25"/>
                                <w:szCs w:val="25"/>
                              </w:rPr>
                              <w:t>i</w:t>
                            </w:r>
                            <w:r>
                              <w:rPr>
                                <w:rFonts w:ascii="Georgia" w:eastAsia="Georgia" w:hAnsi="Georgia" w:cs="Georgia"/>
                                <w:color w:val="177C3E"/>
                                <w:spacing w:val="1"/>
                                <w:sz w:val="25"/>
                                <w:szCs w:val="25"/>
                              </w:rPr>
                              <w:t>n</w:t>
                            </w:r>
                            <w:r>
                              <w:rPr>
                                <w:rFonts w:ascii="Georgia" w:eastAsia="Georgia" w:hAnsi="Georgia" w:cs="Georgia"/>
                                <w:color w:val="177C3E"/>
                                <w:sz w:val="25"/>
                                <w:szCs w:val="25"/>
                              </w:rPr>
                              <w:t>to</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t</w:t>
                            </w:r>
                            <w:r>
                              <w:rPr>
                                <w:rFonts w:ascii="Georgia" w:eastAsia="Georgia" w:hAnsi="Georgia" w:cs="Georgia"/>
                                <w:color w:val="177C3E"/>
                                <w:spacing w:val="-1"/>
                                <w:sz w:val="25"/>
                                <w:szCs w:val="25"/>
                              </w:rPr>
                              <w:t>h</w:t>
                            </w:r>
                            <w:r>
                              <w:rPr>
                                <w:rFonts w:ascii="Georgia" w:eastAsia="Georgia" w:hAnsi="Georgia" w:cs="Georgia"/>
                                <w:color w:val="177C3E"/>
                                <w:sz w:val="25"/>
                                <w:szCs w:val="25"/>
                              </w:rPr>
                              <w:t>e</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skin</w:t>
                            </w:r>
                            <w:r>
                              <w:rPr>
                                <w:rFonts w:ascii="Georgia" w:eastAsia="Georgia" w:hAnsi="Georgia" w:cs="Georgia"/>
                                <w:color w:val="177C3E"/>
                                <w:spacing w:val="-5"/>
                                <w:sz w:val="25"/>
                                <w:szCs w:val="25"/>
                              </w:rPr>
                              <w:t xml:space="preserve"> </w:t>
                            </w:r>
                            <w:r>
                              <w:rPr>
                                <w:rFonts w:ascii="Georgia" w:eastAsia="Georgia" w:hAnsi="Georgia" w:cs="Georgia"/>
                                <w:color w:val="177C3E"/>
                                <w:sz w:val="25"/>
                                <w:szCs w:val="25"/>
                              </w:rPr>
                              <w:t>avoiding</w:t>
                            </w:r>
                            <w:r>
                              <w:rPr>
                                <w:rFonts w:ascii="Georgia" w:eastAsia="Georgia" w:hAnsi="Georgia" w:cs="Georgia"/>
                                <w:color w:val="177C3E"/>
                                <w:spacing w:val="-9"/>
                                <w:sz w:val="25"/>
                                <w:szCs w:val="25"/>
                              </w:rPr>
                              <w:t xml:space="preserve"> </w:t>
                            </w:r>
                            <w:r>
                              <w:rPr>
                                <w:rFonts w:ascii="Georgia" w:eastAsia="Georgia" w:hAnsi="Georgia" w:cs="Georgia"/>
                                <w:color w:val="177C3E"/>
                                <w:sz w:val="25"/>
                                <w:szCs w:val="25"/>
                              </w:rPr>
                              <w:t>the eyelids.</w:t>
                            </w:r>
                          </w:p>
                        </w:tc>
                      </w:tr>
                      <w:tr w:rsidR="00927008">
                        <w:trPr>
                          <w:trHeight w:hRule="exact" w:val="1270"/>
                        </w:trPr>
                        <w:tc>
                          <w:tcPr>
                            <w:tcW w:w="1568" w:type="dxa"/>
                            <w:tcBorders>
                              <w:top w:val="single" w:sz="8" w:space="0" w:color="FFFFFF"/>
                              <w:left w:val="single" w:sz="22" w:space="0" w:color="82BB83"/>
                              <w:bottom w:val="single" w:sz="8" w:space="0" w:color="FFFFFF"/>
                              <w:right w:val="single" w:sz="8" w:space="0" w:color="FFFFFF"/>
                            </w:tcBorders>
                            <w:shd w:val="clear" w:color="auto" w:fill="F4F8F4"/>
                          </w:tcPr>
                          <w:p w:rsidR="00927008" w:rsidRDefault="00927008">
                            <w:pPr>
                              <w:spacing w:before="56"/>
                              <w:ind w:left="55" w:right="-20"/>
                              <w:rPr>
                                <w:rFonts w:ascii="Georgia" w:eastAsia="Georgia" w:hAnsi="Georgia" w:cs="Georgia"/>
                              </w:rPr>
                            </w:pPr>
                            <w:r>
                              <w:rPr>
                                <w:rFonts w:ascii="Georgia" w:eastAsia="Georgia" w:hAnsi="Georgia" w:cs="Georgia"/>
                                <w:b/>
                                <w:bCs/>
                                <w:color w:val="177C3E"/>
                              </w:rPr>
                              <w:t>Restrict</w:t>
                            </w:r>
                          </w:p>
                        </w:tc>
                        <w:tc>
                          <w:tcPr>
                            <w:tcW w:w="4871" w:type="dxa"/>
                            <w:tcBorders>
                              <w:top w:val="single" w:sz="8" w:space="0" w:color="FFFFFF"/>
                              <w:left w:val="single" w:sz="8" w:space="0" w:color="FFFFFF"/>
                              <w:bottom w:val="single" w:sz="8" w:space="0" w:color="FFFFFF"/>
                              <w:right w:val="single" w:sz="22" w:space="0" w:color="82BB83"/>
                            </w:tcBorders>
                            <w:shd w:val="clear" w:color="auto" w:fill="F4F8F4"/>
                          </w:tcPr>
                          <w:p w:rsidR="00927008" w:rsidRDefault="00927008">
                            <w:pPr>
                              <w:spacing w:before="53" w:line="298" w:lineRule="auto"/>
                              <w:ind w:left="57" w:right="213"/>
                              <w:rPr>
                                <w:rFonts w:ascii="Georgia" w:eastAsia="Georgia" w:hAnsi="Georgia" w:cs="Georgia"/>
                                <w:sz w:val="25"/>
                                <w:szCs w:val="25"/>
                              </w:rPr>
                            </w:pPr>
                            <w:r>
                              <w:rPr>
                                <w:rFonts w:ascii="Georgia" w:eastAsia="Georgia" w:hAnsi="Georgia" w:cs="Georgia"/>
                                <w:color w:val="177C3E"/>
                                <w:sz w:val="25"/>
                                <w:szCs w:val="25"/>
                              </w:rPr>
                              <w:t>Apply</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libe</w:t>
                            </w:r>
                            <w:r>
                              <w:rPr>
                                <w:rFonts w:ascii="Georgia" w:eastAsia="Georgia" w:hAnsi="Georgia" w:cs="Georgia"/>
                                <w:color w:val="177C3E"/>
                                <w:spacing w:val="1"/>
                                <w:sz w:val="25"/>
                                <w:szCs w:val="25"/>
                              </w:rPr>
                              <w:t>r</w:t>
                            </w:r>
                            <w:r>
                              <w:rPr>
                                <w:rFonts w:ascii="Georgia" w:eastAsia="Georgia" w:hAnsi="Georgia" w:cs="Georgia"/>
                                <w:color w:val="177C3E"/>
                                <w:sz w:val="25"/>
                                <w:szCs w:val="25"/>
                              </w:rPr>
                              <w:t>ally</w:t>
                            </w:r>
                            <w:r>
                              <w:rPr>
                                <w:rFonts w:ascii="Georgia" w:eastAsia="Georgia" w:hAnsi="Georgia" w:cs="Georgia"/>
                                <w:color w:val="177C3E"/>
                                <w:spacing w:val="-9"/>
                                <w:sz w:val="25"/>
                                <w:szCs w:val="25"/>
                              </w:rPr>
                              <w:t xml:space="preserve"> </w:t>
                            </w:r>
                            <w:r>
                              <w:rPr>
                                <w:rFonts w:ascii="Georgia" w:eastAsia="Georgia" w:hAnsi="Georgia" w:cs="Georgia"/>
                                <w:color w:val="177C3E"/>
                                <w:sz w:val="25"/>
                                <w:szCs w:val="25"/>
                              </w:rPr>
                              <w:t>to</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the</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entire</w:t>
                            </w:r>
                            <w:r>
                              <w:rPr>
                                <w:rFonts w:ascii="Georgia" w:eastAsia="Georgia" w:hAnsi="Georgia" w:cs="Georgia"/>
                                <w:color w:val="177C3E"/>
                                <w:spacing w:val="-7"/>
                                <w:sz w:val="25"/>
                                <w:szCs w:val="25"/>
                              </w:rPr>
                              <w:t xml:space="preserve"> </w:t>
                            </w:r>
                            <w:r>
                              <w:rPr>
                                <w:rFonts w:ascii="Georgia" w:eastAsia="Georgia" w:hAnsi="Georgia" w:cs="Georgia"/>
                                <w:color w:val="177C3E"/>
                                <w:sz w:val="25"/>
                                <w:szCs w:val="25"/>
                              </w:rPr>
                              <w:t>face</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before mak</w:t>
                            </w:r>
                            <w:r>
                              <w:rPr>
                                <w:rFonts w:ascii="Georgia" w:eastAsia="Georgia" w:hAnsi="Georgia" w:cs="Georgia"/>
                                <w:color w:val="177C3E"/>
                                <w:spacing w:val="1"/>
                                <w:sz w:val="25"/>
                                <w:szCs w:val="25"/>
                              </w:rPr>
                              <w:t>e</w:t>
                            </w:r>
                            <w:r>
                              <w:rPr>
                                <w:rFonts w:ascii="Georgia" w:eastAsia="Georgia" w:hAnsi="Georgia" w:cs="Georgia"/>
                                <w:color w:val="177C3E"/>
                                <w:sz w:val="25"/>
                                <w:szCs w:val="25"/>
                              </w:rPr>
                              <w:t>up</w:t>
                            </w:r>
                            <w:r>
                              <w:rPr>
                                <w:rFonts w:ascii="Georgia" w:eastAsia="Georgia" w:hAnsi="Georgia" w:cs="Georgia"/>
                                <w:color w:val="177C3E"/>
                                <w:spacing w:val="-9"/>
                                <w:sz w:val="25"/>
                                <w:szCs w:val="25"/>
                              </w:rPr>
                              <w:t xml:space="preserve"> </w:t>
                            </w:r>
                            <w:r>
                              <w:rPr>
                                <w:rFonts w:ascii="Georgia" w:eastAsia="Georgia" w:hAnsi="Georgia" w:cs="Georgia"/>
                                <w:color w:val="177C3E"/>
                                <w:sz w:val="25"/>
                                <w:szCs w:val="25"/>
                              </w:rPr>
                              <w:t>and</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15</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m</w:t>
                            </w:r>
                            <w:r>
                              <w:rPr>
                                <w:rFonts w:ascii="Georgia" w:eastAsia="Georgia" w:hAnsi="Georgia" w:cs="Georgia"/>
                                <w:color w:val="177C3E"/>
                                <w:spacing w:val="2"/>
                                <w:sz w:val="25"/>
                                <w:szCs w:val="25"/>
                              </w:rPr>
                              <w:t>i</w:t>
                            </w:r>
                            <w:r>
                              <w:rPr>
                                <w:rFonts w:ascii="Georgia" w:eastAsia="Georgia" w:hAnsi="Georgia" w:cs="Georgia"/>
                                <w:color w:val="177C3E"/>
                                <w:sz w:val="25"/>
                                <w:szCs w:val="25"/>
                              </w:rPr>
                              <w:t>nut</w:t>
                            </w:r>
                            <w:r>
                              <w:rPr>
                                <w:rFonts w:ascii="Georgia" w:eastAsia="Georgia" w:hAnsi="Georgia" w:cs="Georgia"/>
                                <w:color w:val="177C3E"/>
                                <w:spacing w:val="-1"/>
                                <w:sz w:val="25"/>
                                <w:szCs w:val="25"/>
                              </w:rPr>
                              <w:t>e</w:t>
                            </w:r>
                            <w:r>
                              <w:rPr>
                                <w:rFonts w:ascii="Georgia" w:eastAsia="Georgia" w:hAnsi="Georgia" w:cs="Georgia"/>
                                <w:color w:val="177C3E"/>
                                <w:sz w:val="25"/>
                                <w:szCs w:val="25"/>
                              </w:rPr>
                              <w:t>s</w:t>
                            </w:r>
                            <w:r>
                              <w:rPr>
                                <w:rFonts w:ascii="Georgia" w:eastAsia="Georgia" w:hAnsi="Georgia" w:cs="Georgia"/>
                                <w:color w:val="177C3E"/>
                                <w:spacing w:val="-9"/>
                                <w:sz w:val="25"/>
                                <w:szCs w:val="25"/>
                              </w:rPr>
                              <w:t xml:space="preserve"> </w:t>
                            </w:r>
                            <w:r>
                              <w:rPr>
                                <w:rFonts w:ascii="Georgia" w:eastAsia="Georgia" w:hAnsi="Georgia" w:cs="Georgia"/>
                                <w:color w:val="177C3E"/>
                                <w:sz w:val="25"/>
                                <w:szCs w:val="25"/>
                              </w:rPr>
                              <w:t>before</w:t>
                            </w:r>
                            <w:r>
                              <w:rPr>
                                <w:rFonts w:ascii="Georgia" w:eastAsia="Georgia" w:hAnsi="Georgia" w:cs="Georgia"/>
                                <w:color w:val="177C3E"/>
                                <w:spacing w:val="-7"/>
                                <w:sz w:val="25"/>
                                <w:szCs w:val="25"/>
                              </w:rPr>
                              <w:t xml:space="preserve"> </w:t>
                            </w:r>
                            <w:r>
                              <w:rPr>
                                <w:rFonts w:ascii="Georgia" w:eastAsia="Georgia" w:hAnsi="Georgia" w:cs="Georgia"/>
                                <w:color w:val="177C3E"/>
                                <w:sz w:val="25"/>
                                <w:szCs w:val="25"/>
                              </w:rPr>
                              <w:t>sun</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expo- sure.</w:t>
                            </w:r>
                            <w:r>
                              <w:rPr>
                                <w:rFonts w:ascii="Georgia" w:eastAsia="Georgia" w:hAnsi="Georgia" w:cs="Georgia"/>
                                <w:color w:val="177C3E"/>
                                <w:spacing w:val="-5"/>
                                <w:sz w:val="25"/>
                                <w:szCs w:val="25"/>
                              </w:rPr>
                              <w:t xml:space="preserve"> </w:t>
                            </w:r>
                            <w:r>
                              <w:rPr>
                                <w:rFonts w:ascii="Georgia" w:eastAsia="Georgia" w:hAnsi="Georgia" w:cs="Georgia"/>
                                <w:color w:val="177C3E"/>
                                <w:sz w:val="25"/>
                                <w:szCs w:val="25"/>
                              </w:rPr>
                              <w:t>Reapply</w:t>
                            </w:r>
                            <w:r>
                              <w:rPr>
                                <w:rFonts w:ascii="Georgia" w:eastAsia="Georgia" w:hAnsi="Georgia" w:cs="Georgia"/>
                                <w:color w:val="177C3E"/>
                                <w:spacing w:val="-9"/>
                                <w:sz w:val="25"/>
                                <w:szCs w:val="25"/>
                              </w:rPr>
                              <w:t xml:space="preserve"> </w:t>
                            </w:r>
                            <w:r>
                              <w:rPr>
                                <w:rFonts w:ascii="Georgia" w:eastAsia="Georgia" w:hAnsi="Georgia" w:cs="Georgia"/>
                                <w:color w:val="177C3E"/>
                                <w:sz w:val="25"/>
                                <w:szCs w:val="25"/>
                              </w:rPr>
                              <w:t>as</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needed.</w:t>
                            </w:r>
                          </w:p>
                        </w:tc>
                      </w:tr>
                      <w:tr w:rsidR="00927008">
                        <w:trPr>
                          <w:trHeight w:hRule="exact" w:val="1274"/>
                        </w:trPr>
                        <w:tc>
                          <w:tcPr>
                            <w:tcW w:w="1568" w:type="dxa"/>
                            <w:tcBorders>
                              <w:top w:val="single" w:sz="8" w:space="0" w:color="FFFFFF"/>
                              <w:left w:val="single" w:sz="22" w:space="0" w:color="82BB83"/>
                              <w:bottom w:val="single" w:sz="8" w:space="0" w:color="FFFFFF"/>
                              <w:right w:val="single" w:sz="8" w:space="0" w:color="FFFFFF"/>
                            </w:tcBorders>
                            <w:shd w:val="clear" w:color="auto" w:fill="EAF3E9"/>
                          </w:tcPr>
                          <w:p w:rsidR="00927008" w:rsidRDefault="00927008">
                            <w:pPr>
                              <w:spacing w:before="57"/>
                              <w:ind w:left="55" w:right="-20"/>
                              <w:rPr>
                                <w:rFonts w:ascii="Georgia" w:eastAsia="Georgia" w:hAnsi="Georgia" w:cs="Georgia"/>
                              </w:rPr>
                            </w:pPr>
                            <w:r>
                              <w:rPr>
                                <w:rFonts w:ascii="Georgia" w:eastAsia="Georgia" w:hAnsi="Georgia" w:cs="Georgia"/>
                                <w:b/>
                                <w:bCs/>
                                <w:color w:val="177C3E"/>
                              </w:rPr>
                              <w:t>Renew</w:t>
                            </w:r>
                          </w:p>
                        </w:tc>
                        <w:tc>
                          <w:tcPr>
                            <w:tcW w:w="4871" w:type="dxa"/>
                            <w:tcBorders>
                              <w:top w:val="single" w:sz="8" w:space="0" w:color="FFFFFF"/>
                              <w:left w:val="single" w:sz="8" w:space="0" w:color="FFFFFF"/>
                              <w:bottom w:val="single" w:sz="8" w:space="0" w:color="FFFFFF"/>
                              <w:right w:val="single" w:sz="22" w:space="0" w:color="82BB83"/>
                            </w:tcBorders>
                            <w:shd w:val="clear" w:color="auto" w:fill="EAF3E9"/>
                          </w:tcPr>
                          <w:p w:rsidR="00927008" w:rsidRDefault="00927008">
                            <w:pPr>
                              <w:spacing w:before="54" w:line="298" w:lineRule="auto"/>
                              <w:ind w:left="57" w:right="60"/>
                              <w:rPr>
                                <w:rFonts w:ascii="Georgia" w:eastAsia="Georgia" w:hAnsi="Georgia" w:cs="Georgia"/>
                                <w:sz w:val="25"/>
                                <w:szCs w:val="25"/>
                              </w:rPr>
                            </w:pPr>
                            <w:r>
                              <w:rPr>
                                <w:rFonts w:ascii="Georgia" w:eastAsia="Georgia" w:hAnsi="Georgia" w:cs="Georgia"/>
                                <w:color w:val="177C3E"/>
                                <w:sz w:val="25"/>
                                <w:szCs w:val="25"/>
                              </w:rPr>
                              <w:t>Apply</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a</w:t>
                            </w:r>
                            <w:r>
                              <w:rPr>
                                <w:rFonts w:ascii="Georgia" w:eastAsia="Georgia" w:hAnsi="Georgia" w:cs="Georgia"/>
                                <w:color w:val="177C3E"/>
                                <w:spacing w:val="-1"/>
                                <w:sz w:val="25"/>
                                <w:szCs w:val="25"/>
                              </w:rPr>
                              <w:t xml:space="preserve"> </w:t>
                            </w:r>
                            <w:r>
                              <w:rPr>
                                <w:rFonts w:ascii="Georgia" w:eastAsia="Georgia" w:hAnsi="Georgia" w:cs="Georgia"/>
                                <w:color w:val="177C3E"/>
                                <w:sz w:val="25"/>
                                <w:szCs w:val="25"/>
                              </w:rPr>
                              <w:t>small</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amo</w:t>
                            </w:r>
                            <w:r>
                              <w:rPr>
                                <w:rFonts w:ascii="Georgia" w:eastAsia="Georgia" w:hAnsi="Georgia" w:cs="Georgia"/>
                                <w:color w:val="177C3E"/>
                                <w:spacing w:val="1"/>
                                <w:sz w:val="25"/>
                                <w:szCs w:val="25"/>
                              </w:rPr>
                              <w:t>u</w:t>
                            </w:r>
                            <w:r>
                              <w:rPr>
                                <w:rFonts w:ascii="Georgia" w:eastAsia="Georgia" w:hAnsi="Georgia" w:cs="Georgia"/>
                                <w:color w:val="177C3E"/>
                                <w:sz w:val="25"/>
                                <w:szCs w:val="25"/>
                              </w:rPr>
                              <w:t>nt</w:t>
                            </w:r>
                            <w:r>
                              <w:rPr>
                                <w:rFonts w:ascii="Georgia" w:eastAsia="Georgia" w:hAnsi="Georgia" w:cs="Georgia"/>
                                <w:color w:val="177C3E"/>
                                <w:spacing w:val="-9"/>
                                <w:sz w:val="25"/>
                                <w:szCs w:val="25"/>
                              </w:rPr>
                              <w:t xml:space="preserve"> </w:t>
                            </w:r>
                            <w:r>
                              <w:rPr>
                                <w:rFonts w:ascii="Georgia" w:eastAsia="Georgia" w:hAnsi="Georgia" w:cs="Georgia"/>
                                <w:color w:val="177C3E"/>
                                <w:sz w:val="25"/>
                                <w:szCs w:val="25"/>
                              </w:rPr>
                              <w:t>to</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the</w:t>
                            </w:r>
                            <w:r>
                              <w:rPr>
                                <w:rFonts w:ascii="Georgia" w:eastAsia="Georgia" w:hAnsi="Georgia" w:cs="Georgia"/>
                                <w:color w:val="177C3E"/>
                                <w:spacing w:val="-4"/>
                                <w:sz w:val="25"/>
                                <w:szCs w:val="25"/>
                              </w:rPr>
                              <w:t xml:space="preserve"> </w:t>
                            </w:r>
                            <w:r>
                              <w:rPr>
                                <w:rFonts w:ascii="Georgia" w:eastAsia="Georgia" w:hAnsi="Georgia" w:cs="Georgia"/>
                                <w:color w:val="177C3E"/>
                                <w:spacing w:val="1"/>
                                <w:sz w:val="25"/>
                                <w:szCs w:val="25"/>
                              </w:rPr>
                              <w:t>e</w:t>
                            </w:r>
                            <w:r>
                              <w:rPr>
                                <w:rFonts w:ascii="Georgia" w:eastAsia="Georgia" w:hAnsi="Georgia" w:cs="Georgia"/>
                                <w:color w:val="177C3E"/>
                                <w:sz w:val="25"/>
                                <w:szCs w:val="25"/>
                              </w:rPr>
                              <w:t>nt</w:t>
                            </w:r>
                            <w:r>
                              <w:rPr>
                                <w:rFonts w:ascii="Georgia" w:eastAsia="Georgia" w:hAnsi="Georgia" w:cs="Georgia"/>
                                <w:color w:val="177C3E"/>
                                <w:spacing w:val="2"/>
                                <w:sz w:val="25"/>
                                <w:szCs w:val="25"/>
                              </w:rPr>
                              <w:t>i</w:t>
                            </w:r>
                            <w:r>
                              <w:rPr>
                                <w:rFonts w:ascii="Georgia" w:eastAsia="Georgia" w:hAnsi="Georgia" w:cs="Georgia"/>
                                <w:color w:val="177C3E"/>
                                <w:sz w:val="25"/>
                                <w:szCs w:val="25"/>
                              </w:rPr>
                              <w:t>re</w:t>
                            </w:r>
                            <w:r>
                              <w:rPr>
                                <w:rFonts w:ascii="Georgia" w:eastAsia="Georgia" w:hAnsi="Georgia" w:cs="Georgia"/>
                                <w:color w:val="177C3E"/>
                                <w:spacing w:val="-7"/>
                                <w:sz w:val="25"/>
                                <w:szCs w:val="25"/>
                              </w:rPr>
                              <w:t xml:space="preserve"> </w:t>
                            </w:r>
                            <w:r>
                              <w:rPr>
                                <w:rFonts w:ascii="Georgia" w:eastAsia="Georgia" w:hAnsi="Georgia" w:cs="Georgia"/>
                                <w:color w:val="177C3E"/>
                                <w:sz w:val="25"/>
                                <w:szCs w:val="25"/>
                              </w:rPr>
                              <w:t>face. Avoid</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the</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eyelids</w:t>
                            </w:r>
                            <w:r>
                              <w:rPr>
                                <w:rFonts w:ascii="Georgia" w:eastAsia="Georgia" w:hAnsi="Georgia" w:cs="Georgia"/>
                                <w:color w:val="177C3E"/>
                                <w:spacing w:val="-8"/>
                                <w:sz w:val="25"/>
                                <w:szCs w:val="25"/>
                              </w:rPr>
                              <w:t xml:space="preserve"> </w:t>
                            </w:r>
                            <w:r>
                              <w:rPr>
                                <w:rFonts w:ascii="Georgia" w:eastAsia="Georgia" w:hAnsi="Georgia" w:cs="Georgia"/>
                                <w:color w:val="177C3E"/>
                                <w:sz w:val="25"/>
                                <w:szCs w:val="25"/>
                              </w:rPr>
                              <w:t>and</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lips.</w:t>
                            </w:r>
                            <w:r>
                              <w:rPr>
                                <w:rFonts w:ascii="Georgia" w:eastAsia="Georgia" w:hAnsi="Georgia" w:cs="Georgia"/>
                                <w:color w:val="177C3E"/>
                                <w:spacing w:val="-5"/>
                                <w:sz w:val="25"/>
                                <w:szCs w:val="25"/>
                              </w:rPr>
                              <w:t xml:space="preserve"> </w:t>
                            </w:r>
                            <w:r>
                              <w:rPr>
                                <w:rFonts w:ascii="Georgia" w:eastAsia="Georgia" w:hAnsi="Georgia" w:cs="Georgia"/>
                                <w:color w:val="177C3E"/>
                                <w:sz w:val="25"/>
                                <w:szCs w:val="25"/>
                              </w:rPr>
                              <w:t>Every</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other</w:t>
                            </w:r>
                            <w:r>
                              <w:rPr>
                                <w:rFonts w:ascii="Georgia" w:eastAsia="Georgia" w:hAnsi="Georgia" w:cs="Georgia"/>
                                <w:color w:val="177C3E"/>
                                <w:spacing w:val="-6"/>
                                <w:sz w:val="25"/>
                                <w:szCs w:val="25"/>
                              </w:rPr>
                              <w:t xml:space="preserve"> </w:t>
                            </w:r>
                            <w:r>
                              <w:rPr>
                                <w:rFonts w:ascii="Georgia" w:eastAsia="Georgia" w:hAnsi="Georgia" w:cs="Georgia"/>
                                <w:color w:val="177C3E"/>
                                <w:spacing w:val="1"/>
                                <w:sz w:val="25"/>
                                <w:szCs w:val="25"/>
                              </w:rPr>
                              <w:t>da</w:t>
                            </w:r>
                            <w:r>
                              <w:rPr>
                                <w:rFonts w:ascii="Georgia" w:eastAsia="Georgia" w:hAnsi="Georgia" w:cs="Georgia"/>
                                <w:color w:val="177C3E"/>
                                <w:sz w:val="25"/>
                                <w:szCs w:val="25"/>
                              </w:rPr>
                              <w:t>y or</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less</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to</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sta</w:t>
                            </w:r>
                            <w:r>
                              <w:rPr>
                                <w:rFonts w:ascii="Georgia" w:eastAsia="Georgia" w:hAnsi="Georgia" w:cs="Georgia"/>
                                <w:color w:val="177C3E"/>
                                <w:spacing w:val="1"/>
                                <w:sz w:val="25"/>
                                <w:szCs w:val="25"/>
                              </w:rPr>
                              <w:t>r</w:t>
                            </w:r>
                            <w:r>
                              <w:rPr>
                                <w:rFonts w:ascii="Georgia" w:eastAsia="Georgia" w:hAnsi="Georgia" w:cs="Georgia"/>
                                <w:color w:val="177C3E"/>
                                <w:sz w:val="25"/>
                                <w:szCs w:val="25"/>
                              </w:rPr>
                              <w:t>t,</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incre</w:t>
                            </w:r>
                            <w:r>
                              <w:rPr>
                                <w:rFonts w:ascii="Georgia" w:eastAsia="Georgia" w:hAnsi="Georgia" w:cs="Georgia"/>
                                <w:color w:val="177C3E"/>
                                <w:spacing w:val="1"/>
                                <w:sz w:val="25"/>
                                <w:szCs w:val="25"/>
                              </w:rPr>
                              <w:t>a</w:t>
                            </w:r>
                            <w:r>
                              <w:rPr>
                                <w:rFonts w:ascii="Georgia" w:eastAsia="Georgia" w:hAnsi="Georgia" w:cs="Georgia"/>
                                <w:color w:val="177C3E"/>
                                <w:sz w:val="25"/>
                                <w:szCs w:val="25"/>
                              </w:rPr>
                              <w:t>se</w:t>
                            </w:r>
                            <w:r>
                              <w:rPr>
                                <w:rFonts w:ascii="Georgia" w:eastAsia="Georgia" w:hAnsi="Georgia" w:cs="Georgia"/>
                                <w:color w:val="177C3E"/>
                                <w:spacing w:val="-9"/>
                                <w:sz w:val="25"/>
                                <w:szCs w:val="25"/>
                              </w:rPr>
                              <w:t xml:space="preserve"> </w:t>
                            </w:r>
                            <w:r>
                              <w:rPr>
                                <w:rFonts w:ascii="Georgia" w:eastAsia="Georgia" w:hAnsi="Georgia" w:cs="Georgia"/>
                                <w:color w:val="177C3E"/>
                                <w:spacing w:val="1"/>
                                <w:sz w:val="25"/>
                                <w:szCs w:val="25"/>
                              </w:rPr>
                              <w:t>a</w:t>
                            </w:r>
                            <w:r>
                              <w:rPr>
                                <w:rFonts w:ascii="Georgia" w:eastAsia="Georgia" w:hAnsi="Georgia" w:cs="Georgia"/>
                                <w:color w:val="177C3E"/>
                                <w:sz w:val="25"/>
                                <w:szCs w:val="25"/>
                              </w:rPr>
                              <w:t>s</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t</w:t>
                            </w:r>
                            <w:r>
                              <w:rPr>
                                <w:rFonts w:ascii="Georgia" w:eastAsia="Georgia" w:hAnsi="Georgia" w:cs="Georgia"/>
                                <w:color w:val="177C3E"/>
                                <w:spacing w:val="2"/>
                                <w:sz w:val="25"/>
                                <w:szCs w:val="25"/>
                              </w:rPr>
                              <w:t>o</w:t>
                            </w:r>
                            <w:r>
                              <w:rPr>
                                <w:rFonts w:ascii="Georgia" w:eastAsia="Georgia" w:hAnsi="Georgia" w:cs="Georgia"/>
                                <w:color w:val="177C3E"/>
                                <w:sz w:val="25"/>
                                <w:szCs w:val="25"/>
                              </w:rPr>
                              <w:t>ler</w:t>
                            </w:r>
                            <w:r>
                              <w:rPr>
                                <w:rFonts w:ascii="Georgia" w:eastAsia="Georgia" w:hAnsi="Georgia" w:cs="Georgia"/>
                                <w:color w:val="177C3E"/>
                                <w:spacing w:val="1"/>
                                <w:sz w:val="25"/>
                                <w:szCs w:val="25"/>
                              </w:rPr>
                              <w:t>a</w:t>
                            </w:r>
                            <w:r>
                              <w:rPr>
                                <w:rFonts w:ascii="Georgia" w:eastAsia="Georgia" w:hAnsi="Georgia" w:cs="Georgia"/>
                                <w:color w:val="177C3E"/>
                                <w:sz w:val="25"/>
                                <w:szCs w:val="25"/>
                              </w:rPr>
                              <w:t>ted.</w:t>
                            </w:r>
                          </w:p>
                        </w:tc>
                      </w:tr>
                      <w:tr w:rsidR="00927008">
                        <w:trPr>
                          <w:trHeight w:hRule="exact" w:val="1882"/>
                        </w:trPr>
                        <w:tc>
                          <w:tcPr>
                            <w:tcW w:w="1568" w:type="dxa"/>
                            <w:tcBorders>
                              <w:top w:val="single" w:sz="8" w:space="0" w:color="FFFFFF"/>
                              <w:left w:val="single" w:sz="22" w:space="0" w:color="82BB83"/>
                              <w:bottom w:val="single" w:sz="22" w:space="0" w:color="82BB83"/>
                              <w:right w:val="single" w:sz="8" w:space="0" w:color="FFFFFF"/>
                            </w:tcBorders>
                            <w:shd w:val="clear" w:color="auto" w:fill="F4F8F4"/>
                          </w:tcPr>
                          <w:p w:rsidR="00927008" w:rsidRDefault="00927008">
                            <w:pPr>
                              <w:spacing w:before="56"/>
                              <w:ind w:left="55" w:right="-20"/>
                              <w:rPr>
                                <w:rFonts w:ascii="Georgia" w:eastAsia="Georgia" w:hAnsi="Georgia" w:cs="Georgia"/>
                              </w:rPr>
                            </w:pPr>
                            <w:r>
                              <w:rPr>
                                <w:rFonts w:ascii="Georgia" w:eastAsia="Georgia" w:hAnsi="Georgia" w:cs="Georgia"/>
                                <w:b/>
                                <w:bCs/>
                                <w:color w:val="177C3E"/>
                              </w:rPr>
                              <w:t>**Rescue</w:t>
                            </w:r>
                          </w:p>
                        </w:tc>
                        <w:tc>
                          <w:tcPr>
                            <w:tcW w:w="4871" w:type="dxa"/>
                            <w:tcBorders>
                              <w:top w:val="single" w:sz="8" w:space="0" w:color="FFFFFF"/>
                              <w:left w:val="single" w:sz="8" w:space="0" w:color="FFFFFF"/>
                              <w:bottom w:val="single" w:sz="22" w:space="0" w:color="82BB83"/>
                              <w:right w:val="single" w:sz="22" w:space="0" w:color="82BB83"/>
                            </w:tcBorders>
                            <w:shd w:val="clear" w:color="auto" w:fill="F4F8F4"/>
                          </w:tcPr>
                          <w:p w:rsidR="00927008" w:rsidRDefault="00927008">
                            <w:pPr>
                              <w:spacing w:before="53" w:line="298" w:lineRule="auto"/>
                              <w:ind w:left="57" w:right="290"/>
                              <w:rPr>
                                <w:rFonts w:ascii="Georgia" w:eastAsia="Georgia" w:hAnsi="Georgia" w:cs="Georgia"/>
                                <w:sz w:val="25"/>
                                <w:szCs w:val="25"/>
                              </w:rPr>
                            </w:pPr>
                            <w:r>
                              <w:rPr>
                                <w:rFonts w:ascii="Georgia" w:eastAsia="Georgia" w:hAnsi="Georgia" w:cs="Georgia"/>
                                <w:color w:val="177C3E"/>
                                <w:sz w:val="25"/>
                                <w:szCs w:val="25"/>
                              </w:rPr>
                              <w:t>Use</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spari</w:t>
                            </w:r>
                            <w:r>
                              <w:rPr>
                                <w:rFonts w:ascii="Georgia" w:eastAsia="Georgia" w:hAnsi="Georgia" w:cs="Georgia"/>
                                <w:color w:val="177C3E"/>
                                <w:spacing w:val="1"/>
                                <w:sz w:val="25"/>
                                <w:szCs w:val="25"/>
                              </w:rPr>
                              <w:t>n</w:t>
                            </w:r>
                            <w:r>
                              <w:rPr>
                                <w:rFonts w:ascii="Georgia" w:eastAsia="Georgia" w:hAnsi="Georgia" w:cs="Georgia"/>
                                <w:color w:val="177C3E"/>
                                <w:sz w:val="25"/>
                                <w:szCs w:val="25"/>
                              </w:rPr>
                              <w:t>gly</w:t>
                            </w:r>
                            <w:r>
                              <w:rPr>
                                <w:rFonts w:ascii="Georgia" w:eastAsia="Georgia" w:hAnsi="Georgia" w:cs="Georgia"/>
                                <w:color w:val="177C3E"/>
                                <w:spacing w:val="-10"/>
                                <w:sz w:val="25"/>
                                <w:szCs w:val="25"/>
                              </w:rPr>
                              <w:t xml:space="preserve"> </w:t>
                            </w:r>
                            <w:r>
                              <w:rPr>
                                <w:rFonts w:ascii="Georgia" w:eastAsia="Georgia" w:hAnsi="Georgia" w:cs="Georgia"/>
                                <w:color w:val="177C3E"/>
                                <w:sz w:val="25"/>
                                <w:szCs w:val="25"/>
                              </w:rPr>
                              <w:t>to</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soothe</w:t>
                            </w:r>
                            <w:r>
                              <w:rPr>
                                <w:rFonts w:ascii="Georgia" w:eastAsia="Georgia" w:hAnsi="Georgia" w:cs="Georgia"/>
                                <w:color w:val="177C3E"/>
                                <w:spacing w:val="-7"/>
                                <w:sz w:val="25"/>
                                <w:szCs w:val="25"/>
                              </w:rPr>
                              <w:t xml:space="preserve"> </w:t>
                            </w:r>
                            <w:r>
                              <w:rPr>
                                <w:rFonts w:ascii="Georgia" w:eastAsia="Georgia" w:hAnsi="Georgia" w:cs="Georgia"/>
                                <w:color w:val="177C3E"/>
                                <w:sz w:val="25"/>
                                <w:szCs w:val="25"/>
                              </w:rPr>
                              <w:t>it</w:t>
                            </w:r>
                            <w:r>
                              <w:rPr>
                                <w:rFonts w:ascii="Georgia" w:eastAsia="Georgia" w:hAnsi="Georgia" w:cs="Georgia"/>
                                <w:color w:val="177C3E"/>
                                <w:spacing w:val="1"/>
                                <w:sz w:val="25"/>
                                <w:szCs w:val="25"/>
                              </w:rPr>
                              <w:t>c</w:t>
                            </w:r>
                            <w:r>
                              <w:rPr>
                                <w:rFonts w:ascii="Georgia" w:eastAsia="Georgia" w:hAnsi="Georgia" w:cs="Georgia"/>
                                <w:color w:val="177C3E"/>
                                <w:spacing w:val="-1"/>
                                <w:sz w:val="25"/>
                                <w:szCs w:val="25"/>
                              </w:rPr>
                              <w:t>h</w:t>
                            </w:r>
                            <w:r>
                              <w:rPr>
                                <w:rFonts w:ascii="Georgia" w:eastAsia="Georgia" w:hAnsi="Georgia" w:cs="Georgia"/>
                                <w:color w:val="177C3E"/>
                                <w:sz w:val="25"/>
                                <w:szCs w:val="25"/>
                              </w:rPr>
                              <w:t>y</w:t>
                            </w:r>
                            <w:r>
                              <w:rPr>
                                <w:rFonts w:ascii="Georgia" w:eastAsia="Georgia" w:hAnsi="Georgia" w:cs="Georgia"/>
                                <w:color w:val="177C3E"/>
                                <w:spacing w:val="-5"/>
                                <w:sz w:val="25"/>
                                <w:szCs w:val="25"/>
                              </w:rPr>
                              <w:t xml:space="preserve"> </w:t>
                            </w:r>
                            <w:r>
                              <w:rPr>
                                <w:rFonts w:ascii="Georgia" w:eastAsia="Georgia" w:hAnsi="Georgia" w:cs="Georgia"/>
                                <w:color w:val="177C3E"/>
                                <w:sz w:val="25"/>
                                <w:szCs w:val="25"/>
                              </w:rPr>
                              <w:t>or</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irritated skin.</w:t>
                            </w:r>
                            <w:r>
                              <w:rPr>
                                <w:rFonts w:ascii="Georgia" w:eastAsia="Georgia" w:hAnsi="Georgia" w:cs="Georgia"/>
                                <w:color w:val="177C3E"/>
                                <w:spacing w:val="-5"/>
                                <w:sz w:val="25"/>
                                <w:szCs w:val="25"/>
                              </w:rPr>
                              <w:t xml:space="preserve"> </w:t>
                            </w:r>
                            <w:r>
                              <w:rPr>
                                <w:rFonts w:ascii="Georgia" w:eastAsia="Georgia" w:hAnsi="Georgia" w:cs="Georgia"/>
                                <w:color w:val="177C3E"/>
                                <w:sz w:val="25"/>
                                <w:szCs w:val="25"/>
                              </w:rPr>
                              <w:t>Do</w:t>
                            </w:r>
                            <w:r>
                              <w:rPr>
                                <w:rFonts w:ascii="Georgia" w:eastAsia="Georgia" w:hAnsi="Georgia" w:cs="Georgia"/>
                                <w:color w:val="177C3E"/>
                                <w:spacing w:val="-3"/>
                                <w:sz w:val="25"/>
                                <w:szCs w:val="25"/>
                              </w:rPr>
                              <w:t xml:space="preserve"> </w:t>
                            </w:r>
                            <w:r>
                              <w:rPr>
                                <w:rFonts w:ascii="Georgia" w:eastAsia="Georgia" w:hAnsi="Georgia" w:cs="Georgia"/>
                                <w:color w:val="177C3E"/>
                                <w:spacing w:val="1"/>
                                <w:sz w:val="25"/>
                                <w:szCs w:val="25"/>
                              </w:rPr>
                              <w:t>n</w:t>
                            </w:r>
                            <w:r>
                              <w:rPr>
                                <w:rFonts w:ascii="Georgia" w:eastAsia="Georgia" w:hAnsi="Georgia" w:cs="Georgia"/>
                                <w:color w:val="177C3E"/>
                                <w:sz w:val="25"/>
                                <w:szCs w:val="25"/>
                              </w:rPr>
                              <w:t>ot</w:t>
                            </w:r>
                            <w:r>
                              <w:rPr>
                                <w:rFonts w:ascii="Georgia" w:eastAsia="Georgia" w:hAnsi="Georgia" w:cs="Georgia"/>
                                <w:color w:val="177C3E"/>
                                <w:spacing w:val="-4"/>
                                <w:sz w:val="25"/>
                                <w:szCs w:val="25"/>
                              </w:rPr>
                              <w:t xml:space="preserve"> </w:t>
                            </w:r>
                            <w:r>
                              <w:rPr>
                                <w:rFonts w:ascii="Georgia" w:eastAsia="Georgia" w:hAnsi="Georgia" w:cs="Georgia"/>
                                <w:color w:val="177C3E"/>
                                <w:sz w:val="25"/>
                                <w:szCs w:val="25"/>
                              </w:rPr>
                              <w:t>a</w:t>
                            </w:r>
                            <w:r>
                              <w:rPr>
                                <w:rFonts w:ascii="Georgia" w:eastAsia="Georgia" w:hAnsi="Georgia" w:cs="Georgia"/>
                                <w:color w:val="177C3E"/>
                                <w:spacing w:val="1"/>
                                <w:sz w:val="25"/>
                                <w:szCs w:val="25"/>
                              </w:rPr>
                              <w:t>p</w:t>
                            </w:r>
                            <w:r>
                              <w:rPr>
                                <w:rFonts w:ascii="Georgia" w:eastAsia="Georgia" w:hAnsi="Georgia" w:cs="Georgia"/>
                                <w:color w:val="177C3E"/>
                                <w:sz w:val="25"/>
                                <w:szCs w:val="25"/>
                              </w:rPr>
                              <w:t>ply</w:t>
                            </w:r>
                            <w:r>
                              <w:rPr>
                                <w:rFonts w:ascii="Georgia" w:eastAsia="Georgia" w:hAnsi="Georgia" w:cs="Georgia"/>
                                <w:color w:val="177C3E"/>
                                <w:spacing w:val="-6"/>
                                <w:sz w:val="25"/>
                                <w:szCs w:val="25"/>
                              </w:rPr>
                              <w:t xml:space="preserve"> </w:t>
                            </w:r>
                            <w:r>
                              <w:rPr>
                                <w:rFonts w:ascii="Georgia" w:eastAsia="Georgia" w:hAnsi="Georgia" w:cs="Georgia"/>
                                <w:color w:val="177C3E"/>
                                <w:sz w:val="25"/>
                                <w:szCs w:val="25"/>
                              </w:rPr>
                              <w:t>on</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entire</w:t>
                            </w:r>
                            <w:r>
                              <w:rPr>
                                <w:rFonts w:ascii="Georgia" w:eastAsia="Georgia" w:hAnsi="Georgia" w:cs="Georgia"/>
                                <w:color w:val="177C3E"/>
                                <w:spacing w:val="-7"/>
                                <w:sz w:val="25"/>
                                <w:szCs w:val="25"/>
                              </w:rPr>
                              <w:t xml:space="preserve"> </w:t>
                            </w:r>
                            <w:r>
                              <w:rPr>
                                <w:rFonts w:ascii="Georgia" w:eastAsia="Georgia" w:hAnsi="Georgia" w:cs="Georgia"/>
                                <w:color w:val="177C3E"/>
                                <w:sz w:val="25"/>
                                <w:szCs w:val="25"/>
                              </w:rPr>
                              <w:t>fac</w:t>
                            </w:r>
                            <w:r>
                              <w:rPr>
                                <w:rFonts w:ascii="Georgia" w:eastAsia="Georgia" w:hAnsi="Georgia" w:cs="Georgia"/>
                                <w:color w:val="177C3E"/>
                                <w:spacing w:val="1"/>
                                <w:sz w:val="25"/>
                                <w:szCs w:val="25"/>
                              </w:rPr>
                              <w:t>e</w:t>
                            </w:r>
                            <w:r>
                              <w:rPr>
                                <w:rFonts w:ascii="Georgia" w:eastAsia="Georgia" w:hAnsi="Georgia" w:cs="Georgia"/>
                                <w:color w:val="177C3E"/>
                                <w:sz w:val="25"/>
                                <w:szCs w:val="25"/>
                              </w:rPr>
                              <w:t>,</w:t>
                            </w:r>
                            <w:r>
                              <w:rPr>
                                <w:rFonts w:ascii="Georgia" w:eastAsia="Georgia" w:hAnsi="Georgia" w:cs="Georgia"/>
                                <w:color w:val="177C3E"/>
                                <w:spacing w:val="-5"/>
                                <w:sz w:val="25"/>
                                <w:szCs w:val="25"/>
                              </w:rPr>
                              <w:t xml:space="preserve"> </w:t>
                            </w:r>
                            <w:r>
                              <w:rPr>
                                <w:rFonts w:ascii="Georgia" w:eastAsia="Georgia" w:hAnsi="Georgia" w:cs="Georgia"/>
                                <w:color w:val="177C3E"/>
                                <w:sz w:val="25"/>
                                <w:szCs w:val="25"/>
                              </w:rPr>
                              <w:t>spot treat</w:t>
                            </w:r>
                            <w:r>
                              <w:rPr>
                                <w:rFonts w:ascii="Georgia" w:eastAsia="Georgia" w:hAnsi="Georgia" w:cs="Georgia"/>
                                <w:color w:val="177C3E"/>
                                <w:spacing w:val="-5"/>
                                <w:sz w:val="25"/>
                                <w:szCs w:val="25"/>
                              </w:rPr>
                              <w:t xml:space="preserve"> </w:t>
                            </w:r>
                            <w:r>
                              <w:rPr>
                                <w:rFonts w:ascii="Georgia" w:eastAsia="Georgia" w:hAnsi="Georgia" w:cs="Georgia"/>
                                <w:color w:val="177C3E"/>
                                <w:sz w:val="25"/>
                                <w:szCs w:val="25"/>
                              </w:rPr>
                              <w:t>only</w:t>
                            </w:r>
                            <w:r>
                              <w:rPr>
                                <w:rFonts w:ascii="Georgia" w:eastAsia="Georgia" w:hAnsi="Georgia" w:cs="Georgia"/>
                                <w:color w:val="177C3E"/>
                                <w:spacing w:val="-5"/>
                                <w:sz w:val="25"/>
                                <w:szCs w:val="25"/>
                              </w:rPr>
                              <w:t xml:space="preserve"> </w:t>
                            </w:r>
                            <w:r>
                              <w:rPr>
                                <w:rFonts w:ascii="Georgia" w:eastAsia="Georgia" w:hAnsi="Georgia" w:cs="Georgia"/>
                                <w:color w:val="177C3E"/>
                                <w:spacing w:val="2"/>
                                <w:sz w:val="25"/>
                                <w:szCs w:val="25"/>
                              </w:rPr>
                              <w:t>i</w:t>
                            </w:r>
                            <w:r>
                              <w:rPr>
                                <w:rFonts w:ascii="Georgia" w:eastAsia="Georgia" w:hAnsi="Georgia" w:cs="Georgia"/>
                                <w:color w:val="177C3E"/>
                                <w:sz w:val="25"/>
                                <w:szCs w:val="25"/>
                              </w:rPr>
                              <w:t>f</w:t>
                            </w:r>
                            <w:r>
                              <w:rPr>
                                <w:rFonts w:ascii="Georgia" w:eastAsia="Georgia" w:hAnsi="Georgia" w:cs="Georgia"/>
                                <w:color w:val="177C3E"/>
                                <w:spacing w:val="-2"/>
                                <w:sz w:val="25"/>
                                <w:szCs w:val="25"/>
                              </w:rPr>
                              <w:t xml:space="preserve"> </w:t>
                            </w:r>
                            <w:r>
                              <w:rPr>
                                <w:rFonts w:ascii="Georgia" w:eastAsia="Georgia" w:hAnsi="Georgia" w:cs="Georgia"/>
                                <w:color w:val="177C3E"/>
                                <w:sz w:val="25"/>
                                <w:szCs w:val="25"/>
                              </w:rPr>
                              <w:t>nee</w:t>
                            </w:r>
                            <w:r>
                              <w:rPr>
                                <w:rFonts w:ascii="Georgia" w:eastAsia="Georgia" w:hAnsi="Georgia" w:cs="Georgia"/>
                                <w:color w:val="177C3E"/>
                                <w:spacing w:val="1"/>
                                <w:sz w:val="25"/>
                                <w:szCs w:val="25"/>
                              </w:rPr>
                              <w:t>d</w:t>
                            </w:r>
                            <w:r>
                              <w:rPr>
                                <w:rFonts w:ascii="Georgia" w:eastAsia="Georgia" w:hAnsi="Georgia" w:cs="Georgia"/>
                                <w:color w:val="177C3E"/>
                                <w:sz w:val="25"/>
                                <w:szCs w:val="25"/>
                              </w:rPr>
                              <w:t>ed.</w:t>
                            </w:r>
                          </w:p>
                        </w:tc>
                      </w:tr>
                    </w:tbl>
                    <w:p w:rsidR="00927008" w:rsidRDefault="00927008" w:rsidP="00927008"/>
                  </w:txbxContent>
                </v:textbox>
                <w10:wrap anchorx="page" anchory="page"/>
              </v:shape>
            </w:pict>
          </mc:Fallback>
        </mc:AlternateContent>
      </w:r>
      <w:r w:rsidR="00F85EFC">
        <w:rPr>
          <w:noProof/>
        </w:rPr>
        <mc:AlternateContent>
          <mc:Choice Requires="wps">
            <w:drawing>
              <wp:anchor distT="0" distB="0" distL="114300" distR="114300" simplePos="0" relativeHeight="251675136" behindDoc="0" locked="0" layoutInCell="1" allowOverlap="1">
                <wp:simplePos x="0" y="0"/>
                <wp:positionH relativeFrom="column">
                  <wp:posOffset>291465</wp:posOffset>
                </wp:positionH>
                <wp:positionV relativeFrom="paragraph">
                  <wp:posOffset>3307715</wp:posOffset>
                </wp:positionV>
                <wp:extent cx="2124075" cy="390525"/>
                <wp:effectExtent l="0" t="2540" r="3810" b="0"/>
                <wp:wrapNone/>
                <wp:docPr id="5"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390525"/>
                        </a:xfrm>
                        <a:prstGeom prst="rect">
                          <a:avLst/>
                        </a:prstGeom>
                        <a:solidFill>
                          <a:srgbClr val="FFFFFF"/>
                        </a:solidFill>
                        <a:ln>
                          <a:noFill/>
                        </a:ln>
                        <a:effectLst/>
                        <a:extLst>
                          <a:ext uri="{91240B29-F687-4F45-9708-019B960494DF}">
                            <a14:hiddenLine xmlns:a14="http://schemas.microsoft.com/office/drawing/2010/main" w="9525" cap="flat" cmpd="sng" algn="ctr">
                              <a:solidFill>
                                <a:srgbClr val="000000"/>
                              </a:solidFill>
                              <a:prstDash val="solid"/>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27008" w:rsidRPr="00927008" w:rsidRDefault="00927008" w:rsidP="00927008">
                            <w:pPr>
                              <w:jc w:val="center"/>
                              <w:rPr>
                                <w:rFonts w:ascii="Lucida Handwriting" w:hAnsi="Lucida Handwriting"/>
                                <w:b/>
                                <w:color w:val="88D888"/>
                                <w:sz w:val="28"/>
                              </w:rPr>
                            </w:pPr>
                            <w:r w:rsidRPr="00927008">
                              <w:rPr>
                                <w:rFonts w:ascii="Lucida Handwriting" w:hAnsi="Lucida Handwriting"/>
                                <w:b/>
                                <w:color w:val="88D888"/>
                                <w:sz w:val="28"/>
                              </w:rPr>
                              <w:t>Evening Routine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29" type="#_x0000_t202" style="position:absolute;margin-left:22.95pt;margin-top:260.45pt;width:167.25pt;height:30.7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" stroked="f">
                <v:textbox>
                  <w:txbxContent>
                    <w:p w:rsidR="00927008" w:rsidRPr="00927008" w:rsidRDefault="00927008" w:rsidP="00927008">
                      <w:pPr>
                        <w:jc w:val="center"/>
                        <w:rPr>
                          <w:rFonts w:ascii="Lucida Handwriting" w:hAnsi="Lucida Handwriting"/>
                          <w:b/>
                          <w:color w:val="88D888"/>
                          <w:sz w:val="28"/>
                        </w:rPr>
                      </w:pPr>
                      <w:r w:rsidRPr="00927008">
                        <w:rPr>
                          <w:rFonts w:ascii="Lucida Handwriting" w:hAnsi="Lucida Handwriting"/>
                          <w:b/>
                          <w:color w:val="88D888"/>
                          <w:sz w:val="28"/>
                        </w:rPr>
                        <w:t>Evening Routine</w:t>
                      </w:r>
                    </w:p>
                  </w:txbxContent>
                </v:textbox>
              </v:shape>
            </w:pict>
          </mc:Fallback>
        </mc:AlternateContent>
      </w:r>
      <w:r w:rsidR="00F85EFC">
        <w:rPr>
          <w:noProof/>
        </w:rPr>
        <mc:AlternateContent>
          <mc:Choice Requires="wps">
            <w:drawing>
              <wp:anchor distT="0" distB="0" distL="114300" distR="114300" simplePos="0" relativeHeight="251674112" behindDoc="0" locked="0" layoutInCell="1" allowOverlap="1">
                <wp:simplePos x="0" y="0"/>
                <wp:positionH relativeFrom="column">
                  <wp:posOffset>291465</wp:posOffset>
                </wp:positionH>
                <wp:positionV relativeFrom="paragraph">
                  <wp:posOffset>-504825</wp:posOffset>
                </wp:positionV>
                <wp:extent cx="2124075" cy="390525"/>
                <wp:effectExtent l="0" t="0" r="3810" b="0"/>
                <wp:wrapNone/>
                <wp:docPr id="4"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390525"/>
                        </a:xfrm>
                        <a:prstGeom prst="rect">
                          <a:avLst/>
                        </a:prstGeom>
                        <a:solidFill>
                          <a:srgbClr val="FFFFFF"/>
                        </a:solidFill>
                        <a:ln>
                          <a:noFill/>
                        </a:ln>
                        <a:effectLst/>
                        <a:extLst>
                          <a:ext uri="{91240B29-F687-4F45-9708-019B960494DF}">
                            <a14:hiddenLine xmlns:a14="http://schemas.microsoft.com/office/drawing/2010/main" w="9525" cap="flat" cmpd="sng" algn="ctr">
                              <a:solidFill>
                                <a:srgbClr val="000000"/>
                              </a:solidFill>
                              <a:prstDash val="solid"/>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27008" w:rsidRPr="00927008" w:rsidRDefault="00927008" w:rsidP="00927008">
                            <w:pPr>
                              <w:jc w:val="center"/>
                              <w:rPr>
                                <w:rFonts w:ascii="Lucida Handwriting" w:hAnsi="Lucida Handwriting"/>
                                <w:b/>
                                <w:color w:val="88D888"/>
                                <w:sz w:val="28"/>
                              </w:rPr>
                            </w:pPr>
                            <w:r w:rsidRPr="00927008">
                              <w:rPr>
                                <w:rFonts w:ascii="Lucida Handwriting" w:hAnsi="Lucida Handwriting"/>
                                <w:b/>
                                <w:color w:val="88D888"/>
                                <w:sz w:val="28"/>
                              </w:rPr>
                              <w:t>Morning Routine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30" type="#_x0000_t202" style="position:absolute;margin-left:22.95pt;margin-top:-39.75pt;width:167.25pt;height:30.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" stroked="f">
                <v:textbox>
                  <w:txbxContent>
                    <w:p w:rsidR="00927008" w:rsidRPr="00927008" w:rsidRDefault="00927008" w:rsidP="00927008">
                      <w:pPr>
                        <w:jc w:val="center"/>
                        <w:rPr>
                          <w:rFonts w:ascii="Lucida Handwriting" w:hAnsi="Lucida Handwriting"/>
                          <w:b/>
                          <w:color w:val="88D888"/>
                          <w:sz w:val="28"/>
                        </w:rPr>
                      </w:pPr>
                      <w:r w:rsidRPr="00927008">
                        <w:rPr>
                          <w:rFonts w:ascii="Lucida Handwriting" w:hAnsi="Lucida Handwriting"/>
                          <w:b/>
                          <w:color w:val="88D888"/>
                          <w:sz w:val="28"/>
                        </w:rPr>
                        <w:t>Morning Routine</w:t>
                      </w:r>
                    </w:p>
                  </w:txbxContent>
                </v:textbox>
              </v:shape>
            </w:pict>
          </mc:Fallback>
        </mc:AlternateContent>
      </w:r>
      <w:r w:rsidR="00F85EFC">
        <w:rPr>
          <w:noProof/>
        </w:rPr>
        <mc:AlternateContent>
          <mc:Choice Requires="wps">
            <w:drawing>
              <wp:anchor distT="0" distB="0" distL="114300" distR="114300" simplePos="0" relativeHeight="251672064" behindDoc="1" locked="0" layoutInCell="1" allowOverlap="1">
                <wp:simplePos x="0" y="0"/>
                <wp:positionH relativeFrom="page">
                  <wp:posOffset>452120</wp:posOffset>
                </wp:positionH>
                <wp:positionV relativeFrom="paragraph">
                  <wp:posOffset>-114300</wp:posOffset>
                </wp:positionV>
                <wp:extent cx="3888740" cy="3071495"/>
                <wp:effectExtent l="4445" t="0" r="2540" b="0"/>
                <wp:wrapNone/>
                <wp:docPr id="3"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740" cy="3071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881"/>
                              <w:gridCol w:w="2364"/>
                              <w:gridCol w:w="2738"/>
                            </w:tblGrid>
                            <w:tr w:rsidR="00927008">
                              <w:trPr>
                                <w:trHeight w:hRule="exact" w:val="934"/>
                              </w:trPr>
                              <w:tc>
                                <w:tcPr>
                                  <w:tcW w:w="881" w:type="dxa"/>
                                  <w:tcBorders>
                                    <w:top w:val="single" w:sz="22" w:space="0" w:color="82BB83"/>
                                    <w:left w:val="single" w:sz="22" w:space="0" w:color="82BB83"/>
                                    <w:bottom w:val="single" w:sz="8" w:space="0" w:color="FFFFFF"/>
                                    <w:right w:val="single" w:sz="8" w:space="0" w:color="FFFFFF"/>
                                  </w:tcBorders>
                                  <w:shd w:val="clear" w:color="auto" w:fill="EAF3E9"/>
                                </w:tcPr>
                                <w:p w:rsidR="00927008" w:rsidRDefault="00927008">
                                  <w:pPr>
                                    <w:spacing w:before="34"/>
                                    <w:ind w:left="201" w:right="50"/>
                                    <w:jc w:val="center"/>
                                    <w:rPr>
                                      <w:rFonts w:ascii="Georgia" w:eastAsia="Georgia" w:hAnsi="Georgia" w:cs="Georgia"/>
                                    </w:rPr>
                                  </w:pPr>
                                  <w:r>
                                    <w:rPr>
                                      <w:rFonts w:ascii="Georgia" w:eastAsia="Georgia" w:hAnsi="Georgia" w:cs="Georgia"/>
                                      <w:color w:val="177C3E"/>
                                    </w:rPr>
                                    <w:t>Step</w:t>
                                  </w:r>
                                </w:p>
                                <w:p w:rsidR="00927008" w:rsidRDefault="00927008">
                                  <w:pPr>
                                    <w:spacing w:before="68"/>
                                    <w:ind w:left="397" w:right="246"/>
                                    <w:jc w:val="center"/>
                                    <w:rPr>
                                      <w:rFonts w:ascii="Georgia" w:eastAsia="Georgia" w:hAnsi="Georgia" w:cs="Georgia"/>
                                    </w:rPr>
                                  </w:pPr>
                                  <w:r>
                                    <w:rPr>
                                      <w:rFonts w:ascii="Georgia" w:eastAsia="Georgia" w:hAnsi="Georgia" w:cs="Georgia"/>
                                      <w:color w:val="177C3E"/>
                                      <w:w w:val="99"/>
                                    </w:rPr>
                                    <w:t>1</w:t>
                                  </w:r>
                                </w:p>
                              </w:tc>
                              <w:tc>
                                <w:tcPr>
                                  <w:tcW w:w="2364" w:type="dxa"/>
                                  <w:tcBorders>
                                    <w:top w:val="single" w:sz="22" w:space="0" w:color="82BB83"/>
                                    <w:left w:val="single" w:sz="8" w:space="0" w:color="FFFFFF"/>
                                    <w:bottom w:val="single" w:sz="8" w:space="0" w:color="FFFFFF"/>
                                    <w:right w:val="single" w:sz="8" w:space="0" w:color="FFFFFF"/>
                                  </w:tcBorders>
                                  <w:shd w:val="clear" w:color="auto" w:fill="EAF3E9"/>
                                </w:tcPr>
                                <w:p w:rsidR="00927008" w:rsidRDefault="00927008">
                                  <w:pPr>
                                    <w:spacing w:before="2" w:line="110" w:lineRule="exact"/>
                                    <w:rPr>
                                      <w:sz w:val="11"/>
                                      <w:szCs w:val="11"/>
                                    </w:rPr>
                                  </w:pPr>
                                </w:p>
                                <w:p w:rsidR="00927008" w:rsidRDefault="00927008">
                                  <w:pPr>
                                    <w:spacing w:line="200" w:lineRule="exact"/>
                                    <w:rPr>
                                      <w:sz w:val="20"/>
                                      <w:szCs w:val="20"/>
                                    </w:rPr>
                                  </w:pPr>
                                </w:p>
                                <w:p w:rsidR="00927008" w:rsidRDefault="00927008">
                                  <w:pPr>
                                    <w:ind w:left="588" w:right="-20"/>
                                    <w:rPr>
                                      <w:rFonts w:ascii="Georgia" w:eastAsia="Georgia" w:hAnsi="Georgia" w:cs="Georgia"/>
                                      <w:sz w:val="26"/>
                                      <w:szCs w:val="26"/>
                                    </w:rPr>
                                  </w:pPr>
                                  <w:r>
                                    <w:rPr>
                                      <w:rFonts w:ascii="Georgia" w:eastAsia="Georgia" w:hAnsi="Georgia" w:cs="Georgia"/>
                                      <w:color w:val="177C3E"/>
                                      <w:sz w:val="26"/>
                                      <w:szCs w:val="26"/>
                                    </w:rPr>
                                    <w:t>Refresh</w:t>
                                  </w:r>
                                </w:p>
                              </w:tc>
                              <w:tc>
                                <w:tcPr>
                                  <w:tcW w:w="2738" w:type="dxa"/>
                                  <w:tcBorders>
                                    <w:top w:val="single" w:sz="22" w:space="0" w:color="82BB83"/>
                                    <w:left w:val="single" w:sz="8" w:space="0" w:color="FFFFFF"/>
                                    <w:bottom w:val="single" w:sz="8" w:space="0" w:color="FFFFFF"/>
                                    <w:right w:val="single" w:sz="22" w:space="0" w:color="82BB83"/>
                                  </w:tcBorders>
                                  <w:shd w:val="clear" w:color="auto" w:fill="EAF3E9"/>
                                </w:tcPr>
                                <w:p w:rsidR="00927008" w:rsidRDefault="00927008">
                                  <w:pPr>
                                    <w:spacing w:before="10" w:line="110" w:lineRule="exact"/>
                                    <w:rPr>
                                      <w:sz w:val="11"/>
                                      <w:szCs w:val="11"/>
                                    </w:rPr>
                                  </w:pPr>
                                </w:p>
                                <w:p w:rsidR="00927008" w:rsidRDefault="00927008">
                                  <w:pPr>
                                    <w:spacing w:line="200" w:lineRule="exact"/>
                                    <w:rPr>
                                      <w:sz w:val="20"/>
                                      <w:szCs w:val="20"/>
                                    </w:rPr>
                                  </w:pPr>
                                </w:p>
                                <w:p w:rsidR="00927008" w:rsidRDefault="00927008">
                                  <w:pPr>
                                    <w:ind w:left="587" w:right="-20"/>
                                    <w:rPr>
                                      <w:rFonts w:ascii="Georgia" w:eastAsia="Georgia" w:hAnsi="Georgia" w:cs="Georgia"/>
                                      <w:sz w:val="26"/>
                                      <w:szCs w:val="26"/>
                                    </w:rPr>
                                  </w:pPr>
                                  <w:r>
                                    <w:rPr>
                                      <w:rFonts w:ascii="Georgia" w:eastAsia="Georgia" w:hAnsi="Georgia" w:cs="Georgia"/>
                                      <w:color w:val="156BB2"/>
                                      <w:sz w:val="26"/>
                                      <w:szCs w:val="26"/>
                                    </w:rPr>
                                    <w:t>Ac</w:t>
                                  </w:r>
                                  <w:r>
                                    <w:rPr>
                                      <w:rFonts w:ascii="Georgia" w:eastAsia="Georgia" w:hAnsi="Georgia" w:cs="Georgia"/>
                                      <w:color w:val="156BB2"/>
                                      <w:spacing w:val="-1"/>
                                      <w:sz w:val="26"/>
                                      <w:szCs w:val="26"/>
                                    </w:rPr>
                                    <w:t>n</w:t>
                                  </w:r>
                                  <w:r>
                                    <w:rPr>
                                      <w:rFonts w:ascii="Georgia" w:eastAsia="Georgia" w:hAnsi="Georgia" w:cs="Georgia"/>
                                      <w:color w:val="156BB2"/>
                                      <w:sz w:val="26"/>
                                      <w:szCs w:val="26"/>
                                    </w:rPr>
                                    <w:t>e Ref</w:t>
                                  </w:r>
                                  <w:r>
                                    <w:rPr>
                                      <w:rFonts w:ascii="Georgia" w:eastAsia="Georgia" w:hAnsi="Georgia" w:cs="Georgia"/>
                                      <w:color w:val="156BB2"/>
                                      <w:spacing w:val="-1"/>
                                      <w:sz w:val="26"/>
                                      <w:szCs w:val="26"/>
                                    </w:rPr>
                                    <w:t>r</w:t>
                                  </w:r>
                                  <w:r>
                                    <w:rPr>
                                      <w:rFonts w:ascii="Georgia" w:eastAsia="Georgia" w:hAnsi="Georgia" w:cs="Georgia"/>
                                      <w:color w:val="156BB2"/>
                                      <w:sz w:val="26"/>
                                      <w:szCs w:val="26"/>
                                    </w:rPr>
                                    <w:t>esh</w:t>
                                  </w:r>
                                </w:p>
                              </w:tc>
                            </w:tr>
                            <w:tr w:rsidR="00927008">
                              <w:trPr>
                                <w:trHeight w:hRule="exact" w:val="962"/>
                              </w:trPr>
                              <w:tc>
                                <w:tcPr>
                                  <w:tcW w:w="881" w:type="dxa"/>
                                  <w:tcBorders>
                                    <w:top w:val="single" w:sz="8" w:space="0" w:color="FFFFFF"/>
                                    <w:left w:val="single" w:sz="22" w:space="0" w:color="82BB83"/>
                                    <w:bottom w:val="single" w:sz="8" w:space="0" w:color="FFFFFF"/>
                                    <w:right w:val="single" w:sz="8" w:space="0" w:color="FFFFFF"/>
                                  </w:tcBorders>
                                  <w:shd w:val="clear" w:color="auto" w:fill="F4F8F4"/>
                                </w:tcPr>
                                <w:p w:rsidR="00927008" w:rsidRDefault="00927008">
                                  <w:pPr>
                                    <w:spacing w:before="47"/>
                                    <w:ind w:left="164" w:right="102"/>
                                    <w:jc w:val="center"/>
                                    <w:rPr>
                                      <w:rFonts w:ascii="Georgia" w:eastAsia="Georgia" w:hAnsi="Georgia" w:cs="Georgia"/>
                                    </w:rPr>
                                  </w:pPr>
                                  <w:r>
                                    <w:rPr>
                                      <w:rFonts w:ascii="Georgia" w:eastAsia="Georgia" w:hAnsi="Georgia" w:cs="Georgia"/>
                                      <w:color w:val="177C3E"/>
                                    </w:rPr>
                                    <w:t>Step</w:t>
                                  </w:r>
                                </w:p>
                                <w:p w:rsidR="00927008" w:rsidRDefault="00927008">
                                  <w:pPr>
                                    <w:spacing w:before="66"/>
                                    <w:ind w:left="323" w:right="261"/>
                                    <w:jc w:val="center"/>
                                    <w:rPr>
                                      <w:rFonts w:ascii="Georgia" w:eastAsia="Georgia" w:hAnsi="Georgia" w:cs="Georgia"/>
                                      <w:sz w:val="28"/>
                                      <w:szCs w:val="28"/>
                                    </w:rPr>
                                  </w:pPr>
                                  <w:r>
                                    <w:rPr>
                                      <w:rFonts w:ascii="Georgia" w:eastAsia="Georgia" w:hAnsi="Georgia" w:cs="Georgia"/>
                                      <w:color w:val="177C3E"/>
                                      <w:w w:val="99"/>
                                      <w:sz w:val="28"/>
                                      <w:szCs w:val="28"/>
                                    </w:rPr>
                                    <w:t>2</w:t>
                                  </w:r>
                                </w:p>
                              </w:tc>
                              <w:tc>
                                <w:tcPr>
                                  <w:tcW w:w="2364" w:type="dxa"/>
                                  <w:tcBorders>
                                    <w:top w:val="single" w:sz="8" w:space="0" w:color="FFFFFF"/>
                                    <w:left w:val="single" w:sz="8" w:space="0" w:color="FFFFFF"/>
                                    <w:bottom w:val="single" w:sz="8" w:space="0" w:color="FFFFFF"/>
                                    <w:right w:val="single" w:sz="8" w:space="0" w:color="FFFFFF"/>
                                  </w:tcBorders>
                                  <w:shd w:val="clear" w:color="auto" w:fill="F4F8F4"/>
                                </w:tcPr>
                                <w:p w:rsidR="00927008" w:rsidRDefault="00927008">
                                  <w:pPr>
                                    <w:spacing w:before="13" w:line="260" w:lineRule="exact"/>
                                    <w:rPr>
                                      <w:sz w:val="26"/>
                                      <w:szCs w:val="26"/>
                                    </w:rPr>
                                  </w:pPr>
                                </w:p>
                                <w:p w:rsidR="00927008" w:rsidRDefault="00927008">
                                  <w:pPr>
                                    <w:ind w:left="595" w:right="-20"/>
                                    <w:rPr>
                                      <w:rFonts w:ascii="Georgia" w:eastAsia="Georgia" w:hAnsi="Georgia" w:cs="Georgia"/>
                                      <w:sz w:val="26"/>
                                      <w:szCs w:val="26"/>
                                    </w:rPr>
                                  </w:pPr>
                                  <w:r>
                                    <w:rPr>
                                      <w:rFonts w:ascii="Georgia" w:eastAsia="Georgia" w:hAnsi="Georgia" w:cs="Georgia"/>
                                      <w:color w:val="177C3E"/>
                                      <w:sz w:val="26"/>
                                      <w:szCs w:val="26"/>
                                    </w:rPr>
                                    <w:t>Restore</w:t>
                                  </w:r>
                                </w:p>
                              </w:tc>
                              <w:tc>
                                <w:tcPr>
                                  <w:tcW w:w="2738" w:type="dxa"/>
                                  <w:tcBorders>
                                    <w:top w:val="single" w:sz="8" w:space="0" w:color="FFFFFF"/>
                                    <w:left w:val="single" w:sz="8" w:space="0" w:color="FFFFFF"/>
                                    <w:bottom w:val="single" w:sz="8" w:space="0" w:color="FFFFFF"/>
                                    <w:right w:val="single" w:sz="22" w:space="0" w:color="82BB83"/>
                                  </w:tcBorders>
                                  <w:shd w:val="clear" w:color="auto" w:fill="F4F8F4"/>
                                </w:tcPr>
                                <w:p w:rsidR="00927008" w:rsidRDefault="00927008">
                                  <w:pPr>
                                    <w:spacing w:before="13" w:line="260" w:lineRule="exact"/>
                                    <w:rPr>
                                      <w:sz w:val="26"/>
                                      <w:szCs w:val="26"/>
                                    </w:rPr>
                                  </w:pPr>
                                </w:p>
                                <w:p w:rsidR="00927008" w:rsidRDefault="00927008">
                                  <w:pPr>
                                    <w:ind w:left="587" w:right="-20"/>
                                    <w:rPr>
                                      <w:rFonts w:ascii="Georgia" w:eastAsia="Georgia" w:hAnsi="Georgia" w:cs="Georgia"/>
                                      <w:sz w:val="26"/>
                                      <w:szCs w:val="26"/>
                                    </w:rPr>
                                  </w:pPr>
                                  <w:r>
                                    <w:rPr>
                                      <w:rFonts w:ascii="Georgia" w:eastAsia="Georgia" w:hAnsi="Georgia" w:cs="Georgia"/>
                                      <w:color w:val="156BB2"/>
                                      <w:sz w:val="26"/>
                                      <w:szCs w:val="26"/>
                                    </w:rPr>
                                    <w:t>Ac</w:t>
                                  </w:r>
                                  <w:r>
                                    <w:rPr>
                                      <w:rFonts w:ascii="Georgia" w:eastAsia="Georgia" w:hAnsi="Georgia" w:cs="Georgia"/>
                                      <w:color w:val="156BB2"/>
                                      <w:spacing w:val="-1"/>
                                      <w:sz w:val="26"/>
                                      <w:szCs w:val="26"/>
                                    </w:rPr>
                                    <w:t>n</w:t>
                                  </w:r>
                                  <w:r>
                                    <w:rPr>
                                      <w:rFonts w:ascii="Georgia" w:eastAsia="Georgia" w:hAnsi="Georgia" w:cs="Georgia"/>
                                      <w:color w:val="156BB2"/>
                                      <w:sz w:val="26"/>
                                      <w:szCs w:val="26"/>
                                    </w:rPr>
                                    <w:t>e Res</w:t>
                                  </w:r>
                                  <w:r>
                                    <w:rPr>
                                      <w:rFonts w:ascii="Georgia" w:eastAsia="Georgia" w:hAnsi="Georgia" w:cs="Georgia"/>
                                      <w:color w:val="156BB2"/>
                                      <w:spacing w:val="-1"/>
                                      <w:sz w:val="26"/>
                                      <w:szCs w:val="26"/>
                                    </w:rPr>
                                    <w:t>t</w:t>
                                  </w:r>
                                  <w:r>
                                    <w:rPr>
                                      <w:rFonts w:ascii="Georgia" w:eastAsia="Georgia" w:hAnsi="Georgia" w:cs="Georgia"/>
                                      <w:color w:val="156BB2"/>
                                      <w:sz w:val="26"/>
                                      <w:szCs w:val="26"/>
                                    </w:rPr>
                                    <w:t>ore</w:t>
                                  </w:r>
                                </w:p>
                              </w:tc>
                            </w:tr>
                            <w:tr w:rsidR="00927008">
                              <w:trPr>
                                <w:trHeight w:hRule="exact" w:val="936"/>
                              </w:trPr>
                              <w:tc>
                                <w:tcPr>
                                  <w:tcW w:w="881" w:type="dxa"/>
                                  <w:tcBorders>
                                    <w:top w:val="single" w:sz="8" w:space="0" w:color="FFFFFF"/>
                                    <w:left w:val="single" w:sz="22" w:space="0" w:color="82BB83"/>
                                    <w:bottom w:val="single" w:sz="8" w:space="0" w:color="FFFFFF"/>
                                    <w:right w:val="single" w:sz="8" w:space="0" w:color="FFFFFF"/>
                                  </w:tcBorders>
                                  <w:shd w:val="clear" w:color="auto" w:fill="EAF3E9"/>
                                </w:tcPr>
                                <w:p w:rsidR="00927008" w:rsidRDefault="00927008">
                                  <w:pPr>
                                    <w:spacing w:before="59"/>
                                    <w:ind w:left="165" w:right="103"/>
                                    <w:jc w:val="center"/>
                                    <w:rPr>
                                      <w:rFonts w:ascii="Georgia" w:eastAsia="Georgia" w:hAnsi="Georgia" w:cs="Georgia"/>
                                    </w:rPr>
                                  </w:pPr>
                                  <w:r>
                                    <w:rPr>
                                      <w:rFonts w:ascii="Georgia" w:eastAsia="Georgia" w:hAnsi="Georgia" w:cs="Georgia"/>
                                      <w:color w:val="177C3E"/>
                                    </w:rPr>
                                    <w:t>Step</w:t>
                                  </w:r>
                                </w:p>
                                <w:p w:rsidR="00927008" w:rsidRDefault="00927008">
                                  <w:pPr>
                                    <w:spacing w:before="66"/>
                                    <w:ind w:left="323" w:right="263"/>
                                    <w:jc w:val="center"/>
                                    <w:rPr>
                                      <w:rFonts w:ascii="Georgia" w:eastAsia="Georgia" w:hAnsi="Georgia" w:cs="Georgia"/>
                                      <w:sz w:val="28"/>
                                      <w:szCs w:val="28"/>
                                    </w:rPr>
                                  </w:pPr>
                                  <w:r>
                                    <w:rPr>
                                      <w:rFonts w:ascii="Georgia" w:eastAsia="Georgia" w:hAnsi="Georgia" w:cs="Georgia"/>
                                      <w:color w:val="177C3E"/>
                                      <w:w w:val="99"/>
                                      <w:sz w:val="28"/>
                                      <w:szCs w:val="28"/>
                                    </w:rPr>
                                    <w:t>3</w:t>
                                  </w:r>
                                </w:p>
                              </w:tc>
                              <w:tc>
                                <w:tcPr>
                                  <w:tcW w:w="2364" w:type="dxa"/>
                                  <w:tcBorders>
                                    <w:top w:val="single" w:sz="8" w:space="0" w:color="FFFFFF"/>
                                    <w:left w:val="single" w:sz="8" w:space="0" w:color="FFFFFF"/>
                                    <w:bottom w:val="single" w:sz="8" w:space="0" w:color="FFFFFF"/>
                                    <w:right w:val="single" w:sz="8" w:space="0" w:color="FFFFFF"/>
                                  </w:tcBorders>
                                  <w:shd w:val="clear" w:color="auto" w:fill="EAF3E9"/>
                                </w:tcPr>
                                <w:p w:rsidR="00927008" w:rsidRDefault="00927008">
                                  <w:pPr>
                                    <w:spacing w:before="5" w:line="280" w:lineRule="exact"/>
                                    <w:rPr>
                                      <w:sz w:val="28"/>
                                      <w:szCs w:val="28"/>
                                    </w:rPr>
                                  </w:pPr>
                                </w:p>
                                <w:p w:rsidR="00927008" w:rsidRDefault="00927008">
                                  <w:pPr>
                                    <w:ind w:left="595" w:right="-20"/>
                                    <w:rPr>
                                      <w:rFonts w:ascii="Georgia" w:eastAsia="Georgia" w:hAnsi="Georgia" w:cs="Georgia"/>
                                      <w:sz w:val="26"/>
                                      <w:szCs w:val="26"/>
                                    </w:rPr>
                                  </w:pPr>
                                  <w:r>
                                    <w:rPr>
                                      <w:rFonts w:ascii="Georgia" w:eastAsia="Georgia" w:hAnsi="Georgia" w:cs="Georgia"/>
                                      <w:color w:val="177C3E"/>
                                      <w:sz w:val="26"/>
                                      <w:szCs w:val="26"/>
                                    </w:rPr>
                                    <w:t>Vanish</w:t>
                                  </w:r>
                                </w:p>
                              </w:tc>
                              <w:tc>
                                <w:tcPr>
                                  <w:tcW w:w="2738" w:type="dxa"/>
                                  <w:tcBorders>
                                    <w:top w:val="single" w:sz="8" w:space="0" w:color="FFFFFF"/>
                                    <w:left w:val="single" w:sz="8" w:space="0" w:color="FFFFFF"/>
                                    <w:bottom w:val="single" w:sz="8" w:space="0" w:color="FFFFFF"/>
                                    <w:right w:val="single" w:sz="22" w:space="0" w:color="82BB83"/>
                                  </w:tcBorders>
                                  <w:shd w:val="clear" w:color="auto" w:fill="EAF3E9"/>
                                </w:tcPr>
                                <w:p w:rsidR="00927008" w:rsidRDefault="00927008">
                                  <w:pPr>
                                    <w:spacing w:line="240" w:lineRule="exact"/>
                                  </w:pPr>
                                </w:p>
                                <w:p w:rsidR="00927008" w:rsidRDefault="00927008">
                                  <w:pPr>
                                    <w:ind w:left="587" w:right="-20"/>
                                    <w:rPr>
                                      <w:rFonts w:ascii="Georgia" w:eastAsia="Georgia" w:hAnsi="Georgia" w:cs="Georgia"/>
                                      <w:sz w:val="26"/>
                                      <w:szCs w:val="26"/>
                                    </w:rPr>
                                  </w:pPr>
                                  <w:r>
                                    <w:rPr>
                                      <w:rFonts w:ascii="Georgia" w:eastAsia="Georgia" w:hAnsi="Georgia" w:cs="Georgia"/>
                                      <w:color w:val="156BB2"/>
                                      <w:sz w:val="26"/>
                                      <w:szCs w:val="26"/>
                                    </w:rPr>
                                    <w:t>Ac</w:t>
                                  </w:r>
                                  <w:r>
                                    <w:rPr>
                                      <w:rFonts w:ascii="Georgia" w:eastAsia="Georgia" w:hAnsi="Georgia" w:cs="Georgia"/>
                                      <w:color w:val="156BB2"/>
                                      <w:spacing w:val="-1"/>
                                      <w:sz w:val="26"/>
                                      <w:szCs w:val="26"/>
                                    </w:rPr>
                                    <w:t>n</w:t>
                                  </w:r>
                                  <w:r>
                                    <w:rPr>
                                      <w:rFonts w:ascii="Georgia" w:eastAsia="Georgia" w:hAnsi="Georgia" w:cs="Georgia"/>
                                      <w:color w:val="156BB2"/>
                                      <w:sz w:val="26"/>
                                      <w:szCs w:val="26"/>
                                    </w:rPr>
                                    <w:t>e</w:t>
                                  </w:r>
                                  <w:r>
                                    <w:rPr>
                                      <w:rFonts w:ascii="Georgia" w:eastAsia="Georgia" w:hAnsi="Georgia" w:cs="Georgia"/>
                                      <w:color w:val="156BB2"/>
                                      <w:spacing w:val="-1"/>
                                      <w:sz w:val="26"/>
                                      <w:szCs w:val="26"/>
                                    </w:rPr>
                                    <w:t xml:space="preserve"> Rel</w:t>
                                  </w:r>
                                  <w:r>
                                    <w:rPr>
                                      <w:rFonts w:ascii="Georgia" w:eastAsia="Georgia" w:hAnsi="Georgia" w:cs="Georgia"/>
                                      <w:color w:val="156BB2"/>
                                      <w:sz w:val="26"/>
                                      <w:szCs w:val="26"/>
                                    </w:rPr>
                                    <w:t>i</w:t>
                                  </w:r>
                                  <w:r>
                                    <w:rPr>
                                      <w:rFonts w:ascii="Georgia" w:eastAsia="Georgia" w:hAnsi="Georgia" w:cs="Georgia"/>
                                      <w:color w:val="156BB2"/>
                                      <w:spacing w:val="-1"/>
                                      <w:sz w:val="26"/>
                                      <w:szCs w:val="26"/>
                                    </w:rPr>
                                    <w:t>e</w:t>
                                  </w:r>
                                  <w:r>
                                    <w:rPr>
                                      <w:rFonts w:ascii="Georgia" w:eastAsia="Georgia" w:hAnsi="Georgia" w:cs="Georgia"/>
                                      <w:color w:val="156BB2"/>
                                      <w:sz w:val="26"/>
                                      <w:szCs w:val="26"/>
                                    </w:rPr>
                                    <w:t>ve</w:t>
                                  </w:r>
                                </w:p>
                              </w:tc>
                            </w:tr>
                            <w:tr w:rsidR="00927008">
                              <w:trPr>
                                <w:trHeight w:hRule="exact" w:val="961"/>
                              </w:trPr>
                              <w:tc>
                                <w:tcPr>
                                  <w:tcW w:w="881" w:type="dxa"/>
                                  <w:tcBorders>
                                    <w:top w:val="single" w:sz="8" w:space="0" w:color="FFFFFF"/>
                                    <w:left w:val="single" w:sz="22" w:space="0" w:color="82BB83"/>
                                    <w:bottom w:val="single" w:sz="8" w:space="0" w:color="FFFFFF"/>
                                    <w:right w:val="single" w:sz="8" w:space="0" w:color="FFFFFF"/>
                                  </w:tcBorders>
                                  <w:shd w:val="clear" w:color="auto" w:fill="F4F8F4"/>
                                </w:tcPr>
                                <w:p w:rsidR="00927008" w:rsidRDefault="00927008">
                                  <w:pPr>
                                    <w:spacing w:before="39"/>
                                    <w:ind w:left="165" w:right="103"/>
                                    <w:jc w:val="center"/>
                                    <w:rPr>
                                      <w:rFonts w:ascii="Georgia" w:eastAsia="Georgia" w:hAnsi="Georgia" w:cs="Georgia"/>
                                    </w:rPr>
                                  </w:pPr>
                                  <w:r>
                                    <w:rPr>
                                      <w:rFonts w:ascii="Georgia" w:eastAsia="Georgia" w:hAnsi="Georgia" w:cs="Georgia"/>
                                      <w:color w:val="177C3E"/>
                                    </w:rPr>
                                    <w:t>Step</w:t>
                                  </w:r>
                                </w:p>
                                <w:p w:rsidR="00927008" w:rsidRDefault="00927008">
                                  <w:pPr>
                                    <w:spacing w:before="66"/>
                                    <w:ind w:left="322" w:right="260"/>
                                    <w:jc w:val="center"/>
                                    <w:rPr>
                                      <w:rFonts w:ascii="Georgia" w:eastAsia="Georgia" w:hAnsi="Georgia" w:cs="Georgia"/>
                                      <w:sz w:val="28"/>
                                      <w:szCs w:val="28"/>
                                    </w:rPr>
                                  </w:pPr>
                                  <w:r>
                                    <w:rPr>
                                      <w:rFonts w:ascii="Georgia" w:eastAsia="Georgia" w:hAnsi="Georgia" w:cs="Georgia"/>
                                      <w:color w:val="177C3E"/>
                                      <w:w w:val="99"/>
                                      <w:sz w:val="28"/>
                                      <w:szCs w:val="28"/>
                                    </w:rPr>
                                    <w:t>4</w:t>
                                  </w:r>
                                </w:p>
                              </w:tc>
                              <w:tc>
                                <w:tcPr>
                                  <w:tcW w:w="2364" w:type="dxa"/>
                                  <w:tcBorders>
                                    <w:top w:val="single" w:sz="8" w:space="0" w:color="FFFFFF"/>
                                    <w:left w:val="single" w:sz="8" w:space="0" w:color="FFFFFF"/>
                                    <w:bottom w:val="single" w:sz="8" w:space="0" w:color="FFFFFF"/>
                                    <w:right w:val="single" w:sz="8" w:space="0" w:color="FFFFFF"/>
                                  </w:tcBorders>
                                  <w:shd w:val="clear" w:color="auto" w:fill="F4F8F4"/>
                                </w:tcPr>
                                <w:p w:rsidR="00927008" w:rsidRDefault="00927008">
                                  <w:pPr>
                                    <w:spacing w:before="5" w:line="260" w:lineRule="exact"/>
                                    <w:rPr>
                                      <w:sz w:val="26"/>
                                      <w:szCs w:val="26"/>
                                    </w:rPr>
                                  </w:pPr>
                                </w:p>
                                <w:p w:rsidR="00927008" w:rsidRDefault="00927008">
                                  <w:pPr>
                                    <w:ind w:left="595" w:right="-20"/>
                                    <w:rPr>
                                      <w:rFonts w:ascii="Georgia" w:eastAsia="Georgia" w:hAnsi="Georgia" w:cs="Georgia"/>
                                      <w:sz w:val="26"/>
                                      <w:szCs w:val="26"/>
                                    </w:rPr>
                                  </w:pPr>
                                  <w:r>
                                    <w:rPr>
                                      <w:rFonts w:ascii="Georgia" w:eastAsia="Georgia" w:hAnsi="Georgia" w:cs="Georgia"/>
                                      <w:color w:val="177C3E"/>
                                      <w:sz w:val="26"/>
                                      <w:szCs w:val="26"/>
                                    </w:rPr>
                                    <w:t>Remove</w:t>
                                  </w:r>
                                </w:p>
                              </w:tc>
                              <w:tc>
                                <w:tcPr>
                                  <w:tcW w:w="2738" w:type="dxa"/>
                                  <w:tcBorders>
                                    <w:top w:val="single" w:sz="8" w:space="0" w:color="FFFFFF"/>
                                    <w:left w:val="single" w:sz="8" w:space="0" w:color="FFFFFF"/>
                                    <w:bottom w:val="single" w:sz="8" w:space="0" w:color="FFFFFF"/>
                                    <w:right w:val="single" w:sz="22" w:space="0" w:color="82BB83"/>
                                  </w:tcBorders>
                                  <w:shd w:val="clear" w:color="auto" w:fill="F4F8F4"/>
                                </w:tcPr>
                                <w:p w:rsidR="00927008" w:rsidRDefault="00927008"/>
                              </w:tc>
                            </w:tr>
                            <w:tr w:rsidR="00927008">
                              <w:trPr>
                                <w:trHeight w:hRule="exact" w:val="931"/>
                              </w:trPr>
                              <w:tc>
                                <w:tcPr>
                                  <w:tcW w:w="881" w:type="dxa"/>
                                  <w:tcBorders>
                                    <w:top w:val="single" w:sz="8" w:space="0" w:color="FFFFFF"/>
                                    <w:left w:val="single" w:sz="22" w:space="0" w:color="82BB83"/>
                                    <w:bottom w:val="single" w:sz="22" w:space="0" w:color="82BB83"/>
                                    <w:right w:val="single" w:sz="8" w:space="0" w:color="FFFFFF"/>
                                  </w:tcBorders>
                                  <w:shd w:val="clear" w:color="auto" w:fill="EAF3E9"/>
                                </w:tcPr>
                                <w:p w:rsidR="00927008" w:rsidRDefault="00927008">
                                  <w:pPr>
                                    <w:spacing w:before="22"/>
                                    <w:ind w:left="161" w:right="99"/>
                                    <w:jc w:val="center"/>
                                    <w:rPr>
                                      <w:rFonts w:ascii="Georgia" w:eastAsia="Georgia" w:hAnsi="Georgia" w:cs="Georgia"/>
                                    </w:rPr>
                                  </w:pPr>
                                  <w:r>
                                    <w:rPr>
                                      <w:rFonts w:ascii="Georgia" w:eastAsia="Georgia" w:hAnsi="Georgia" w:cs="Georgia"/>
                                      <w:color w:val="177C3E"/>
                                    </w:rPr>
                                    <w:t>Step</w:t>
                                  </w:r>
                                </w:p>
                                <w:p w:rsidR="00927008" w:rsidRDefault="00927008">
                                  <w:pPr>
                                    <w:spacing w:before="66"/>
                                    <w:ind w:left="326" w:right="266"/>
                                    <w:jc w:val="center"/>
                                    <w:rPr>
                                      <w:rFonts w:ascii="Georgia" w:eastAsia="Georgia" w:hAnsi="Georgia" w:cs="Georgia"/>
                                      <w:sz w:val="28"/>
                                      <w:szCs w:val="28"/>
                                    </w:rPr>
                                  </w:pPr>
                                  <w:r>
                                    <w:rPr>
                                      <w:rFonts w:ascii="Georgia" w:eastAsia="Georgia" w:hAnsi="Georgia" w:cs="Georgia"/>
                                      <w:color w:val="177C3E"/>
                                      <w:w w:val="99"/>
                                      <w:sz w:val="28"/>
                                      <w:szCs w:val="28"/>
                                    </w:rPr>
                                    <w:t>5</w:t>
                                  </w:r>
                                </w:p>
                              </w:tc>
                              <w:tc>
                                <w:tcPr>
                                  <w:tcW w:w="2364" w:type="dxa"/>
                                  <w:tcBorders>
                                    <w:top w:val="single" w:sz="8" w:space="0" w:color="FFFFFF"/>
                                    <w:left w:val="single" w:sz="8" w:space="0" w:color="FFFFFF"/>
                                    <w:bottom w:val="single" w:sz="22" w:space="0" w:color="82BB83"/>
                                    <w:right w:val="single" w:sz="8" w:space="0" w:color="FFFFFF"/>
                                  </w:tcBorders>
                                  <w:shd w:val="clear" w:color="auto" w:fill="EAF3E9"/>
                                </w:tcPr>
                                <w:p w:rsidR="00927008" w:rsidRDefault="00927008">
                                  <w:pPr>
                                    <w:spacing w:before="3" w:line="260" w:lineRule="exact"/>
                                    <w:rPr>
                                      <w:sz w:val="26"/>
                                      <w:szCs w:val="26"/>
                                    </w:rPr>
                                  </w:pPr>
                                </w:p>
                                <w:p w:rsidR="00927008" w:rsidRDefault="00927008">
                                  <w:pPr>
                                    <w:ind w:left="595" w:right="-20"/>
                                    <w:rPr>
                                      <w:rFonts w:ascii="Georgia" w:eastAsia="Georgia" w:hAnsi="Georgia" w:cs="Georgia"/>
                                      <w:sz w:val="26"/>
                                      <w:szCs w:val="26"/>
                                    </w:rPr>
                                  </w:pPr>
                                  <w:r>
                                    <w:rPr>
                                      <w:rFonts w:ascii="Georgia" w:eastAsia="Georgia" w:hAnsi="Georgia" w:cs="Georgia"/>
                                      <w:color w:val="177C3E"/>
                                      <w:sz w:val="26"/>
                                      <w:szCs w:val="26"/>
                                    </w:rPr>
                                    <w:t>Restrict</w:t>
                                  </w:r>
                                </w:p>
                              </w:tc>
                              <w:tc>
                                <w:tcPr>
                                  <w:tcW w:w="2738" w:type="dxa"/>
                                  <w:tcBorders>
                                    <w:top w:val="single" w:sz="8" w:space="0" w:color="FFFFFF"/>
                                    <w:left w:val="single" w:sz="8" w:space="0" w:color="FFFFFF"/>
                                    <w:bottom w:val="single" w:sz="22" w:space="0" w:color="82BB83"/>
                                    <w:right w:val="single" w:sz="22" w:space="0" w:color="82BB83"/>
                                  </w:tcBorders>
                                  <w:shd w:val="clear" w:color="auto" w:fill="EAF3E9"/>
                                </w:tcPr>
                                <w:p w:rsidR="00927008" w:rsidRDefault="00927008"/>
                              </w:tc>
                            </w:tr>
                          </w:tbl>
                          <w:p w:rsidR="00927008" w:rsidRDefault="00927008" w:rsidP="0092700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31" type="#_x0000_t202" style="position:absolute;margin-left:35.6pt;margin-top:-9pt;width:306.2pt;height:241.85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eX5sQIAALI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881"/>
                        <w:gridCol w:w="2364"/>
                        <w:gridCol w:w="2738"/>
                      </w:tblGrid>
                      <w:tr w:rsidR="00927008">
                        <w:trPr>
                          <w:trHeight w:hRule="exact" w:val="934"/>
                        </w:trPr>
                        <w:tc>
                          <w:tcPr>
                            <w:tcW w:w="881" w:type="dxa"/>
                            <w:tcBorders>
                              <w:top w:val="single" w:sz="22" w:space="0" w:color="82BB83"/>
                              <w:left w:val="single" w:sz="22" w:space="0" w:color="82BB83"/>
                              <w:bottom w:val="single" w:sz="8" w:space="0" w:color="FFFFFF"/>
                              <w:right w:val="single" w:sz="8" w:space="0" w:color="FFFFFF"/>
                            </w:tcBorders>
                            <w:shd w:val="clear" w:color="auto" w:fill="EAF3E9"/>
                          </w:tcPr>
                          <w:p w:rsidR="00927008" w:rsidRDefault="00927008">
                            <w:pPr>
                              <w:spacing w:before="34"/>
                              <w:ind w:left="201" w:right="50"/>
                              <w:jc w:val="center"/>
                              <w:rPr>
                                <w:rFonts w:ascii="Georgia" w:eastAsia="Georgia" w:hAnsi="Georgia" w:cs="Georgia"/>
                              </w:rPr>
                            </w:pPr>
                            <w:r>
                              <w:rPr>
                                <w:rFonts w:ascii="Georgia" w:eastAsia="Georgia" w:hAnsi="Georgia" w:cs="Georgia"/>
                                <w:color w:val="177C3E"/>
                              </w:rPr>
                              <w:t>Step</w:t>
                            </w:r>
                          </w:p>
                          <w:p w:rsidR="00927008" w:rsidRDefault="00927008">
                            <w:pPr>
                              <w:spacing w:before="68"/>
                              <w:ind w:left="397" w:right="246"/>
                              <w:jc w:val="center"/>
                              <w:rPr>
                                <w:rFonts w:ascii="Georgia" w:eastAsia="Georgia" w:hAnsi="Georgia" w:cs="Georgia"/>
                              </w:rPr>
                            </w:pPr>
                            <w:r>
                              <w:rPr>
                                <w:rFonts w:ascii="Georgia" w:eastAsia="Georgia" w:hAnsi="Georgia" w:cs="Georgia"/>
                                <w:color w:val="177C3E"/>
                                <w:w w:val="99"/>
                              </w:rPr>
                              <w:t>1</w:t>
                            </w:r>
                          </w:p>
                        </w:tc>
                        <w:tc>
                          <w:tcPr>
                            <w:tcW w:w="2364" w:type="dxa"/>
                            <w:tcBorders>
                              <w:top w:val="single" w:sz="22" w:space="0" w:color="82BB83"/>
                              <w:left w:val="single" w:sz="8" w:space="0" w:color="FFFFFF"/>
                              <w:bottom w:val="single" w:sz="8" w:space="0" w:color="FFFFFF"/>
                              <w:right w:val="single" w:sz="8" w:space="0" w:color="FFFFFF"/>
                            </w:tcBorders>
                            <w:shd w:val="clear" w:color="auto" w:fill="EAF3E9"/>
                          </w:tcPr>
                          <w:p w:rsidR="00927008" w:rsidRDefault="00927008">
                            <w:pPr>
                              <w:spacing w:before="2" w:line="110" w:lineRule="exact"/>
                              <w:rPr>
                                <w:sz w:val="11"/>
                                <w:szCs w:val="11"/>
                              </w:rPr>
                            </w:pPr>
                          </w:p>
                          <w:p w:rsidR="00927008" w:rsidRDefault="00927008">
                            <w:pPr>
                              <w:spacing w:line="200" w:lineRule="exact"/>
                              <w:rPr>
                                <w:sz w:val="20"/>
                                <w:szCs w:val="20"/>
                              </w:rPr>
                            </w:pPr>
                          </w:p>
                          <w:p w:rsidR="00927008" w:rsidRDefault="00927008">
                            <w:pPr>
                              <w:ind w:left="588" w:right="-20"/>
                              <w:rPr>
                                <w:rFonts w:ascii="Georgia" w:eastAsia="Georgia" w:hAnsi="Georgia" w:cs="Georgia"/>
                                <w:sz w:val="26"/>
                                <w:szCs w:val="26"/>
                              </w:rPr>
                            </w:pPr>
                            <w:r>
                              <w:rPr>
                                <w:rFonts w:ascii="Georgia" w:eastAsia="Georgia" w:hAnsi="Georgia" w:cs="Georgia"/>
                                <w:color w:val="177C3E"/>
                                <w:sz w:val="26"/>
                                <w:szCs w:val="26"/>
                              </w:rPr>
                              <w:t>Refresh</w:t>
                            </w:r>
                          </w:p>
                        </w:tc>
                        <w:tc>
                          <w:tcPr>
                            <w:tcW w:w="2738" w:type="dxa"/>
                            <w:tcBorders>
                              <w:top w:val="single" w:sz="22" w:space="0" w:color="82BB83"/>
                              <w:left w:val="single" w:sz="8" w:space="0" w:color="FFFFFF"/>
                              <w:bottom w:val="single" w:sz="8" w:space="0" w:color="FFFFFF"/>
                              <w:right w:val="single" w:sz="22" w:space="0" w:color="82BB83"/>
                            </w:tcBorders>
                            <w:shd w:val="clear" w:color="auto" w:fill="EAF3E9"/>
                          </w:tcPr>
                          <w:p w:rsidR="00927008" w:rsidRDefault="00927008">
                            <w:pPr>
                              <w:spacing w:before="10" w:line="110" w:lineRule="exact"/>
                              <w:rPr>
                                <w:sz w:val="11"/>
                                <w:szCs w:val="11"/>
                              </w:rPr>
                            </w:pPr>
                          </w:p>
                          <w:p w:rsidR="00927008" w:rsidRDefault="00927008">
                            <w:pPr>
                              <w:spacing w:line="200" w:lineRule="exact"/>
                              <w:rPr>
                                <w:sz w:val="20"/>
                                <w:szCs w:val="20"/>
                              </w:rPr>
                            </w:pPr>
                          </w:p>
                          <w:p w:rsidR="00927008" w:rsidRDefault="00927008">
                            <w:pPr>
                              <w:ind w:left="587" w:right="-20"/>
                              <w:rPr>
                                <w:rFonts w:ascii="Georgia" w:eastAsia="Georgia" w:hAnsi="Georgia" w:cs="Georgia"/>
                                <w:sz w:val="26"/>
                                <w:szCs w:val="26"/>
                              </w:rPr>
                            </w:pPr>
                            <w:r>
                              <w:rPr>
                                <w:rFonts w:ascii="Georgia" w:eastAsia="Georgia" w:hAnsi="Georgia" w:cs="Georgia"/>
                                <w:color w:val="156BB2"/>
                                <w:sz w:val="26"/>
                                <w:szCs w:val="26"/>
                              </w:rPr>
                              <w:t>Ac</w:t>
                            </w:r>
                            <w:r>
                              <w:rPr>
                                <w:rFonts w:ascii="Georgia" w:eastAsia="Georgia" w:hAnsi="Georgia" w:cs="Georgia"/>
                                <w:color w:val="156BB2"/>
                                <w:spacing w:val="-1"/>
                                <w:sz w:val="26"/>
                                <w:szCs w:val="26"/>
                              </w:rPr>
                              <w:t>n</w:t>
                            </w:r>
                            <w:r>
                              <w:rPr>
                                <w:rFonts w:ascii="Georgia" w:eastAsia="Georgia" w:hAnsi="Georgia" w:cs="Georgia"/>
                                <w:color w:val="156BB2"/>
                                <w:sz w:val="26"/>
                                <w:szCs w:val="26"/>
                              </w:rPr>
                              <w:t>e Ref</w:t>
                            </w:r>
                            <w:r>
                              <w:rPr>
                                <w:rFonts w:ascii="Georgia" w:eastAsia="Georgia" w:hAnsi="Georgia" w:cs="Georgia"/>
                                <w:color w:val="156BB2"/>
                                <w:spacing w:val="-1"/>
                                <w:sz w:val="26"/>
                                <w:szCs w:val="26"/>
                              </w:rPr>
                              <w:t>r</w:t>
                            </w:r>
                            <w:r>
                              <w:rPr>
                                <w:rFonts w:ascii="Georgia" w:eastAsia="Georgia" w:hAnsi="Georgia" w:cs="Georgia"/>
                                <w:color w:val="156BB2"/>
                                <w:sz w:val="26"/>
                                <w:szCs w:val="26"/>
                              </w:rPr>
                              <w:t>esh</w:t>
                            </w:r>
                          </w:p>
                        </w:tc>
                      </w:tr>
                      <w:tr w:rsidR="00927008">
                        <w:trPr>
                          <w:trHeight w:hRule="exact" w:val="962"/>
                        </w:trPr>
                        <w:tc>
                          <w:tcPr>
                            <w:tcW w:w="881" w:type="dxa"/>
                            <w:tcBorders>
                              <w:top w:val="single" w:sz="8" w:space="0" w:color="FFFFFF"/>
                              <w:left w:val="single" w:sz="22" w:space="0" w:color="82BB83"/>
                              <w:bottom w:val="single" w:sz="8" w:space="0" w:color="FFFFFF"/>
                              <w:right w:val="single" w:sz="8" w:space="0" w:color="FFFFFF"/>
                            </w:tcBorders>
                            <w:shd w:val="clear" w:color="auto" w:fill="F4F8F4"/>
                          </w:tcPr>
                          <w:p w:rsidR="00927008" w:rsidRDefault="00927008">
                            <w:pPr>
                              <w:spacing w:before="47"/>
                              <w:ind w:left="164" w:right="102"/>
                              <w:jc w:val="center"/>
                              <w:rPr>
                                <w:rFonts w:ascii="Georgia" w:eastAsia="Georgia" w:hAnsi="Georgia" w:cs="Georgia"/>
                              </w:rPr>
                            </w:pPr>
                            <w:r>
                              <w:rPr>
                                <w:rFonts w:ascii="Georgia" w:eastAsia="Georgia" w:hAnsi="Georgia" w:cs="Georgia"/>
                                <w:color w:val="177C3E"/>
                              </w:rPr>
                              <w:t>Step</w:t>
                            </w:r>
                          </w:p>
                          <w:p w:rsidR="00927008" w:rsidRDefault="00927008">
                            <w:pPr>
                              <w:spacing w:before="66"/>
                              <w:ind w:left="323" w:right="261"/>
                              <w:jc w:val="center"/>
                              <w:rPr>
                                <w:rFonts w:ascii="Georgia" w:eastAsia="Georgia" w:hAnsi="Georgia" w:cs="Georgia"/>
                                <w:sz w:val="28"/>
                                <w:szCs w:val="28"/>
                              </w:rPr>
                            </w:pPr>
                            <w:r>
                              <w:rPr>
                                <w:rFonts w:ascii="Georgia" w:eastAsia="Georgia" w:hAnsi="Georgia" w:cs="Georgia"/>
                                <w:color w:val="177C3E"/>
                                <w:w w:val="99"/>
                                <w:sz w:val="28"/>
                                <w:szCs w:val="28"/>
                              </w:rPr>
                              <w:t>2</w:t>
                            </w:r>
                          </w:p>
                        </w:tc>
                        <w:tc>
                          <w:tcPr>
                            <w:tcW w:w="2364" w:type="dxa"/>
                            <w:tcBorders>
                              <w:top w:val="single" w:sz="8" w:space="0" w:color="FFFFFF"/>
                              <w:left w:val="single" w:sz="8" w:space="0" w:color="FFFFFF"/>
                              <w:bottom w:val="single" w:sz="8" w:space="0" w:color="FFFFFF"/>
                              <w:right w:val="single" w:sz="8" w:space="0" w:color="FFFFFF"/>
                            </w:tcBorders>
                            <w:shd w:val="clear" w:color="auto" w:fill="F4F8F4"/>
                          </w:tcPr>
                          <w:p w:rsidR="00927008" w:rsidRDefault="00927008">
                            <w:pPr>
                              <w:spacing w:before="13" w:line="260" w:lineRule="exact"/>
                              <w:rPr>
                                <w:sz w:val="26"/>
                                <w:szCs w:val="26"/>
                              </w:rPr>
                            </w:pPr>
                          </w:p>
                          <w:p w:rsidR="00927008" w:rsidRDefault="00927008">
                            <w:pPr>
                              <w:ind w:left="595" w:right="-20"/>
                              <w:rPr>
                                <w:rFonts w:ascii="Georgia" w:eastAsia="Georgia" w:hAnsi="Georgia" w:cs="Georgia"/>
                                <w:sz w:val="26"/>
                                <w:szCs w:val="26"/>
                              </w:rPr>
                            </w:pPr>
                            <w:r>
                              <w:rPr>
                                <w:rFonts w:ascii="Georgia" w:eastAsia="Georgia" w:hAnsi="Georgia" w:cs="Georgia"/>
                                <w:color w:val="177C3E"/>
                                <w:sz w:val="26"/>
                                <w:szCs w:val="26"/>
                              </w:rPr>
                              <w:t>Restore</w:t>
                            </w:r>
                          </w:p>
                        </w:tc>
                        <w:tc>
                          <w:tcPr>
                            <w:tcW w:w="2738" w:type="dxa"/>
                            <w:tcBorders>
                              <w:top w:val="single" w:sz="8" w:space="0" w:color="FFFFFF"/>
                              <w:left w:val="single" w:sz="8" w:space="0" w:color="FFFFFF"/>
                              <w:bottom w:val="single" w:sz="8" w:space="0" w:color="FFFFFF"/>
                              <w:right w:val="single" w:sz="22" w:space="0" w:color="82BB83"/>
                            </w:tcBorders>
                            <w:shd w:val="clear" w:color="auto" w:fill="F4F8F4"/>
                          </w:tcPr>
                          <w:p w:rsidR="00927008" w:rsidRDefault="00927008">
                            <w:pPr>
                              <w:spacing w:before="13" w:line="260" w:lineRule="exact"/>
                              <w:rPr>
                                <w:sz w:val="26"/>
                                <w:szCs w:val="26"/>
                              </w:rPr>
                            </w:pPr>
                          </w:p>
                          <w:p w:rsidR="00927008" w:rsidRDefault="00927008">
                            <w:pPr>
                              <w:ind w:left="587" w:right="-20"/>
                              <w:rPr>
                                <w:rFonts w:ascii="Georgia" w:eastAsia="Georgia" w:hAnsi="Georgia" w:cs="Georgia"/>
                                <w:sz w:val="26"/>
                                <w:szCs w:val="26"/>
                              </w:rPr>
                            </w:pPr>
                            <w:r>
                              <w:rPr>
                                <w:rFonts w:ascii="Georgia" w:eastAsia="Georgia" w:hAnsi="Georgia" w:cs="Georgia"/>
                                <w:color w:val="156BB2"/>
                                <w:sz w:val="26"/>
                                <w:szCs w:val="26"/>
                              </w:rPr>
                              <w:t>Ac</w:t>
                            </w:r>
                            <w:r>
                              <w:rPr>
                                <w:rFonts w:ascii="Georgia" w:eastAsia="Georgia" w:hAnsi="Georgia" w:cs="Georgia"/>
                                <w:color w:val="156BB2"/>
                                <w:spacing w:val="-1"/>
                                <w:sz w:val="26"/>
                                <w:szCs w:val="26"/>
                              </w:rPr>
                              <w:t>n</w:t>
                            </w:r>
                            <w:r>
                              <w:rPr>
                                <w:rFonts w:ascii="Georgia" w:eastAsia="Georgia" w:hAnsi="Georgia" w:cs="Georgia"/>
                                <w:color w:val="156BB2"/>
                                <w:sz w:val="26"/>
                                <w:szCs w:val="26"/>
                              </w:rPr>
                              <w:t>e Res</w:t>
                            </w:r>
                            <w:r>
                              <w:rPr>
                                <w:rFonts w:ascii="Georgia" w:eastAsia="Georgia" w:hAnsi="Georgia" w:cs="Georgia"/>
                                <w:color w:val="156BB2"/>
                                <w:spacing w:val="-1"/>
                                <w:sz w:val="26"/>
                                <w:szCs w:val="26"/>
                              </w:rPr>
                              <w:t>t</w:t>
                            </w:r>
                            <w:r>
                              <w:rPr>
                                <w:rFonts w:ascii="Georgia" w:eastAsia="Georgia" w:hAnsi="Georgia" w:cs="Georgia"/>
                                <w:color w:val="156BB2"/>
                                <w:sz w:val="26"/>
                                <w:szCs w:val="26"/>
                              </w:rPr>
                              <w:t>ore</w:t>
                            </w:r>
                          </w:p>
                        </w:tc>
                      </w:tr>
                      <w:tr w:rsidR="00927008">
                        <w:trPr>
                          <w:trHeight w:hRule="exact" w:val="936"/>
                        </w:trPr>
                        <w:tc>
                          <w:tcPr>
                            <w:tcW w:w="881" w:type="dxa"/>
                            <w:tcBorders>
                              <w:top w:val="single" w:sz="8" w:space="0" w:color="FFFFFF"/>
                              <w:left w:val="single" w:sz="22" w:space="0" w:color="82BB83"/>
                              <w:bottom w:val="single" w:sz="8" w:space="0" w:color="FFFFFF"/>
                              <w:right w:val="single" w:sz="8" w:space="0" w:color="FFFFFF"/>
                            </w:tcBorders>
                            <w:shd w:val="clear" w:color="auto" w:fill="EAF3E9"/>
                          </w:tcPr>
                          <w:p w:rsidR="00927008" w:rsidRDefault="00927008">
                            <w:pPr>
                              <w:spacing w:before="59"/>
                              <w:ind w:left="165" w:right="103"/>
                              <w:jc w:val="center"/>
                              <w:rPr>
                                <w:rFonts w:ascii="Georgia" w:eastAsia="Georgia" w:hAnsi="Georgia" w:cs="Georgia"/>
                              </w:rPr>
                            </w:pPr>
                            <w:r>
                              <w:rPr>
                                <w:rFonts w:ascii="Georgia" w:eastAsia="Georgia" w:hAnsi="Georgia" w:cs="Georgia"/>
                                <w:color w:val="177C3E"/>
                              </w:rPr>
                              <w:t>Step</w:t>
                            </w:r>
                          </w:p>
                          <w:p w:rsidR="00927008" w:rsidRDefault="00927008">
                            <w:pPr>
                              <w:spacing w:before="66"/>
                              <w:ind w:left="323" w:right="263"/>
                              <w:jc w:val="center"/>
                              <w:rPr>
                                <w:rFonts w:ascii="Georgia" w:eastAsia="Georgia" w:hAnsi="Georgia" w:cs="Georgia"/>
                                <w:sz w:val="28"/>
                                <w:szCs w:val="28"/>
                              </w:rPr>
                            </w:pPr>
                            <w:r>
                              <w:rPr>
                                <w:rFonts w:ascii="Georgia" w:eastAsia="Georgia" w:hAnsi="Georgia" w:cs="Georgia"/>
                                <w:color w:val="177C3E"/>
                                <w:w w:val="99"/>
                                <w:sz w:val="28"/>
                                <w:szCs w:val="28"/>
                              </w:rPr>
                              <w:t>3</w:t>
                            </w:r>
                          </w:p>
                        </w:tc>
                        <w:tc>
                          <w:tcPr>
                            <w:tcW w:w="2364" w:type="dxa"/>
                            <w:tcBorders>
                              <w:top w:val="single" w:sz="8" w:space="0" w:color="FFFFFF"/>
                              <w:left w:val="single" w:sz="8" w:space="0" w:color="FFFFFF"/>
                              <w:bottom w:val="single" w:sz="8" w:space="0" w:color="FFFFFF"/>
                              <w:right w:val="single" w:sz="8" w:space="0" w:color="FFFFFF"/>
                            </w:tcBorders>
                            <w:shd w:val="clear" w:color="auto" w:fill="EAF3E9"/>
                          </w:tcPr>
                          <w:p w:rsidR="00927008" w:rsidRDefault="00927008">
                            <w:pPr>
                              <w:spacing w:before="5" w:line="280" w:lineRule="exact"/>
                              <w:rPr>
                                <w:sz w:val="28"/>
                                <w:szCs w:val="28"/>
                              </w:rPr>
                            </w:pPr>
                          </w:p>
                          <w:p w:rsidR="00927008" w:rsidRDefault="00927008">
                            <w:pPr>
                              <w:ind w:left="595" w:right="-20"/>
                              <w:rPr>
                                <w:rFonts w:ascii="Georgia" w:eastAsia="Georgia" w:hAnsi="Georgia" w:cs="Georgia"/>
                                <w:sz w:val="26"/>
                                <w:szCs w:val="26"/>
                              </w:rPr>
                            </w:pPr>
                            <w:r>
                              <w:rPr>
                                <w:rFonts w:ascii="Georgia" w:eastAsia="Georgia" w:hAnsi="Georgia" w:cs="Georgia"/>
                                <w:color w:val="177C3E"/>
                                <w:sz w:val="26"/>
                                <w:szCs w:val="26"/>
                              </w:rPr>
                              <w:t>Vanish</w:t>
                            </w:r>
                          </w:p>
                        </w:tc>
                        <w:tc>
                          <w:tcPr>
                            <w:tcW w:w="2738" w:type="dxa"/>
                            <w:tcBorders>
                              <w:top w:val="single" w:sz="8" w:space="0" w:color="FFFFFF"/>
                              <w:left w:val="single" w:sz="8" w:space="0" w:color="FFFFFF"/>
                              <w:bottom w:val="single" w:sz="8" w:space="0" w:color="FFFFFF"/>
                              <w:right w:val="single" w:sz="22" w:space="0" w:color="82BB83"/>
                            </w:tcBorders>
                            <w:shd w:val="clear" w:color="auto" w:fill="EAF3E9"/>
                          </w:tcPr>
                          <w:p w:rsidR="00927008" w:rsidRDefault="00927008">
                            <w:pPr>
                              <w:spacing w:line="240" w:lineRule="exact"/>
                            </w:pPr>
                          </w:p>
                          <w:p w:rsidR="00927008" w:rsidRDefault="00927008">
                            <w:pPr>
                              <w:ind w:left="587" w:right="-20"/>
                              <w:rPr>
                                <w:rFonts w:ascii="Georgia" w:eastAsia="Georgia" w:hAnsi="Georgia" w:cs="Georgia"/>
                                <w:sz w:val="26"/>
                                <w:szCs w:val="26"/>
                              </w:rPr>
                            </w:pPr>
                            <w:r>
                              <w:rPr>
                                <w:rFonts w:ascii="Georgia" w:eastAsia="Georgia" w:hAnsi="Georgia" w:cs="Georgia"/>
                                <w:color w:val="156BB2"/>
                                <w:sz w:val="26"/>
                                <w:szCs w:val="26"/>
                              </w:rPr>
                              <w:t>Ac</w:t>
                            </w:r>
                            <w:r>
                              <w:rPr>
                                <w:rFonts w:ascii="Georgia" w:eastAsia="Georgia" w:hAnsi="Georgia" w:cs="Georgia"/>
                                <w:color w:val="156BB2"/>
                                <w:spacing w:val="-1"/>
                                <w:sz w:val="26"/>
                                <w:szCs w:val="26"/>
                              </w:rPr>
                              <w:t>n</w:t>
                            </w:r>
                            <w:r>
                              <w:rPr>
                                <w:rFonts w:ascii="Georgia" w:eastAsia="Georgia" w:hAnsi="Georgia" w:cs="Georgia"/>
                                <w:color w:val="156BB2"/>
                                <w:sz w:val="26"/>
                                <w:szCs w:val="26"/>
                              </w:rPr>
                              <w:t>e</w:t>
                            </w:r>
                            <w:r>
                              <w:rPr>
                                <w:rFonts w:ascii="Georgia" w:eastAsia="Georgia" w:hAnsi="Georgia" w:cs="Georgia"/>
                                <w:color w:val="156BB2"/>
                                <w:spacing w:val="-1"/>
                                <w:sz w:val="26"/>
                                <w:szCs w:val="26"/>
                              </w:rPr>
                              <w:t xml:space="preserve"> Rel</w:t>
                            </w:r>
                            <w:r>
                              <w:rPr>
                                <w:rFonts w:ascii="Georgia" w:eastAsia="Georgia" w:hAnsi="Georgia" w:cs="Georgia"/>
                                <w:color w:val="156BB2"/>
                                <w:sz w:val="26"/>
                                <w:szCs w:val="26"/>
                              </w:rPr>
                              <w:t>i</w:t>
                            </w:r>
                            <w:r>
                              <w:rPr>
                                <w:rFonts w:ascii="Georgia" w:eastAsia="Georgia" w:hAnsi="Georgia" w:cs="Georgia"/>
                                <w:color w:val="156BB2"/>
                                <w:spacing w:val="-1"/>
                                <w:sz w:val="26"/>
                                <w:szCs w:val="26"/>
                              </w:rPr>
                              <w:t>e</w:t>
                            </w:r>
                            <w:r>
                              <w:rPr>
                                <w:rFonts w:ascii="Georgia" w:eastAsia="Georgia" w:hAnsi="Georgia" w:cs="Georgia"/>
                                <w:color w:val="156BB2"/>
                                <w:sz w:val="26"/>
                                <w:szCs w:val="26"/>
                              </w:rPr>
                              <w:t>ve</w:t>
                            </w:r>
                          </w:p>
                        </w:tc>
                      </w:tr>
                      <w:tr w:rsidR="00927008">
                        <w:trPr>
                          <w:trHeight w:hRule="exact" w:val="961"/>
                        </w:trPr>
                        <w:tc>
                          <w:tcPr>
                            <w:tcW w:w="881" w:type="dxa"/>
                            <w:tcBorders>
                              <w:top w:val="single" w:sz="8" w:space="0" w:color="FFFFFF"/>
                              <w:left w:val="single" w:sz="22" w:space="0" w:color="82BB83"/>
                              <w:bottom w:val="single" w:sz="8" w:space="0" w:color="FFFFFF"/>
                              <w:right w:val="single" w:sz="8" w:space="0" w:color="FFFFFF"/>
                            </w:tcBorders>
                            <w:shd w:val="clear" w:color="auto" w:fill="F4F8F4"/>
                          </w:tcPr>
                          <w:p w:rsidR="00927008" w:rsidRDefault="00927008">
                            <w:pPr>
                              <w:spacing w:before="39"/>
                              <w:ind w:left="165" w:right="103"/>
                              <w:jc w:val="center"/>
                              <w:rPr>
                                <w:rFonts w:ascii="Georgia" w:eastAsia="Georgia" w:hAnsi="Georgia" w:cs="Georgia"/>
                              </w:rPr>
                            </w:pPr>
                            <w:r>
                              <w:rPr>
                                <w:rFonts w:ascii="Georgia" w:eastAsia="Georgia" w:hAnsi="Georgia" w:cs="Georgia"/>
                                <w:color w:val="177C3E"/>
                              </w:rPr>
                              <w:t>Step</w:t>
                            </w:r>
                          </w:p>
                          <w:p w:rsidR="00927008" w:rsidRDefault="00927008">
                            <w:pPr>
                              <w:spacing w:before="66"/>
                              <w:ind w:left="322" w:right="260"/>
                              <w:jc w:val="center"/>
                              <w:rPr>
                                <w:rFonts w:ascii="Georgia" w:eastAsia="Georgia" w:hAnsi="Georgia" w:cs="Georgia"/>
                                <w:sz w:val="28"/>
                                <w:szCs w:val="28"/>
                              </w:rPr>
                            </w:pPr>
                            <w:r>
                              <w:rPr>
                                <w:rFonts w:ascii="Georgia" w:eastAsia="Georgia" w:hAnsi="Georgia" w:cs="Georgia"/>
                                <w:color w:val="177C3E"/>
                                <w:w w:val="99"/>
                                <w:sz w:val="28"/>
                                <w:szCs w:val="28"/>
                              </w:rPr>
                              <w:t>4</w:t>
                            </w:r>
                          </w:p>
                        </w:tc>
                        <w:tc>
                          <w:tcPr>
                            <w:tcW w:w="2364" w:type="dxa"/>
                            <w:tcBorders>
                              <w:top w:val="single" w:sz="8" w:space="0" w:color="FFFFFF"/>
                              <w:left w:val="single" w:sz="8" w:space="0" w:color="FFFFFF"/>
                              <w:bottom w:val="single" w:sz="8" w:space="0" w:color="FFFFFF"/>
                              <w:right w:val="single" w:sz="8" w:space="0" w:color="FFFFFF"/>
                            </w:tcBorders>
                            <w:shd w:val="clear" w:color="auto" w:fill="F4F8F4"/>
                          </w:tcPr>
                          <w:p w:rsidR="00927008" w:rsidRDefault="00927008">
                            <w:pPr>
                              <w:spacing w:before="5" w:line="260" w:lineRule="exact"/>
                              <w:rPr>
                                <w:sz w:val="26"/>
                                <w:szCs w:val="26"/>
                              </w:rPr>
                            </w:pPr>
                          </w:p>
                          <w:p w:rsidR="00927008" w:rsidRDefault="00927008">
                            <w:pPr>
                              <w:ind w:left="595" w:right="-20"/>
                              <w:rPr>
                                <w:rFonts w:ascii="Georgia" w:eastAsia="Georgia" w:hAnsi="Georgia" w:cs="Georgia"/>
                                <w:sz w:val="26"/>
                                <w:szCs w:val="26"/>
                              </w:rPr>
                            </w:pPr>
                            <w:r>
                              <w:rPr>
                                <w:rFonts w:ascii="Georgia" w:eastAsia="Georgia" w:hAnsi="Georgia" w:cs="Georgia"/>
                                <w:color w:val="177C3E"/>
                                <w:sz w:val="26"/>
                                <w:szCs w:val="26"/>
                              </w:rPr>
                              <w:t>Remove</w:t>
                            </w:r>
                          </w:p>
                        </w:tc>
                        <w:tc>
                          <w:tcPr>
                            <w:tcW w:w="2738" w:type="dxa"/>
                            <w:tcBorders>
                              <w:top w:val="single" w:sz="8" w:space="0" w:color="FFFFFF"/>
                              <w:left w:val="single" w:sz="8" w:space="0" w:color="FFFFFF"/>
                              <w:bottom w:val="single" w:sz="8" w:space="0" w:color="FFFFFF"/>
                              <w:right w:val="single" w:sz="22" w:space="0" w:color="82BB83"/>
                            </w:tcBorders>
                            <w:shd w:val="clear" w:color="auto" w:fill="F4F8F4"/>
                          </w:tcPr>
                          <w:p w:rsidR="00927008" w:rsidRDefault="00927008"/>
                        </w:tc>
                      </w:tr>
                      <w:tr w:rsidR="00927008">
                        <w:trPr>
                          <w:trHeight w:hRule="exact" w:val="931"/>
                        </w:trPr>
                        <w:tc>
                          <w:tcPr>
                            <w:tcW w:w="881" w:type="dxa"/>
                            <w:tcBorders>
                              <w:top w:val="single" w:sz="8" w:space="0" w:color="FFFFFF"/>
                              <w:left w:val="single" w:sz="22" w:space="0" w:color="82BB83"/>
                              <w:bottom w:val="single" w:sz="22" w:space="0" w:color="82BB83"/>
                              <w:right w:val="single" w:sz="8" w:space="0" w:color="FFFFFF"/>
                            </w:tcBorders>
                            <w:shd w:val="clear" w:color="auto" w:fill="EAF3E9"/>
                          </w:tcPr>
                          <w:p w:rsidR="00927008" w:rsidRDefault="00927008">
                            <w:pPr>
                              <w:spacing w:before="22"/>
                              <w:ind w:left="161" w:right="99"/>
                              <w:jc w:val="center"/>
                              <w:rPr>
                                <w:rFonts w:ascii="Georgia" w:eastAsia="Georgia" w:hAnsi="Georgia" w:cs="Georgia"/>
                              </w:rPr>
                            </w:pPr>
                            <w:r>
                              <w:rPr>
                                <w:rFonts w:ascii="Georgia" w:eastAsia="Georgia" w:hAnsi="Georgia" w:cs="Georgia"/>
                                <w:color w:val="177C3E"/>
                              </w:rPr>
                              <w:t>Step</w:t>
                            </w:r>
                          </w:p>
                          <w:p w:rsidR="00927008" w:rsidRDefault="00927008">
                            <w:pPr>
                              <w:spacing w:before="66"/>
                              <w:ind w:left="326" w:right="266"/>
                              <w:jc w:val="center"/>
                              <w:rPr>
                                <w:rFonts w:ascii="Georgia" w:eastAsia="Georgia" w:hAnsi="Georgia" w:cs="Georgia"/>
                                <w:sz w:val="28"/>
                                <w:szCs w:val="28"/>
                              </w:rPr>
                            </w:pPr>
                            <w:r>
                              <w:rPr>
                                <w:rFonts w:ascii="Georgia" w:eastAsia="Georgia" w:hAnsi="Georgia" w:cs="Georgia"/>
                                <w:color w:val="177C3E"/>
                                <w:w w:val="99"/>
                                <w:sz w:val="28"/>
                                <w:szCs w:val="28"/>
                              </w:rPr>
                              <w:t>5</w:t>
                            </w:r>
                          </w:p>
                        </w:tc>
                        <w:tc>
                          <w:tcPr>
                            <w:tcW w:w="2364" w:type="dxa"/>
                            <w:tcBorders>
                              <w:top w:val="single" w:sz="8" w:space="0" w:color="FFFFFF"/>
                              <w:left w:val="single" w:sz="8" w:space="0" w:color="FFFFFF"/>
                              <w:bottom w:val="single" w:sz="22" w:space="0" w:color="82BB83"/>
                              <w:right w:val="single" w:sz="8" w:space="0" w:color="FFFFFF"/>
                            </w:tcBorders>
                            <w:shd w:val="clear" w:color="auto" w:fill="EAF3E9"/>
                          </w:tcPr>
                          <w:p w:rsidR="00927008" w:rsidRDefault="00927008">
                            <w:pPr>
                              <w:spacing w:before="3" w:line="260" w:lineRule="exact"/>
                              <w:rPr>
                                <w:sz w:val="26"/>
                                <w:szCs w:val="26"/>
                              </w:rPr>
                            </w:pPr>
                          </w:p>
                          <w:p w:rsidR="00927008" w:rsidRDefault="00927008">
                            <w:pPr>
                              <w:ind w:left="595" w:right="-20"/>
                              <w:rPr>
                                <w:rFonts w:ascii="Georgia" w:eastAsia="Georgia" w:hAnsi="Georgia" w:cs="Georgia"/>
                                <w:sz w:val="26"/>
                                <w:szCs w:val="26"/>
                              </w:rPr>
                            </w:pPr>
                            <w:r>
                              <w:rPr>
                                <w:rFonts w:ascii="Georgia" w:eastAsia="Georgia" w:hAnsi="Georgia" w:cs="Georgia"/>
                                <w:color w:val="177C3E"/>
                                <w:sz w:val="26"/>
                                <w:szCs w:val="26"/>
                              </w:rPr>
                              <w:t>Restrict</w:t>
                            </w:r>
                          </w:p>
                        </w:tc>
                        <w:tc>
                          <w:tcPr>
                            <w:tcW w:w="2738" w:type="dxa"/>
                            <w:tcBorders>
                              <w:top w:val="single" w:sz="8" w:space="0" w:color="FFFFFF"/>
                              <w:left w:val="single" w:sz="8" w:space="0" w:color="FFFFFF"/>
                              <w:bottom w:val="single" w:sz="22" w:space="0" w:color="82BB83"/>
                              <w:right w:val="single" w:sz="22" w:space="0" w:color="82BB83"/>
                            </w:tcBorders>
                            <w:shd w:val="clear" w:color="auto" w:fill="EAF3E9"/>
                          </w:tcPr>
                          <w:p w:rsidR="00927008" w:rsidRDefault="00927008"/>
                        </w:tc>
                      </w:tr>
                    </w:tbl>
                    <w:p w:rsidR="00927008" w:rsidRDefault="00927008" w:rsidP="00927008"/>
                  </w:txbxContent>
                </v:textbox>
                <w10:wrap anchorx="page"/>
              </v:shape>
            </w:pict>
          </mc:Fallback>
        </mc:AlternateContent>
      </w:r>
      <w:r w:rsidR="00F85EFC">
        <w:rPr>
          <w:noProof/>
        </w:rPr>
        <mc:AlternateContent>
          <mc:Choice Requires="wps">
            <w:drawing>
              <wp:anchor distT="0" distB="0" distL="114300" distR="114300" simplePos="0" relativeHeight="251673088" behindDoc="1" locked="0" layoutInCell="1" allowOverlap="1">
                <wp:simplePos x="0" y="0"/>
                <wp:positionH relativeFrom="page">
                  <wp:posOffset>452120</wp:posOffset>
                </wp:positionH>
                <wp:positionV relativeFrom="paragraph">
                  <wp:posOffset>3698240</wp:posOffset>
                </wp:positionV>
                <wp:extent cx="3888740" cy="2463165"/>
                <wp:effectExtent l="4445" t="2540" r="2540" b="1270"/>
                <wp:wrapNone/>
                <wp:docPr id="2"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740" cy="2463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881"/>
                              <w:gridCol w:w="2364"/>
                              <w:gridCol w:w="2738"/>
                            </w:tblGrid>
                            <w:tr w:rsidR="00927008">
                              <w:trPr>
                                <w:trHeight w:hRule="exact" w:val="935"/>
                              </w:trPr>
                              <w:tc>
                                <w:tcPr>
                                  <w:tcW w:w="881" w:type="dxa"/>
                                  <w:tcBorders>
                                    <w:top w:val="single" w:sz="22" w:space="0" w:color="82BB83"/>
                                    <w:left w:val="single" w:sz="22" w:space="0" w:color="82BB83"/>
                                    <w:bottom w:val="single" w:sz="8" w:space="0" w:color="FFFFFF"/>
                                    <w:right w:val="single" w:sz="8" w:space="0" w:color="FFFFFF"/>
                                  </w:tcBorders>
                                  <w:shd w:val="clear" w:color="auto" w:fill="EAF3E9"/>
                                </w:tcPr>
                                <w:p w:rsidR="00927008" w:rsidRDefault="00927008">
                                  <w:pPr>
                                    <w:spacing w:before="64"/>
                                    <w:ind w:left="157" w:right="95"/>
                                    <w:jc w:val="center"/>
                                    <w:rPr>
                                      <w:rFonts w:ascii="Georgia" w:eastAsia="Georgia" w:hAnsi="Georgia" w:cs="Georgia"/>
                                    </w:rPr>
                                  </w:pPr>
                                  <w:r>
                                    <w:rPr>
                                      <w:rFonts w:ascii="Georgia" w:eastAsia="Georgia" w:hAnsi="Georgia" w:cs="Georgia"/>
                                      <w:color w:val="177C3E"/>
                                    </w:rPr>
                                    <w:t>Step</w:t>
                                  </w:r>
                                </w:p>
                                <w:p w:rsidR="00927008" w:rsidRDefault="00927008">
                                  <w:pPr>
                                    <w:spacing w:before="66"/>
                                    <w:ind w:left="341" w:right="279"/>
                                    <w:jc w:val="center"/>
                                    <w:rPr>
                                      <w:rFonts w:ascii="Georgia" w:eastAsia="Georgia" w:hAnsi="Georgia" w:cs="Georgia"/>
                                      <w:sz w:val="28"/>
                                      <w:szCs w:val="28"/>
                                    </w:rPr>
                                  </w:pPr>
                                  <w:r>
                                    <w:rPr>
                                      <w:rFonts w:ascii="Georgia" w:eastAsia="Georgia" w:hAnsi="Georgia" w:cs="Georgia"/>
                                      <w:color w:val="177C3E"/>
                                      <w:w w:val="99"/>
                                      <w:sz w:val="28"/>
                                      <w:szCs w:val="28"/>
                                    </w:rPr>
                                    <w:t>1</w:t>
                                  </w:r>
                                </w:p>
                              </w:tc>
                              <w:tc>
                                <w:tcPr>
                                  <w:tcW w:w="2364" w:type="dxa"/>
                                  <w:tcBorders>
                                    <w:top w:val="single" w:sz="22" w:space="0" w:color="82BB83"/>
                                    <w:left w:val="single" w:sz="8" w:space="0" w:color="FFFFFF"/>
                                    <w:bottom w:val="single" w:sz="8" w:space="0" w:color="FFFFFF"/>
                                    <w:right w:val="single" w:sz="8" w:space="0" w:color="FFFFFF"/>
                                  </w:tcBorders>
                                  <w:shd w:val="clear" w:color="auto" w:fill="EAF3E9"/>
                                </w:tcPr>
                                <w:p w:rsidR="00927008" w:rsidRDefault="00927008">
                                  <w:pPr>
                                    <w:spacing w:before="3" w:line="110" w:lineRule="exact"/>
                                    <w:rPr>
                                      <w:sz w:val="11"/>
                                      <w:szCs w:val="11"/>
                                    </w:rPr>
                                  </w:pPr>
                                </w:p>
                                <w:p w:rsidR="00927008" w:rsidRDefault="00927008">
                                  <w:pPr>
                                    <w:spacing w:line="200" w:lineRule="exact"/>
                                    <w:rPr>
                                      <w:sz w:val="20"/>
                                      <w:szCs w:val="20"/>
                                    </w:rPr>
                                  </w:pPr>
                                </w:p>
                                <w:p w:rsidR="00927008" w:rsidRDefault="00927008">
                                  <w:pPr>
                                    <w:ind w:left="588" w:right="-20"/>
                                    <w:rPr>
                                      <w:rFonts w:ascii="Georgia" w:eastAsia="Georgia" w:hAnsi="Georgia" w:cs="Georgia"/>
                                      <w:sz w:val="26"/>
                                      <w:szCs w:val="26"/>
                                    </w:rPr>
                                  </w:pPr>
                                  <w:r>
                                    <w:rPr>
                                      <w:rFonts w:ascii="Georgia" w:eastAsia="Georgia" w:hAnsi="Georgia" w:cs="Georgia"/>
                                      <w:color w:val="177C3E"/>
                                      <w:sz w:val="26"/>
                                      <w:szCs w:val="26"/>
                                    </w:rPr>
                                    <w:t>Refresh</w:t>
                                  </w:r>
                                </w:p>
                              </w:tc>
                              <w:tc>
                                <w:tcPr>
                                  <w:tcW w:w="2738" w:type="dxa"/>
                                  <w:tcBorders>
                                    <w:top w:val="single" w:sz="22" w:space="0" w:color="82BB83"/>
                                    <w:left w:val="single" w:sz="8" w:space="0" w:color="FFFFFF"/>
                                    <w:bottom w:val="single" w:sz="8" w:space="0" w:color="FFFFFF"/>
                                    <w:right w:val="single" w:sz="22" w:space="0" w:color="82BB83"/>
                                  </w:tcBorders>
                                  <w:shd w:val="clear" w:color="auto" w:fill="EAF3E9"/>
                                </w:tcPr>
                                <w:p w:rsidR="00927008" w:rsidRDefault="00927008">
                                  <w:pPr>
                                    <w:spacing w:before="6" w:line="100" w:lineRule="exact"/>
                                    <w:rPr>
                                      <w:sz w:val="10"/>
                                      <w:szCs w:val="10"/>
                                    </w:rPr>
                                  </w:pPr>
                                </w:p>
                                <w:p w:rsidR="00927008" w:rsidRDefault="00927008">
                                  <w:pPr>
                                    <w:spacing w:line="200" w:lineRule="exact"/>
                                    <w:rPr>
                                      <w:sz w:val="20"/>
                                      <w:szCs w:val="20"/>
                                    </w:rPr>
                                  </w:pPr>
                                </w:p>
                                <w:p w:rsidR="00927008" w:rsidRDefault="00927008">
                                  <w:pPr>
                                    <w:ind w:left="587" w:right="-20"/>
                                    <w:rPr>
                                      <w:rFonts w:ascii="Georgia" w:eastAsia="Georgia" w:hAnsi="Georgia" w:cs="Georgia"/>
                                      <w:sz w:val="26"/>
                                      <w:szCs w:val="26"/>
                                    </w:rPr>
                                  </w:pPr>
                                  <w:r>
                                    <w:rPr>
                                      <w:rFonts w:ascii="Georgia" w:eastAsia="Georgia" w:hAnsi="Georgia" w:cs="Georgia"/>
                                      <w:color w:val="156BB2"/>
                                      <w:sz w:val="26"/>
                                      <w:szCs w:val="26"/>
                                    </w:rPr>
                                    <w:t>Ac</w:t>
                                  </w:r>
                                  <w:r>
                                    <w:rPr>
                                      <w:rFonts w:ascii="Georgia" w:eastAsia="Georgia" w:hAnsi="Georgia" w:cs="Georgia"/>
                                      <w:color w:val="156BB2"/>
                                      <w:spacing w:val="-1"/>
                                      <w:sz w:val="26"/>
                                      <w:szCs w:val="26"/>
                                    </w:rPr>
                                    <w:t>n</w:t>
                                  </w:r>
                                  <w:r>
                                    <w:rPr>
                                      <w:rFonts w:ascii="Georgia" w:eastAsia="Georgia" w:hAnsi="Georgia" w:cs="Georgia"/>
                                      <w:color w:val="156BB2"/>
                                      <w:sz w:val="26"/>
                                      <w:szCs w:val="26"/>
                                    </w:rPr>
                                    <w:t>e Ref</w:t>
                                  </w:r>
                                  <w:r>
                                    <w:rPr>
                                      <w:rFonts w:ascii="Georgia" w:eastAsia="Georgia" w:hAnsi="Georgia" w:cs="Georgia"/>
                                      <w:color w:val="156BB2"/>
                                      <w:spacing w:val="-1"/>
                                      <w:sz w:val="26"/>
                                      <w:szCs w:val="26"/>
                                    </w:rPr>
                                    <w:t>r</w:t>
                                  </w:r>
                                  <w:r>
                                    <w:rPr>
                                      <w:rFonts w:ascii="Georgia" w:eastAsia="Georgia" w:hAnsi="Georgia" w:cs="Georgia"/>
                                      <w:color w:val="156BB2"/>
                                      <w:sz w:val="26"/>
                                      <w:szCs w:val="26"/>
                                    </w:rPr>
                                    <w:t>esh</w:t>
                                  </w:r>
                                </w:p>
                              </w:tc>
                            </w:tr>
                            <w:tr w:rsidR="00927008">
                              <w:trPr>
                                <w:trHeight w:hRule="exact" w:val="961"/>
                              </w:trPr>
                              <w:tc>
                                <w:tcPr>
                                  <w:tcW w:w="881" w:type="dxa"/>
                                  <w:tcBorders>
                                    <w:top w:val="single" w:sz="8" w:space="0" w:color="FFFFFF"/>
                                    <w:left w:val="single" w:sz="22" w:space="0" w:color="82BB83"/>
                                    <w:bottom w:val="single" w:sz="8" w:space="0" w:color="FFFFFF"/>
                                    <w:right w:val="single" w:sz="8" w:space="0" w:color="FFFFFF"/>
                                  </w:tcBorders>
                                  <w:shd w:val="clear" w:color="auto" w:fill="F4F8F4"/>
                                </w:tcPr>
                                <w:p w:rsidR="00927008" w:rsidRDefault="00927008">
                                  <w:pPr>
                                    <w:spacing w:before="16"/>
                                    <w:ind w:left="160" w:right="98"/>
                                    <w:jc w:val="center"/>
                                    <w:rPr>
                                      <w:rFonts w:ascii="Georgia" w:eastAsia="Georgia" w:hAnsi="Georgia" w:cs="Georgia"/>
                                    </w:rPr>
                                  </w:pPr>
                                  <w:r>
                                    <w:rPr>
                                      <w:rFonts w:ascii="Georgia" w:eastAsia="Georgia" w:hAnsi="Georgia" w:cs="Georgia"/>
                                      <w:color w:val="177C3E"/>
                                    </w:rPr>
                                    <w:t>Step</w:t>
                                  </w:r>
                                </w:p>
                                <w:p w:rsidR="00927008" w:rsidRDefault="00927008">
                                  <w:pPr>
                                    <w:spacing w:before="66"/>
                                    <w:ind w:left="323" w:right="261"/>
                                    <w:jc w:val="center"/>
                                    <w:rPr>
                                      <w:rFonts w:ascii="Georgia" w:eastAsia="Georgia" w:hAnsi="Georgia" w:cs="Georgia"/>
                                      <w:sz w:val="28"/>
                                      <w:szCs w:val="28"/>
                                    </w:rPr>
                                  </w:pPr>
                                  <w:r>
                                    <w:rPr>
                                      <w:rFonts w:ascii="Georgia" w:eastAsia="Georgia" w:hAnsi="Georgia" w:cs="Georgia"/>
                                      <w:color w:val="177C3E"/>
                                      <w:w w:val="99"/>
                                      <w:sz w:val="28"/>
                                      <w:szCs w:val="28"/>
                                    </w:rPr>
                                    <w:t>2</w:t>
                                  </w:r>
                                </w:p>
                              </w:tc>
                              <w:tc>
                                <w:tcPr>
                                  <w:tcW w:w="2364" w:type="dxa"/>
                                  <w:tcBorders>
                                    <w:top w:val="single" w:sz="8" w:space="0" w:color="FFFFFF"/>
                                    <w:left w:val="single" w:sz="8" w:space="0" w:color="FFFFFF"/>
                                    <w:bottom w:val="single" w:sz="8" w:space="0" w:color="FFFFFF"/>
                                    <w:right w:val="single" w:sz="8" w:space="0" w:color="FFFFFF"/>
                                  </w:tcBorders>
                                  <w:shd w:val="clear" w:color="auto" w:fill="F4F8F4"/>
                                </w:tcPr>
                                <w:p w:rsidR="00927008" w:rsidRDefault="00927008">
                                  <w:pPr>
                                    <w:spacing w:before="12" w:line="260" w:lineRule="exact"/>
                                    <w:rPr>
                                      <w:sz w:val="26"/>
                                      <w:szCs w:val="26"/>
                                    </w:rPr>
                                  </w:pPr>
                                </w:p>
                                <w:p w:rsidR="00927008" w:rsidRDefault="00927008">
                                  <w:pPr>
                                    <w:ind w:left="595" w:right="-20"/>
                                    <w:rPr>
                                      <w:rFonts w:ascii="Georgia" w:eastAsia="Georgia" w:hAnsi="Georgia" w:cs="Georgia"/>
                                      <w:sz w:val="26"/>
                                      <w:szCs w:val="26"/>
                                    </w:rPr>
                                  </w:pPr>
                                  <w:r>
                                    <w:rPr>
                                      <w:rFonts w:ascii="Georgia" w:eastAsia="Georgia" w:hAnsi="Georgia" w:cs="Georgia"/>
                                      <w:color w:val="177C3E"/>
                                      <w:sz w:val="26"/>
                                      <w:szCs w:val="26"/>
                                    </w:rPr>
                                    <w:t>Restore</w:t>
                                  </w:r>
                                </w:p>
                              </w:tc>
                              <w:tc>
                                <w:tcPr>
                                  <w:tcW w:w="2738" w:type="dxa"/>
                                  <w:tcBorders>
                                    <w:top w:val="single" w:sz="8" w:space="0" w:color="FFFFFF"/>
                                    <w:left w:val="single" w:sz="8" w:space="0" w:color="FFFFFF"/>
                                    <w:bottom w:val="single" w:sz="8" w:space="0" w:color="FFFFFF"/>
                                    <w:right w:val="single" w:sz="22" w:space="0" w:color="82BB83"/>
                                  </w:tcBorders>
                                  <w:shd w:val="clear" w:color="auto" w:fill="F4F8F4"/>
                                </w:tcPr>
                                <w:p w:rsidR="00927008" w:rsidRDefault="00927008">
                                  <w:pPr>
                                    <w:spacing w:before="18" w:line="240" w:lineRule="exact"/>
                                  </w:pPr>
                                </w:p>
                                <w:p w:rsidR="00927008" w:rsidRDefault="00927008">
                                  <w:pPr>
                                    <w:ind w:left="587" w:right="-20"/>
                                    <w:rPr>
                                      <w:rFonts w:ascii="Georgia" w:eastAsia="Georgia" w:hAnsi="Georgia" w:cs="Georgia"/>
                                      <w:sz w:val="26"/>
                                      <w:szCs w:val="26"/>
                                    </w:rPr>
                                  </w:pPr>
                                  <w:r>
                                    <w:rPr>
                                      <w:rFonts w:ascii="Georgia" w:eastAsia="Georgia" w:hAnsi="Georgia" w:cs="Georgia"/>
                                      <w:color w:val="156BB2"/>
                                      <w:sz w:val="26"/>
                                      <w:szCs w:val="26"/>
                                    </w:rPr>
                                    <w:t>Ac</w:t>
                                  </w:r>
                                  <w:r>
                                    <w:rPr>
                                      <w:rFonts w:ascii="Georgia" w:eastAsia="Georgia" w:hAnsi="Georgia" w:cs="Georgia"/>
                                      <w:color w:val="156BB2"/>
                                      <w:spacing w:val="-1"/>
                                      <w:sz w:val="26"/>
                                      <w:szCs w:val="26"/>
                                    </w:rPr>
                                    <w:t>n</w:t>
                                  </w:r>
                                  <w:r>
                                    <w:rPr>
                                      <w:rFonts w:ascii="Georgia" w:eastAsia="Georgia" w:hAnsi="Georgia" w:cs="Georgia"/>
                                      <w:color w:val="156BB2"/>
                                      <w:sz w:val="26"/>
                                      <w:szCs w:val="26"/>
                                    </w:rPr>
                                    <w:t>e Res</w:t>
                                  </w:r>
                                  <w:r>
                                    <w:rPr>
                                      <w:rFonts w:ascii="Georgia" w:eastAsia="Georgia" w:hAnsi="Georgia" w:cs="Georgia"/>
                                      <w:color w:val="156BB2"/>
                                      <w:spacing w:val="-1"/>
                                      <w:sz w:val="26"/>
                                      <w:szCs w:val="26"/>
                                    </w:rPr>
                                    <w:t>t</w:t>
                                  </w:r>
                                  <w:r>
                                    <w:rPr>
                                      <w:rFonts w:ascii="Georgia" w:eastAsia="Georgia" w:hAnsi="Georgia" w:cs="Georgia"/>
                                      <w:color w:val="156BB2"/>
                                      <w:sz w:val="26"/>
                                      <w:szCs w:val="26"/>
                                    </w:rPr>
                                    <w:t>ore</w:t>
                                  </w:r>
                                </w:p>
                              </w:tc>
                            </w:tr>
                            <w:tr w:rsidR="00927008">
                              <w:trPr>
                                <w:trHeight w:hRule="exact" w:val="936"/>
                              </w:trPr>
                              <w:tc>
                                <w:tcPr>
                                  <w:tcW w:w="881" w:type="dxa"/>
                                  <w:tcBorders>
                                    <w:top w:val="single" w:sz="8" w:space="0" w:color="FFFFFF"/>
                                    <w:left w:val="single" w:sz="22" w:space="0" w:color="82BB83"/>
                                    <w:bottom w:val="single" w:sz="8" w:space="0" w:color="FFFFFF"/>
                                    <w:right w:val="single" w:sz="8" w:space="0" w:color="FFFFFF"/>
                                  </w:tcBorders>
                                  <w:shd w:val="clear" w:color="auto" w:fill="EAF3E9"/>
                                </w:tcPr>
                                <w:p w:rsidR="00927008" w:rsidRDefault="00927008">
                                  <w:pPr>
                                    <w:spacing w:before="75"/>
                                    <w:ind w:left="169" w:right="107"/>
                                    <w:jc w:val="center"/>
                                    <w:rPr>
                                      <w:rFonts w:ascii="Georgia" w:eastAsia="Georgia" w:hAnsi="Georgia" w:cs="Georgia"/>
                                    </w:rPr>
                                  </w:pPr>
                                  <w:r>
                                    <w:rPr>
                                      <w:rFonts w:ascii="Georgia" w:eastAsia="Georgia" w:hAnsi="Georgia" w:cs="Georgia"/>
                                      <w:color w:val="177C3E"/>
                                    </w:rPr>
                                    <w:t>Step</w:t>
                                  </w:r>
                                </w:p>
                                <w:p w:rsidR="00927008" w:rsidRDefault="00927008">
                                  <w:pPr>
                                    <w:spacing w:before="66"/>
                                    <w:ind w:left="323" w:right="263"/>
                                    <w:jc w:val="center"/>
                                    <w:rPr>
                                      <w:rFonts w:ascii="Georgia" w:eastAsia="Georgia" w:hAnsi="Georgia" w:cs="Georgia"/>
                                      <w:sz w:val="28"/>
                                      <w:szCs w:val="28"/>
                                    </w:rPr>
                                  </w:pPr>
                                  <w:r>
                                    <w:rPr>
                                      <w:rFonts w:ascii="Georgia" w:eastAsia="Georgia" w:hAnsi="Georgia" w:cs="Georgia"/>
                                      <w:color w:val="177C3E"/>
                                      <w:w w:val="99"/>
                                      <w:sz w:val="28"/>
                                      <w:szCs w:val="28"/>
                                    </w:rPr>
                                    <w:t>3</w:t>
                                  </w:r>
                                </w:p>
                              </w:tc>
                              <w:tc>
                                <w:tcPr>
                                  <w:tcW w:w="2364" w:type="dxa"/>
                                  <w:tcBorders>
                                    <w:top w:val="single" w:sz="8" w:space="0" w:color="FFFFFF"/>
                                    <w:left w:val="single" w:sz="8" w:space="0" w:color="FFFFFF"/>
                                    <w:bottom w:val="single" w:sz="8" w:space="0" w:color="FFFFFF"/>
                                    <w:right w:val="single" w:sz="8" w:space="0" w:color="FFFFFF"/>
                                  </w:tcBorders>
                                  <w:shd w:val="clear" w:color="auto" w:fill="EAF3E9"/>
                                </w:tcPr>
                                <w:p w:rsidR="00927008" w:rsidRDefault="00927008">
                                  <w:pPr>
                                    <w:spacing w:before="6" w:line="280" w:lineRule="exact"/>
                                    <w:rPr>
                                      <w:sz w:val="28"/>
                                      <w:szCs w:val="28"/>
                                    </w:rPr>
                                  </w:pPr>
                                </w:p>
                                <w:p w:rsidR="00927008" w:rsidRDefault="00927008">
                                  <w:pPr>
                                    <w:ind w:left="595" w:right="-20"/>
                                    <w:rPr>
                                      <w:rFonts w:ascii="Georgia" w:eastAsia="Georgia" w:hAnsi="Georgia" w:cs="Georgia"/>
                                      <w:sz w:val="26"/>
                                      <w:szCs w:val="26"/>
                                    </w:rPr>
                                  </w:pPr>
                                  <w:r>
                                    <w:rPr>
                                      <w:rFonts w:ascii="Georgia" w:eastAsia="Georgia" w:hAnsi="Georgia" w:cs="Georgia"/>
                                      <w:color w:val="177C3E"/>
                                      <w:sz w:val="26"/>
                                      <w:szCs w:val="26"/>
                                    </w:rPr>
                                    <w:t>Vanish</w:t>
                                  </w:r>
                                </w:p>
                              </w:tc>
                              <w:tc>
                                <w:tcPr>
                                  <w:tcW w:w="2738" w:type="dxa"/>
                                  <w:tcBorders>
                                    <w:top w:val="single" w:sz="8" w:space="0" w:color="FFFFFF"/>
                                    <w:left w:val="single" w:sz="8" w:space="0" w:color="FFFFFF"/>
                                    <w:bottom w:val="single" w:sz="8" w:space="0" w:color="FFFFFF"/>
                                    <w:right w:val="single" w:sz="22" w:space="0" w:color="82BB83"/>
                                  </w:tcBorders>
                                  <w:shd w:val="clear" w:color="auto" w:fill="EAF3E9"/>
                                </w:tcPr>
                                <w:p w:rsidR="00927008" w:rsidRDefault="00927008">
                                  <w:pPr>
                                    <w:spacing w:before="6" w:line="220" w:lineRule="exact"/>
                                  </w:pPr>
                                </w:p>
                                <w:p w:rsidR="00927008" w:rsidRDefault="00927008">
                                  <w:pPr>
                                    <w:ind w:left="587" w:right="-20"/>
                                    <w:rPr>
                                      <w:rFonts w:ascii="Georgia" w:eastAsia="Georgia" w:hAnsi="Georgia" w:cs="Georgia"/>
                                      <w:sz w:val="26"/>
                                      <w:szCs w:val="26"/>
                                    </w:rPr>
                                  </w:pPr>
                                  <w:r>
                                    <w:rPr>
                                      <w:rFonts w:ascii="Georgia" w:eastAsia="Georgia" w:hAnsi="Georgia" w:cs="Georgia"/>
                                      <w:color w:val="156BB2"/>
                                      <w:sz w:val="26"/>
                                      <w:szCs w:val="26"/>
                                    </w:rPr>
                                    <w:t>Ac</w:t>
                                  </w:r>
                                  <w:r>
                                    <w:rPr>
                                      <w:rFonts w:ascii="Georgia" w:eastAsia="Georgia" w:hAnsi="Georgia" w:cs="Georgia"/>
                                      <w:color w:val="156BB2"/>
                                      <w:spacing w:val="-1"/>
                                      <w:sz w:val="26"/>
                                      <w:szCs w:val="26"/>
                                    </w:rPr>
                                    <w:t>n</w:t>
                                  </w:r>
                                  <w:r>
                                    <w:rPr>
                                      <w:rFonts w:ascii="Georgia" w:eastAsia="Georgia" w:hAnsi="Georgia" w:cs="Georgia"/>
                                      <w:color w:val="156BB2"/>
                                      <w:sz w:val="26"/>
                                      <w:szCs w:val="26"/>
                                    </w:rPr>
                                    <w:t>e</w:t>
                                  </w:r>
                                  <w:r>
                                    <w:rPr>
                                      <w:rFonts w:ascii="Georgia" w:eastAsia="Georgia" w:hAnsi="Georgia" w:cs="Georgia"/>
                                      <w:color w:val="156BB2"/>
                                      <w:spacing w:val="-1"/>
                                      <w:sz w:val="26"/>
                                      <w:szCs w:val="26"/>
                                    </w:rPr>
                                    <w:t xml:space="preserve"> Rel</w:t>
                                  </w:r>
                                  <w:r>
                                    <w:rPr>
                                      <w:rFonts w:ascii="Georgia" w:eastAsia="Georgia" w:hAnsi="Georgia" w:cs="Georgia"/>
                                      <w:color w:val="156BB2"/>
                                      <w:sz w:val="26"/>
                                      <w:szCs w:val="26"/>
                                    </w:rPr>
                                    <w:t>i</w:t>
                                  </w:r>
                                  <w:r>
                                    <w:rPr>
                                      <w:rFonts w:ascii="Georgia" w:eastAsia="Georgia" w:hAnsi="Georgia" w:cs="Georgia"/>
                                      <w:color w:val="156BB2"/>
                                      <w:spacing w:val="-1"/>
                                      <w:sz w:val="26"/>
                                      <w:szCs w:val="26"/>
                                    </w:rPr>
                                    <w:t>e</w:t>
                                  </w:r>
                                  <w:r>
                                    <w:rPr>
                                      <w:rFonts w:ascii="Georgia" w:eastAsia="Georgia" w:hAnsi="Georgia" w:cs="Georgia"/>
                                      <w:color w:val="156BB2"/>
                                      <w:sz w:val="26"/>
                                      <w:szCs w:val="26"/>
                                    </w:rPr>
                                    <w:t>ve</w:t>
                                  </w:r>
                                </w:p>
                              </w:tc>
                            </w:tr>
                            <w:tr w:rsidR="00927008">
                              <w:trPr>
                                <w:trHeight w:hRule="exact" w:val="934"/>
                              </w:trPr>
                              <w:tc>
                                <w:tcPr>
                                  <w:tcW w:w="881" w:type="dxa"/>
                                  <w:tcBorders>
                                    <w:top w:val="single" w:sz="8" w:space="0" w:color="FFFFFF"/>
                                    <w:left w:val="single" w:sz="22" w:space="0" w:color="82BB83"/>
                                    <w:bottom w:val="single" w:sz="22" w:space="0" w:color="82BB83"/>
                                    <w:right w:val="single" w:sz="8" w:space="0" w:color="FFFFFF"/>
                                  </w:tcBorders>
                                  <w:shd w:val="clear" w:color="auto" w:fill="F4F8F4"/>
                                </w:tcPr>
                                <w:p w:rsidR="00927008" w:rsidRDefault="00927008">
                                  <w:pPr>
                                    <w:spacing w:before="55"/>
                                    <w:ind w:left="194" w:right="72"/>
                                    <w:jc w:val="center"/>
                                    <w:rPr>
                                      <w:rFonts w:ascii="Georgia" w:eastAsia="Georgia" w:hAnsi="Georgia" w:cs="Georgia"/>
                                    </w:rPr>
                                  </w:pPr>
                                  <w:r>
                                    <w:rPr>
                                      <w:rFonts w:ascii="Georgia" w:eastAsia="Georgia" w:hAnsi="Georgia" w:cs="Georgia"/>
                                      <w:color w:val="177C3E"/>
                                    </w:rPr>
                                    <w:t>Step</w:t>
                                  </w:r>
                                </w:p>
                                <w:p w:rsidR="00927008" w:rsidRDefault="00927008">
                                  <w:pPr>
                                    <w:spacing w:before="66"/>
                                    <w:ind w:left="352" w:right="230"/>
                                    <w:jc w:val="center"/>
                                    <w:rPr>
                                      <w:rFonts w:ascii="Georgia" w:eastAsia="Georgia" w:hAnsi="Georgia" w:cs="Georgia"/>
                                      <w:sz w:val="28"/>
                                      <w:szCs w:val="28"/>
                                    </w:rPr>
                                  </w:pPr>
                                  <w:r>
                                    <w:rPr>
                                      <w:rFonts w:ascii="Georgia" w:eastAsia="Georgia" w:hAnsi="Georgia" w:cs="Georgia"/>
                                      <w:color w:val="177C3E"/>
                                      <w:w w:val="99"/>
                                      <w:sz w:val="28"/>
                                      <w:szCs w:val="28"/>
                                    </w:rPr>
                                    <w:t>4</w:t>
                                  </w:r>
                                </w:p>
                              </w:tc>
                              <w:tc>
                                <w:tcPr>
                                  <w:tcW w:w="2364" w:type="dxa"/>
                                  <w:tcBorders>
                                    <w:top w:val="single" w:sz="8" w:space="0" w:color="FFFFFF"/>
                                    <w:left w:val="single" w:sz="8" w:space="0" w:color="FFFFFF"/>
                                    <w:bottom w:val="single" w:sz="22" w:space="0" w:color="82BB83"/>
                                    <w:right w:val="single" w:sz="8" w:space="0" w:color="FFFFFF"/>
                                  </w:tcBorders>
                                  <w:shd w:val="clear" w:color="auto" w:fill="F4F8F4"/>
                                </w:tcPr>
                                <w:p w:rsidR="00927008" w:rsidRDefault="00927008">
                                  <w:pPr>
                                    <w:spacing w:before="5" w:line="260" w:lineRule="exact"/>
                                    <w:rPr>
                                      <w:sz w:val="26"/>
                                      <w:szCs w:val="26"/>
                                    </w:rPr>
                                  </w:pPr>
                                </w:p>
                                <w:p w:rsidR="00927008" w:rsidRDefault="00927008">
                                  <w:pPr>
                                    <w:ind w:left="595" w:right="-20"/>
                                    <w:rPr>
                                      <w:rFonts w:ascii="Georgia" w:eastAsia="Georgia" w:hAnsi="Georgia" w:cs="Georgia"/>
                                      <w:sz w:val="26"/>
                                      <w:szCs w:val="26"/>
                                    </w:rPr>
                                  </w:pPr>
                                  <w:r>
                                    <w:rPr>
                                      <w:rFonts w:ascii="Georgia" w:eastAsia="Georgia" w:hAnsi="Georgia" w:cs="Georgia"/>
                                      <w:color w:val="177C3E"/>
                                      <w:sz w:val="26"/>
                                      <w:szCs w:val="26"/>
                                    </w:rPr>
                                    <w:t>Renew</w:t>
                                  </w:r>
                                </w:p>
                              </w:tc>
                              <w:tc>
                                <w:tcPr>
                                  <w:tcW w:w="2738" w:type="dxa"/>
                                  <w:tcBorders>
                                    <w:top w:val="single" w:sz="8" w:space="0" w:color="FFFFFF"/>
                                    <w:left w:val="single" w:sz="8" w:space="0" w:color="FFFFFF"/>
                                    <w:bottom w:val="single" w:sz="22" w:space="0" w:color="82BB83"/>
                                    <w:right w:val="single" w:sz="22" w:space="0" w:color="82BB83"/>
                                  </w:tcBorders>
                                  <w:shd w:val="clear" w:color="auto" w:fill="F4F8F4"/>
                                </w:tcPr>
                                <w:p w:rsidR="00927008" w:rsidRDefault="00927008"/>
                              </w:tc>
                            </w:tr>
                          </w:tbl>
                          <w:p w:rsidR="00927008" w:rsidRDefault="00927008" w:rsidP="0092700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32" type="#_x0000_t202" style="position:absolute;margin-left:35.6pt;margin-top:291.2pt;width:306.2pt;height:193.95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lTXsQIAALI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881"/>
                        <w:gridCol w:w="2364"/>
                        <w:gridCol w:w="2738"/>
                      </w:tblGrid>
                      <w:tr w:rsidR="00927008">
                        <w:trPr>
                          <w:trHeight w:hRule="exact" w:val="935"/>
                        </w:trPr>
                        <w:tc>
                          <w:tcPr>
                            <w:tcW w:w="881" w:type="dxa"/>
                            <w:tcBorders>
                              <w:top w:val="single" w:sz="22" w:space="0" w:color="82BB83"/>
                              <w:left w:val="single" w:sz="22" w:space="0" w:color="82BB83"/>
                              <w:bottom w:val="single" w:sz="8" w:space="0" w:color="FFFFFF"/>
                              <w:right w:val="single" w:sz="8" w:space="0" w:color="FFFFFF"/>
                            </w:tcBorders>
                            <w:shd w:val="clear" w:color="auto" w:fill="EAF3E9"/>
                          </w:tcPr>
                          <w:p w:rsidR="00927008" w:rsidRDefault="00927008">
                            <w:pPr>
                              <w:spacing w:before="64"/>
                              <w:ind w:left="157" w:right="95"/>
                              <w:jc w:val="center"/>
                              <w:rPr>
                                <w:rFonts w:ascii="Georgia" w:eastAsia="Georgia" w:hAnsi="Georgia" w:cs="Georgia"/>
                              </w:rPr>
                            </w:pPr>
                            <w:r>
                              <w:rPr>
                                <w:rFonts w:ascii="Georgia" w:eastAsia="Georgia" w:hAnsi="Georgia" w:cs="Georgia"/>
                                <w:color w:val="177C3E"/>
                              </w:rPr>
                              <w:t>Step</w:t>
                            </w:r>
                          </w:p>
                          <w:p w:rsidR="00927008" w:rsidRDefault="00927008">
                            <w:pPr>
                              <w:spacing w:before="66"/>
                              <w:ind w:left="341" w:right="279"/>
                              <w:jc w:val="center"/>
                              <w:rPr>
                                <w:rFonts w:ascii="Georgia" w:eastAsia="Georgia" w:hAnsi="Georgia" w:cs="Georgia"/>
                                <w:sz w:val="28"/>
                                <w:szCs w:val="28"/>
                              </w:rPr>
                            </w:pPr>
                            <w:r>
                              <w:rPr>
                                <w:rFonts w:ascii="Georgia" w:eastAsia="Georgia" w:hAnsi="Georgia" w:cs="Georgia"/>
                                <w:color w:val="177C3E"/>
                                <w:w w:val="99"/>
                                <w:sz w:val="28"/>
                                <w:szCs w:val="28"/>
                              </w:rPr>
                              <w:t>1</w:t>
                            </w:r>
                          </w:p>
                        </w:tc>
                        <w:tc>
                          <w:tcPr>
                            <w:tcW w:w="2364" w:type="dxa"/>
                            <w:tcBorders>
                              <w:top w:val="single" w:sz="22" w:space="0" w:color="82BB83"/>
                              <w:left w:val="single" w:sz="8" w:space="0" w:color="FFFFFF"/>
                              <w:bottom w:val="single" w:sz="8" w:space="0" w:color="FFFFFF"/>
                              <w:right w:val="single" w:sz="8" w:space="0" w:color="FFFFFF"/>
                            </w:tcBorders>
                            <w:shd w:val="clear" w:color="auto" w:fill="EAF3E9"/>
                          </w:tcPr>
                          <w:p w:rsidR="00927008" w:rsidRDefault="00927008">
                            <w:pPr>
                              <w:spacing w:before="3" w:line="110" w:lineRule="exact"/>
                              <w:rPr>
                                <w:sz w:val="11"/>
                                <w:szCs w:val="11"/>
                              </w:rPr>
                            </w:pPr>
                          </w:p>
                          <w:p w:rsidR="00927008" w:rsidRDefault="00927008">
                            <w:pPr>
                              <w:spacing w:line="200" w:lineRule="exact"/>
                              <w:rPr>
                                <w:sz w:val="20"/>
                                <w:szCs w:val="20"/>
                              </w:rPr>
                            </w:pPr>
                          </w:p>
                          <w:p w:rsidR="00927008" w:rsidRDefault="00927008">
                            <w:pPr>
                              <w:ind w:left="588" w:right="-20"/>
                              <w:rPr>
                                <w:rFonts w:ascii="Georgia" w:eastAsia="Georgia" w:hAnsi="Georgia" w:cs="Georgia"/>
                                <w:sz w:val="26"/>
                                <w:szCs w:val="26"/>
                              </w:rPr>
                            </w:pPr>
                            <w:r>
                              <w:rPr>
                                <w:rFonts w:ascii="Georgia" w:eastAsia="Georgia" w:hAnsi="Georgia" w:cs="Georgia"/>
                                <w:color w:val="177C3E"/>
                                <w:sz w:val="26"/>
                                <w:szCs w:val="26"/>
                              </w:rPr>
                              <w:t>Refresh</w:t>
                            </w:r>
                          </w:p>
                        </w:tc>
                        <w:tc>
                          <w:tcPr>
                            <w:tcW w:w="2738" w:type="dxa"/>
                            <w:tcBorders>
                              <w:top w:val="single" w:sz="22" w:space="0" w:color="82BB83"/>
                              <w:left w:val="single" w:sz="8" w:space="0" w:color="FFFFFF"/>
                              <w:bottom w:val="single" w:sz="8" w:space="0" w:color="FFFFFF"/>
                              <w:right w:val="single" w:sz="22" w:space="0" w:color="82BB83"/>
                            </w:tcBorders>
                            <w:shd w:val="clear" w:color="auto" w:fill="EAF3E9"/>
                          </w:tcPr>
                          <w:p w:rsidR="00927008" w:rsidRDefault="00927008">
                            <w:pPr>
                              <w:spacing w:before="6" w:line="100" w:lineRule="exact"/>
                              <w:rPr>
                                <w:sz w:val="10"/>
                                <w:szCs w:val="10"/>
                              </w:rPr>
                            </w:pPr>
                          </w:p>
                          <w:p w:rsidR="00927008" w:rsidRDefault="00927008">
                            <w:pPr>
                              <w:spacing w:line="200" w:lineRule="exact"/>
                              <w:rPr>
                                <w:sz w:val="20"/>
                                <w:szCs w:val="20"/>
                              </w:rPr>
                            </w:pPr>
                          </w:p>
                          <w:p w:rsidR="00927008" w:rsidRDefault="00927008">
                            <w:pPr>
                              <w:ind w:left="587" w:right="-20"/>
                              <w:rPr>
                                <w:rFonts w:ascii="Georgia" w:eastAsia="Georgia" w:hAnsi="Georgia" w:cs="Georgia"/>
                                <w:sz w:val="26"/>
                                <w:szCs w:val="26"/>
                              </w:rPr>
                            </w:pPr>
                            <w:r>
                              <w:rPr>
                                <w:rFonts w:ascii="Georgia" w:eastAsia="Georgia" w:hAnsi="Georgia" w:cs="Georgia"/>
                                <w:color w:val="156BB2"/>
                                <w:sz w:val="26"/>
                                <w:szCs w:val="26"/>
                              </w:rPr>
                              <w:t>Ac</w:t>
                            </w:r>
                            <w:r>
                              <w:rPr>
                                <w:rFonts w:ascii="Georgia" w:eastAsia="Georgia" w:hAnsi="Georgia" w:cs="Georgia"/>
                                <w:color w:val="156BB2"/>
                                <w:spacing w:val="-1"/>
                                <w:sz w:val="26"/>
                                <w:szCs w:val="26"/>
                              </w:rPr>
                              <w:t>n</w:t>
                            </w:r>
                            <w:r>
                              <w:rPr>
                                <w:rFonts w:ascii="Georgia" w:eastAsia="Georgia" w:hAnsi="Georgia" w:cs="Georgia"/>
                                <w:color w:val="156BB2"/>
                                <w:sz w:val="26"/>
                                <w:szCs w:val="26"/>
                              </w:rPr>
                              <w:t>e Ref</w:t>
                            </w:r>
                            <w:r>
                              <w:rPr>
                                <w:rFonts w:ascii="Georgia" w:eastAsia="Georgia" w:hAnsi="Georgia" w:cs="Georgia"/>
                                <w:color w:val="156BB2"/>
                                <w:spacing w:val="-1"/>
                                <w:sz w:val="26"/>
                                <w:szCs w:val="26"/>
                              </w:rPr>
                              <w:t>r</w:t>
                            </w:r>
                            <w:r>
                              <w:rPr>
                                <w:rFonts w:ascii="Georgia" w:eastAsia="Georgia" w:hAnsi="Georgia" w:cs="Georgia"/>
                                <w:color w:val="156BB2"/>
                                <w:sz w:val="26"/>
                                <w:szCs w:val="26"/>
                              </w:rPr>
                              <w:t>esh</w:t>
                            </w:r>
                          </w:p>
                        </w:tc>
                      </w:tr>
                      <w:tr w:rsidR="00927008">
                        <w:trPr>
                          <w:trHeight w:hRule="exact" w:val="961"/>
                        </w:trPr>
                        <w:tc>
                          <w:tcPr>
                            <w:tcW w:w="881" w:type="dxa"/>
                            <w:tcBorders>
                              <w:top w:val="single" w:sz="8" w:space="0" w:color="FFFFFF"/>
                              <w:left w:val="single" w:sz="22" w:space="0" w:color="82BB83"/>
                              <w:bottom w:val="single" w:sz="8" w:space="0" w:color="FFFFFF"/>
                              <w:right w:val="single" w:sz="8" w:space="0" w:color="FFFFFF"/>
                            </w:tcBorders>
                            <w:shd w:val="clear" w:color="auto" w:fill="F4F8F4"/>
                          </w:tcPr>
                          <w:p w:rsidR="00927008" w:rsidRDefault="00927008">
                            <w:pPr>
                              <w:spacing w:before="16"/>
                              <w:ind w:left="160" w:right="98"/>
                              <w:jc w:val="center"/>
                              <w:rPr>
                                <w:rFonts w:ascii="Georgia" w:eastAsia="Georgia" w:hAnsi="Georgia" w:cs="Georgia"/>
                              </w:rPr>
                            </w:pPr>
                            <w:r>
                              <w:rPr>
                                <w:rFonts w:ascii="Georgia" w:eastAsia="Georgia" w:hAnsi="Georgia" w:cs="Georgia"/>
                                <w:color w:val="177C3E"/>
                              </w:rPr>
                              <w:t>Step</w:t>
                            </w:r>
                          </w:p>
                          <w:p w:rsidR="00927008" w:rsidRDefault="00927008">
                            <w:pPr>
                              <w:spacing w:before="66"/>
                              <w:ind w:left="323" w:right="261"/>
                              <w:jc w:val="center"/>
                              <w:rPr>
                                <w:rFonts w:ascii="Georgia" w:eastAsia="Georgia" w:hAnsi="Georgia" w:cs="Georgia"/>
                                <w:sz w:val="28"/>
                                <w:szCs w:val="28"/>
                              </w:rPr>
                            </w:pPr>
                            <w:r>
                              <w:rPr>
                                <w:rFonts w:ascii="Georgia" w:eastAsia="Georgia" w:hAnsi="Georgia" w:cs="Georgia"/>
                                <w:color w:val="177C3E"/>
                                <w:w w:val="99"/>
                                <w:sz w:val="28"/>
                                <w:szCs w:val="28"/>
                              </w:rPr>
                              <w:t>2</w:t>
                            </w:r>
                          </w:p>
                        </w:tc>
                        <w:tc>
                          <w:tcPr>
                            <w:tcW w:w="2364" w:type="dxa"/>
                            <w:tcBorders>
                              <w:top w:val="single" w:sz="8" w:space="0" w:color="FFFFFF"/>
                              <w:left w:val="single" w:sz="8" w:space="0" w:color="FFFFFF"/>
                              <w:bottom w:val="single" w:sz="8" w:space="0" w:color="FFFFFF"/>
                              <w:right w:val="single" w:sz="8" w:space="0" w:color="FFFFFF"/>
                            </w:tcBorders>
                            <w:shd w:val="clear" w:color="auto" w:fill="F4F8F4"/>
                          </w:tcPr>
                          <w:p w:rsidR="00927008" w:rsidRDefault="00927008">
                            <w:pPr>
                              <w:spacing w:before="12" w:line="260" w:lineRule="exact"/>
                              <w:rPr>
                                <w:sz w:val="26"/>
                                <w:szCs w:val="26"/>
                              </w:rPr>
                            </w:pPr>
                          </w:p>
                          <w:p w:rsidR="00927008" w:rsidRDefault="00927008">
                            <w:pPr>
                              <w:ind w:left="595" w:right="-20"/>
                              <w:rPr>
                                <w:rFonts w:ascii="Georgia" w:eastAsia="Georgia" w:hAnsi="Georgia" w:cs="Georgia"/>
                                <w:sz w:val="26"/>
                                <w:szCs w:val="26"/>
                              </w:rPr>
                            </w:pPr>
                            <w:r>
                              <w:rPr>
                                <w:rFonts w:ascii="Georgia" w:eastAsia="Georgia" w:hAnsi="Georgia" w:cs="Georgia"/>
                                <w:color w:val="177C3E"/>
                                <w:sz w:val="26"/>
                                <w:szCs w:val="26"/>
                              </w:rPr>
                              <w:t>Restore</w:t>
                            </w:r>
                          </w:p>
                        </w:tc>
                        <w:tc>
                          <w:tcPr>
                            <w:tcW w:w="2738" w:type="dxa"/>
                            <w:tcBorders>
                              <w:top w:val="single" w:sz="8" w:space="0" w:color="FFFFFF"/>
                              <w:left w:val="single" w:sz="8" w:space="0" w:color="FFFFFF"/>
                              <w:bottom w:val="single" w:sz="8" w:space="0" w:color="FFFFFF"/>
                              <w:right w:val="single" w:sz="22" w:space="0" w:color="82BB83"/>
                            </w:tcBorders>
                            <w:shd w:val="clear" w:color="auto" w:fill="F4F8F4"/>
                          </w:tcPr>
                          <w:p w:rsidR="00927008" w:rsidRDefault="00927008">
                            <w:pPr>
                              <w:spacing w:before="18" w:line="240" w:lineRule="exact"/>
                            </w:pPr>
                          </w:p>
                          <w:p w:rsidR="00927008" w:rsidRDefault="00927008">
                            <w:pPr>
                              <w:ind w:left="587" w:right="-20"/>
                              <w:rPr>
                                <w:rFonts w:ascii="Georgia" w:eastAsia="Georgia" w:hAnsi="Georgia" w:cs="Georgia"/>
                                <w:sz w:val="26"/>
                                <w:szCs w:val="26"/>
                              </w:rPr>
                            </w:pPr>
                            <w:r>
                              <w:rPr>
                                <w:rFonts w:ascii="Georgia" w:eastAsia="Georgia" w:hAnsi="Georgia" w:cs="Georgia"/>
                                <w:color w:val="156BB2"/>
                                <w:sz w:val="26"/>
                                <w:szCs w:val="26"/>
                              </w:rPr>
                              <w:t>Ac</w:t>
                            </w:r>
                            <w:r>
                              <w:rPr>
                                <w:rFonts w:ascii="Georgia" w:eastAsia="Georgia" w:hAnsi="Georgia" w:cs="Georgia"/>
                                <w:color w:val="156BB2"/>
                                <w:spacing w:val="-1"/>
                                <w:sz w:val="26"/>
                                <w:szCs w:val="26"/>
                              </w:rPr>
                              <w:t>n</w:t>
                            </w:r>
                            <w:r>
                              <w:rPr>
                                <w:rFonts w:ascii="Georgia" w:eastAsia="Georgia" w:hAnsi="Georgia" w:cs="Georgia"/>
                                <w:color w:val="156BB2"/>
                                <w:sz w:val="26"/>
                                <w:szCs w:val="26"/>
                              </w:rPr>
                              <w:t>e Res</w:t>
                            </w:r>
                            <w:r>
                              <w:rPr>
                                <w:rFonts w:ascii="Georgia" w:eastAsia="Georgia" w:hAnsi="Georgia" w:cs="Georgia"/>
                                <w:color w:val="156BB2"/>
                                <w:spacing w:val="-1"/>
                                <w:sz w:val="26"/>
                                <w:szCs w:val="26"/>
                              </w:rPr>
                              <w:t>t</w:t>
                            </w:r>
                            <w:r>
                              <w:rPr>
                                <w:rFonts w:ascii="Georgia" w:eastAsia="Georgia" w:hAnsi="Georgia" w:cs="Georgia"/>
                                <w:color w:val="156BB2"/>
                                <w:sz w:val="26"/>
                                <w:szCs w:val="26"/>
                              </w:rPr>
                              <w:t>ore</w:t>
                            </w:r>
                          </w:p>
                        </w:tc>
                      </w:tr>
                      <w:tr w:rsidR="00927008">
                        <w:trPr>
                          <w:trHeight w:hRule="exact" w:val="936"/>
                        </w:trPr>
                        <w:tc>
                          <w:tcPr>
                            <w:tcW w:w="881" w:type="dxa"/>
                            <w:tcBorders>
                              <w:top w:val="single" w:sz="8" w:space="0" w:color="FFFFFF"/>
                              <w:left w:val="single" w:sz="22" w:space="0" w:color="82BB83"/>
                              <w:bottom w:val="single" w:sz="8" w:space="0" w:color="FFFFFF"/>
                              <w:right w:val="single" w:sz="8" w:space="0" w:color="FFFFFF"/>
                            </w:tcBorders>
                            <w:shd w:val="clear" w:color="auto" w:fill="EAF3E9"/>
                          </w:tcPr>
                          <w:p w:rsidR="00927008" w:rsidRDefault="00927008">
                            <w:pPr>
                              <w:spacing w:before="75"/>
                              <w:ind w:left="169" w:right="107"/>
                              <w:jc w:val="center"/>
                              <w:rPr>
                                <w:rFonts w:ascii="Georgia" w:eastAsia="Georgia" w:hAnsi="Georgia" w:cs="Georgia"/>
                              </w:rPr>
                            </w:pPr>
                            <w:r>
                              <w:rPr>
                                <w:rFonts w:ascii="Georgia" w:eastAsia="Georgia" w:hAnsi="Georgia" w:cs="Georgia"/>
                                <w:color w:val="177C3E"/>
                              </w:rPr>
                              <w:t>Step</w:t>
                            </w:r>
                          </w:p>
                          <w:p w:rsidR="00927008" w:rsidRDefault="00927008">
                            <w:pPr>
                              <w:spacing w:before="66"/>
                              <w:ind w:left="323" w:right="263"/>
                              <w:jc w:val="center"/>
                              <w:rPr>
                                <w:rFonts w:ascii="Georgia" w:eastAsia="Georgia" w:hAnsi="Georgia" w:cs="Georgia"/>
                                <w:sz w:val="28"/>
                                <w:szCs w:val="28"/>
                              </w:rPr>
                            </w:pPr>
                            <w:r>
                              <w:rPr>
                                <w:rFonts w:ascii="Georgia" w:eastAsia="Georgia" w:hAnsi="Georgia" w:cs="Georgia"/>
                                <w:color w:val="177C3E"/>
                                <w:w w:val="99"/>
                                <w:sz w:val="28"/>
                                <w:szCs w:val="28"/>
                              </w:rPr>
                              <w:t>3</w:t>
                            </w:r>
                          </w:p>
                        </w:tc>
                        <w:tc>
                          <w:tcPr>
                            <w:tcW w:w="2364" w:type="dxa"/>
                            <w:tcBorders>
                              <w:top w:val="single" w:sz="8" w:space="0" w:color="FFFFFF"/>
                              <w:left w:val="single" w:sz="8" w:space="0" w:color="FFFFFF"/>
                              <w:bottom w:val="single" w:sz="8" w:space="0" w:color="FFFFFF"/>
                              <w:right w:val="single" w:sz="8" w:space="0" w:color="FFFFFF"/>
                            </w:tcBorders>
                            <w:shd w:val="clear" w:color="auto" w:fill="EAF3E9"/>
                          </w:tcPr>
                          <w:p w:rsidR="00927008" w:rsidRDefault="00927008">
                            <w:pPr>
                              <w:spacing w:before="6" w:line="280" w:lineRule="exact"/>
                              <w:rPr>
                                <w:sz w:val="28"/>
                                <w:szCs w:val="28"/>
                              </w:rPr>
                            </w:pPr>
                          </w:p>
                          <w:p w:rsidR="00927008" w:rsidRDefault="00927008">
                            <w:pPr>
                              <w:ind w:left="595" w:right="-20"/>
                              <w:rPr>
                                <w:rFonts w:ascii="Georgia" w:eastAsia="Georgia" w:hAnsi="Georgia" w:cs="Georgia"/>
                                <w:sz w:val="26"/>
                                <w:szCs w:val="26"/>
                              </w:rPr>
                            </w:pPr>
                            <w:r>
                              <w:rPr>
                                <w:rFonts w:ascii="Georgia" w:eastAsia="Georgia" w:hAnsi="Georgia" w:cs="Georgia"/>
                                <w:color w:val="177C3E"/>
                                <w:sz w:val="26"/>
                                <w:szCs w:val="26"/>
                              </w:rPr>
                              <w:t>Vanish</w:t>
                            </w:r>
                          </w:p>
                        </w:tc>
                        <w:tc>
                          <w:tcPr>
                            <w:tcW w:w="2738" w:type="dxa"/>
                            <w:tcBorders>
                              <w:top w:val="single" w:sz="8" w:space="0" w:color="FFFFFF"/>
                              <w:left w:val="single" w:sz="8" w:space="0" w:color="FFFFFF"/>
                              <w:bottom w:val="single" w:sz="8" w:space="0" w:color="FFFFFF"/>
                              <w:right w:val="single" w:sz="22" w:space="0" w:color="82BB83"/>
                            </w:tcBorders>
                            <w:shd w:val="clear" w:color="auto" w:fill="EAF3E9"/>
                          </w:tcPr>
                          <w:p w:rsidR="00927008" w:rsidRDefault="00927008">
                            <w:pPr>
                              <w:spacing w:before="6" w:line="220" w:lineRule="exact"/>
                            </w:pPr>
                          </w:p>
                          <w:p w:rsidR="00927008" w:rsidRDefault="00927008">
                            <w:pPr>
                              <w:ind w:left="587" w:right="-20"/>
                              <w:rPr>
                                <w:rFonts w:ascii="Georgia" w:eastAsia="Georgia" w:hAnsi="Georgia" w:cs="Georgia"/>
                                <w:sz w:val="26"/>
                                <w:szCs w:val="26"/>
                              </w:rPr>
                            </w:pPr>
                            <w:r>
                              <w:rPr>
                                <w:rFonts w:ascii="Georgia" w:eastAsia="Georgia" w:hAnsi="Georgia" w:cs="Georgia"/>
                                <w:color w:val="156BB2"/>
                                <w:sz w:val="26"/>
                                <w:szCs w:val="26"/>
                              </w:rPr>
                              <w:t>Ac</w:t>
                            </w:r>
                            <w:r>
                              <w:rPr>
                                <w:rFonts w:ascii="Georgia" w:eastAsia="Georgia" w:hAnsi="Georgia" w:cs="Georgia"/>
                                <w:color w:val="156BB2"/>
                                <w:spacing w:val="-1"/>
                                <w:sz w:val="26"/>
                                <w:szCs w:val="26"/>
                              </w:rPr>
                              <w:t>n</w:t>
                            </w:r>
                            <w:r>
                              <w:rPr>
                                <w:rFonts w:ascii="Georgia" w:eastAsia="Georgia" w:hAnsi="Georgia" w:cs="Georgia"/>
                                <w:color w:val="156BB2"/>
                                <w:sz w:val="26"/>
                                <w:szCs w:val="26"/>
                              </w:rPr>
                              <w:t>e</w:t>
                            </w:r>
                            <w:r>
                              <w:rPr>
                                <w:rFonts w:ascii="Georgia" w:eastAsia="Georgia" w:hAnsi="Georgia" w:cs="Georgia"/>
                                <w:color w:val="156BB2"/>
                                <w:spacing w:val="-1"/>
                                <w:sz w:val="26"/>
                                <w:szCs w:val="26"/>
                              </w:rPr>
                              <w:t xml:space="preserve"> Rel</w:t>
                            </w:r>
                            <w:r>
                              <w:rPr>
                                <w:rFonts w:ascii="Georgia" w:eastAsia="Georgia" w:hAnsi="Georgia" w:cs="Georgia"/>
                                <w:color w:val="156BB2"/>
                                <w:sz w:val="26"/>
                                <w:szCs w:val="26"/>
                              </w:rPr>
                              <w:t>i</w:t>
                            </w:r>
                            <w:r>
                              <w:rPr>
                                <w:rFonts w:ascii="Georgia" w:eastAsia="Georgia" w:hAnsi="Georgia" w:cs="Georgia"/>
                                <w:color w:val="156BB2"/>
                                <w:spacing w:val="-1"/>
                                <w:sz w:val="26"/>
                                <w:szCs w:val="26"/>
                              </w:rPr>
                              <w:t>e</w:t>
                            </w:r>
                            <w:r>
                              <w:rPr>
                                <w:rFonts w:ascii="Georgia" w:eastAsia="Georgia" w:hAnsi="Georgia" w:cs="Georgia"/>
                                <w:color w:val="156BB2"/>
                                <w:sz w:val="26"/>
                                <w:szCs w:val="26"/>
                              </w:rPr>
                              <w:t>ve</w:t>
                            </w:r>
                          </w:p>
                        </w:tc>
                      </w:tr>
                      <w:tr w:rsidR="00927008">
                        <w:trPr>
                          <w:trHeight w:hRule="exact" w:val="934"/>
                        </w:trPr>
                        <w:tc>
                          <w:tcPr>
                            <w:tcW w:w="881" w:type="dxa"/>
                            <w:tcBorders>
                              <w:top w:val="single" w:sz="8" w:space="0" w:color="FFFFFF"/>
                              <w:left w:val="single" w:sz="22" w:space="0" w:color="82BB83"/>
                              <w:bottom w:val="single" w:sz="22" w:space="0" w:color="82BB83"/>
                              <w:right w:val="single" w:sz="8" w:space="0" w:color="FFFFFF"/>
                            </w:tcBorders>
                            <w:shd w:val="clear" w:color="auto" w:fill="F4F8F4"/>
                          </w:tcPr>
                          <w:p w:rsidR="00927008" w:rsidRDefault="00927008">
                            <w:pPr>
                              <w:spacing w:before="55"/>
                              <w:ind w:left="194" w:right="72"/>
                              <w:jc w:val="center"/>
                              <w:rPr>
                                <w:rFonts w:ascii="Georgia" w:eastAsia="Georgia" w:hAnsi="Georgia" w:cs="Georgia"/>
                              </w:rPr>
                            </w:pPr>
                            <w:r>
                              <w:rPr>
                                <w:rFonts w:ascii="Georgia" w:eastAsia="Georgia" w:hAnsi="Georgia" w:cs="Georgia"/>
                                <w:color w:val="177C3E"/>
                              </w:rPr>
                              <w:t>Step</w:t>
                            </w:r>
                          </w:p>
                          <w:p w:rsidR="00927008" w:rsidRDefault="00927008">
                            <w:pPr>
                              <w:spacing w:before="66"/>
                              <w:ind w:left="352" w:right="230"/>
                              <w:jc w:val="center"/>
                              <w:rPr>
                                <w:rFonts w:ascii="Georgia" w:eastAsia="Georgia" w:hAnsi="Georgia" w:cs="Georgia"/>
                                <w:sz w:val="28"/>
                                <w:szCs w:val="28"/>
                              </w:rPr>
                            </w:pPr>
                            <w:r>
                              <w:rPr>
                                <w:rFonts w:ascii="Georgia" w:eastAsia="Georgia" w:hAnsi="Georgia" w:cs="Georgia"/>
                                <w:color w:val="177C3E"/>
                                <w:w w:val="99"/>
                                <w:sz w:val="28"/>
                                <w:szCs w:val="28"/>
                              </w:rPr>
                              <w:t>4</w:t>
                            </w:r>
                          </w:p>
                        </w:tc>
                        <w:tc>
                          <w:tcPr>
                            <w:tcW w:w="2364" w:type="dxa"/>
                            <w:tcBorders>
                              <w:top w:val="single" w:sz="8" w:space="0" w:color="FFFFFF"/>
                              <w:left w:val="single" w:sz="8" w:space="0" w:color="FFFFFF"/>
                              <w:bottom w:val="single" w:sz="22" w:space="0" w:color="82BB83"/>
                              <w:right w:val="single" w:sz="8" w:space="0" w:color="FFFFFF"/>
                            </w:tcBorders>
                            <w:shd w:val="clear" w:color="auto" w:fill="F4F8F4"/>
                          </w:tcPr>
                          <w:p w:rsidR="00927008" w:rsidRDefault="00927008">
                            <w:pPr>
                              <w:spacing w:before="5" w:line="260" w:lineRule="exact"/>
                              <w:rPr>
                                <w:sz w:val="26"/>
                                <w:szCs w:val="26"/>
                              </w:rPr>
                            </w:pPr>
                          </w:p>
                          <w:p w:rsidR="00927008" w:rsidRDefault="00927008">
                            <w:pPr>
                              <w:ind w:left="595" w:right="-20"/>
                              <w:rPr>
                                <w:rFonts w:ascii="Georgia" w:eastAsia="Georgia" w:hAnsi="Georgia" w:cs="Georgia"/>
                                <w:sz w:val="26"/>
                                <w:szCs w:val="26"/>
                              </w:rPr>
                            </w:pPr>
                            <w:r>
                              <w:rPr>
                                <w:rFonts w:ascii="Georgia" w:eastAsia="Georgia" w:hAnsi="Georgia" w:cs="Georgia"/>
                                <w:color w:val="177C3E"/>
                                <w:sz w:val="26"/>
                                <w:szCs w:val="26"/>
                              </w:rPr>
                              <w:t>Renew</w:t>
                            </w:r>
                          </w:p>
                        </w:tc>
                        <w:tc>
                          <w:tcPr>
                            <w:tcW w:w="2738" w:type="dxa"/>
                            <w:tcBorders>
                              <w:top w:val="single" w:sz="8" w:space="0" w:color="FFFFFF"/>
                              <w:left w:val="single" w:sz="8" w:space="0" w:color="FFFFFF"/>
                              <w:bottom w:val="single" w:sz="22" w:space="0" w:color="82BB83"/>
                              <w:right w:val="single" w:sz="22" w:space="0" w:color="82BB83"/>
                            </w:tcBorders>
                            <w:shd w:val="clear" w:color="auto" w:fill="F4F8F4"/>
                          </w:tcPr>
                          <w:p w:rsidR="00927008" w:rsidRDefault="00927008"/>
                        </w:tc>
                      </w:tr>
                    </w:tbl>
                    <w:p w:rsidR="00927008" w:rsidRDefault="00927008" w:rsidP="00927008"/>
                  </w:txbxContent>
                </v:textbox>
                <w10:wrap anchorx="page"/>
              </v:shape>
            </w:pict>
          </mc:Fallback>
        </mc:AlternateContent>
      </w:r>
    </w:p>
    <w:sectPr w:rsidR="00581173" w:rsidSect="00927008">
      <w:pgSz w:w="15840" w:h="12240" w:orient="landscape"/>
      <w:pgMar w:top="1620" w:right="1440" w:bottom="720" w:left="1620" w:header="720" w:footer="720" w:gutter="0"/>
      <w:cols w:num="3"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8AD" w:rsidRDefault="00A158AD" w:rsidP="00927008">
      <w:r>
        <w:separator/>
      </w:r>
    </w:p>
  </w:endnote>
  <w:endnote w:type="continuationSeparator" w:id="0">
    <w:p w:rsidR="00A158AD" w:rsidRDefault="00A158AD" w:rsidP="00927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Gabriola">
    <w:altName w:val="Gabriola"/>
    <w:panose1 w:val="04040605051002020D02"/>
    <w:charset w:val="00"/>
    <w:family w:val="decorative"/>
    <w:pitch w:val="variable"/>
    <w:sig w:usb0="E00002EF" w:usb1="5000204B"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8AD" w:rsidRDefault="00A158AD" w:rsidP="00927008">
      <w:r>
        <w:separator/>
      </w:r>
    </w:p>
  </w:footnote>
  <w:footnote w:type="continuationSeparator" w:id="0">
    <w:p w:rsidR="00A158AD" w:rsidRDefault="00A158AD" w:rsidP="009270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AD0BCAE"/>
    <w:lvl w:ilvl="0">
      <w:start w:val="1"/>
      <w:numFmt w:val="decimal"/>
      <w:lvlText w:val="%1."/>
      <w:lvlJc w:val="left"/>
      <w:pPr>
        <w:tabs>
          <w:tab w:val="num" w:pos="1800"/>
        </w:tabs>
        <w:ind w:left="1800" w:hanging="360"/>
      </w:pPr>
    </w:lvl>
  </w:abstractNum>
  <w:abstractNum w:abstractNumId="1">
    <w:nsid w:val="FFFFFF7D"/>
    <w:multiLevelType w:val="singleLevel"/>
    <w:tmpl w:val="B1B26EFE"/>
    <w:lvl w:ilvl="0">
      <w:start w:val="1"/>
      <w:numFmt w:val="decimal"/>
      <w:lvlText w:val="%1."/>
      <w:lvlJc w:val="left"/>
      <w:pPr>
        <w:tabs>
          <w:tab w:val="num" w:pos="1440"/>
        </w:tabs>
        <w:ind w:left="1440" w:hanging="360"/>
      </w:pPr>
    </w:lvl>
  </w:abstractNum>
  <w:abstractNum w:abstractNumId="2">
    <w:nsid w:val="FFFFFF7E"/>
    <w:multiLevelType w:val="singleLevel"/>
    <w:tmpl w:val="0D7A55F2"/>
    <w:lvl w:ilvl="0">
      <w:start w:val="1"/>
      <w:numFmt w:val="decimal"/>
      <w:lvlText w:val="%1."/>
      <w:lvlJc w:val="left"/>
      <w:pPr>
        <w:tabs>
          <w:tab w:val="num" w:pos="1080"/>
        </w:tabs>
        <w:ind w:left="1080" w:hanging="360"/>
      </w:pPr>
    </w:lvl>
  </w:abstractNum>
  <w:abstractNum w:abstractNumId="3">
    <w:nsid w:val="FFFFFF7F"/>
    <w:multiLevelType w:val="singleLevel"/>
    <w:tmpl w:val="ECDC4930"/>
    <w:lvl w:ilvl="0">
      <w:start w:val="1"/>
      <w:numFmt w:val="decimal"/>
      <w:lvlText w:val="%1."/>
      <w:lvlJc w:val="left"/>
      <w:pPr>
        <w:tabs>
          <w:tab w:val="num" w:pos="720"/>
        </w:tabs>
        <w:ind w:left="720" w:hanging="360"/>
      </w:pPr>
    </w:lvl>
  </w:abstractNum>
  <w:abstractNum w:abstractNumId="4">
    <w:nsid w:val="FFFFFF80"/>
    <w:multiLevelType w:val="singleLevel"/>
    <w:tmpl w:val="7CF096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0AE6F7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188903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6881A3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6F22F90"/>
    <w:lvl w:ilvl="0">
      <w:start w:val="1"/>
      <w:numFmt w:val="decimal"/>
      <w:lvlText w:val="%1."/>
      <w:lvlJc w:val="left"/>
      <w:pPr>
        <w:tabs>
          <w:tab w:val="num" w:pos="360"/>
        </w:tabs>
        <w:ind w:left="360" w:hanging="360"/>
      </w:pPr>
    </w:lvl>
  </w:abstractNum>
  <w:abstractNum w:abstractNumId="9">
    <w:nsid w:val="FFFFFF89"/>
    <w:multiLevelType w:val="singleLevel"/>
    <w:tmpl w:val="1D140F00"/>
    <w:lvl w:ilvl="0">
      <w:start w:val="1"/>
      <w:numFmt w:val="bullet"/>
      <w:lvlText w:val=""/>
      <w:lvlJc w:val="left"/>
      <w:pPr>
        <w:tabs>
          <w:tab w:val="num" w:pos="360"/>
        </w:tabs>
        <w:ind w:left="360" w:hanging="360"/>
      </w:pPr>
      <w:rPr>
        <w:rFonts w:ascii="Symbol" w:hAnsi="Symbol" w:hint="default"/>
      </w:rPr>
    </w:lvl>
  </w:abstractNum>
  <w:abstractNum w:abstractNumId="10">
    <w:nsid w:val="1D893875"/>
    <w:multiLevelType w:val="hybridMultilevel"/>
    <w:tmpl w:val="55308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3B46AB"/>
    <w:multiLevelType w:val="hybridMultilevel"/>
    <w:tmpl w:val="9A46F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D6105F"/>
    <w:multiLevelType w:val="hybridMultilevel"/>
    <w:tmpl w:val="9B1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4D0"/>
    <w:rsid w:val="00040F5C"/>
    <w:rsid w:val="00042548"/>
    <w:rsid w:val="0007666E"/>
    <w:rsid w:val="00092DF7"/>
    <w:rsid w:val="000B50DD"/>
    <w:rsid w:val="00104976"/>
    <w:rsid w:val="0011138E"/>
    <w:rsid w:val="00185D9B"/>
    <w:rsid w:val="001D025A"/>
    <w:rsid w:val="002028E0"/>
    <w:rsid w:val="002A3BD2"/>
    <w:rsid w:val="002A6F46"/>
    <w:rsid w:val="002D063C"/>
    <w:rsid w:val="00371560"/>
    <w:rsid w:val="0038764E"/>
    <w:rsid w:val="003B5F24"/>
    <w:rsid w:val="003B71FA"/>
    <w:rsid w:val="003C600B"/>
    <w:rsid w:val="00432C50"/>
    <w:rsid w:val="0045601F"/>
    <w:rsid w:val="0051408D"/>
    <w:rsid w:val="0056093C"/>
    <w:rsid w:val="00581173"/>
    <w:rsid w:val="006777B7"/>
    <w:rsid w:val="0068489F"/>
    <w:rsid w:val="006C2B01"/>
    <w:rsid w:val="00721B00"/>
    <w:rsid w:val="007333BB"/>
    <w:rsid w:val="00733621"/>
    <w:rsid w:val="00785F81"/>
    <w:rsid w:val="007A51B9"/>
    <w:rsid w:val="007C4F2B"/>
    <w:rsid w:val="00823F1D"/>
    <w:rsid w:val="0084141F"/>
    <w:rsid w:val="00876D55"/>
    <w:rsid w:val="008B3C0F"/>
    <w:rsid w:val="008B7DE6"/>
    <w:rsid w:val="008D524E"/>
    <w:rsid w:val="00903F40"/>
    <w:rsid w:val="00924A9C"/>
    <w:rsid w:val="00926D15"/>
    <w:rsid w:val="00927008"/>
    <w:rsid w:val="00972B2E"/>
    <w:rsid w:val="009A361F"/>
    <w:rsid w:val="009D57F4"/>
    <w:rsid w:val="009E551E"/>
    <w:rsid w:val="00A158AD"/>
    <w:rsid w:val="00A703AC"/>
    <w:rsid w:val="00A83E6D"/>
    <w:rsid w:val="00AA365B"/>
    <w:rsid w:val="00AF6A3C"/>
    <w:rsid w:val="00B9703A"/>
    <w:rsid w:val="00BB0560"/>
    <w:rsid w:val="00BB3F04"/>
    <w:rsid w:val="00BE5735"/>
    <w:rsid w:val="00BF01BD"/>
    <w:rsid w:val="00C36719"/>
    <w:rsid w:val="00C54E65"/>
    <w:rsid w:val="00C75527"/>
    <w:rsid w:val="00CA6AC9"/>
    <w:rsid w:val="00CD24D0"/>
    <w:rsid w:val="00CE29F4"/>
    <w:rsid w:val="00D16D73"/>
    <w:rsid w:val="00D37359"/>
    <w:rsid w:val="00D5343C"/>
    <w:rsid w:val="00DC4834"/>
    <w:rsid w:val="00DD168B"/>
    <w:rsid w:val="00DD66FA"/>
    <w:rsid w:val="00DF3630"/>
    <w:rsid w:val="00E12A2A"/>
    <w:rsid w:val="00E132E8"/>
    <w:rsid w:val="00E96CC6"/>
    <w:rsid w:val="00F25735"/>
    <w:rsid w:val="00F43A87"/>
    <w:rsid w:val="00F85EFC"/>
    <w:rsid w:val="00FA4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colormru v:ext="edit" colors="#cf9,#b2ff65,#393,#88d888"/>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next w:val="Normal"/>
    <w:qFormat/>
    <w:rsid w:val="00104976"/>
    <w:pPr>
      <w:outlineLvl w:val="0"/>
    </w:pPr>
    <w:rPr>
      <w:rFonts w:ascii="Lucida Sans Unicode" w:hAnsi="Lucida Sans Unicode" w:cs="Tahoma"/>
      <w:color w:val="FFFFFF"/>
      <w:spacing w:val="20"/>
      <w:sz w:val="44"/>
      <w:szCs w:val="36"/>
      <w:lang w:val="en"/>
    </w:rPr>
  </w:style>
  <w:style w:type="paragraph" w:styleId="Heading2">
    <w:name w:val="heading 2"/>
    <w:next w:val="Normal"/>
    <w:qFormat/>
    <w:rsid w:val="00104976"/>
    <w:pPr>
      <w:ind w:left="1440"/>
      <w:jc w:val="center"/>
      <w:outlineLvl w:val="1"/>
    </w:pPr>
    <w:rPr>
      <w:rFonts w:ascii="Lucida Sans Unicode" w:hAnsi="Lucida Sans Unicode" w:cs="Tahoma"/>
      <w:b/>
      <w:color w:val="FFFFFF"/>
      <w:spacing w:val="60"/>
      <w:sz w:val="24"/>
      <w:szCs w:val="24"/>
    </w:rPr>
  </w:style>
  <w:style w:type="paragraph" w:styleId="Heading3">
    <w:name w:val="heading 3"/>
    <w:next w:val="Normal"/>
    <w:qFormat/>
    <w:rsid w:val="00104976"/>
    <w:pPr>
      <w:spacing w:before="360" w:after="120"/>
      <w:ind w:left="720"/>
      <w:outlineLvl w:val="2"/>
    </w:pPr>
    <w:rPr>
      <w:rFonts w:ascii="Lucida Sans Unicode" w:hAnsi="Lucida Sans Unicode" w:cs="Tahoma"/>
      <w:color w:val="000084"/>
      <w:spacing w:val="2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764E"/>
    <w:pPr>
      <w:widowControl w:val="0"/>
    </w:pPr>
    <w:rPr>
      <w:rFonts w:ascii="Calibri" w:eastAsia="Calibri" w:hAnsi="Calibri"/>
      <w:sz w:val="22"/>
      <w:szCs w:val="22"/>
    </w:rPr>
  </w:style>
  <w:style w:type="paragraph" w:styleId="Header">
    <w:name w:val="header"/>
    <w:basedOn w:val="Normal"/>
    <w:link w:val="HeaderChar"/>
    <w:rsid w:val="00927008"/>
    <w:pPr>
      <w:tabs>
        <w:tab w:val="center" w:pos="4680"/>
        <w:tab w:val="right" w:pos="9360"/>
      </w:tabs>
    </w:pPr>
  </w:style>
  <w:style w:type="paragraph" w:customStyle="1" w:styleId="list1">
    <w:name w:val="list1"/>
    <w:basedOn w:val="Normal"/>
    <w:rsid w:val="002D063C"/>
    <w:pPr>
      <w:ind w:left="1440"/>
    </w:pPr>
    <w:rPr>
      <w:rFonts w:ascii="Tahoma" w:hAnsi="Tahoma" w:cs="Arial"/>
      <w:spacing w:val="10"/>
      <w:sz w:val="20"/>
      <w:szCs w:val="20"/>
    </w:rPr>
  </w:style>
  <w:style w:type="paragraph" w:customStyle="1" w:styleId="list2">
    <w:name w:val="list2"/>
    <w:rsid w:val="002A3BD2"/>
    <w:pPr>
      <w:tabs>
        <w:tab w:val="left" w:pos="2160"/>
      </w:tabs>
      <w:spacing w:line="360" w:lineRule="auto"/>
      <w:ind w:firstLine="720"/>
    </w:pPr>
    <w:rPr>
      <w:rFonts w:ascii="Tahoma" w:hAnsi="Tahoma" w:cs="Arial"/>
      <w:spacing w:val="10"/>
    </w:rPr>
  </w:style>
  <w:style w:type="paragraph" w:customStyle="1" w:styleId="BodyText1">
    <w:name w:val="Body Text 1"/>
    <w:basedOn w:val="Normal"/>
    <w:rsid w:val="002D063C"/>
    <w:pPr>
      <w:spacing w:after="240"/>
    </w:pPr>
    <w:rPr>
      <w:rFonts w:ascii="Tahoma" w:hAnsi="Tahoma" w:cs="Arial"/>
      <w:i/>
      <w:color w:val="000084"/>
      <w:spacing w:val="10"/>
      <w:sz w:val="22"/>
      <w:szCs w:val="22"/>
    </w:rPr>
  </w:style>
  <w:style w:type="character" w:customStyle="1" w:styleId="HeaderChar">
    <w:name w:val="Header Char"/>
    <w:basedOn w:val="DefaultParagraphFont"/>
    <w:link w:val="Header"/>
    <w:rsid w:val="00927008"/>
    <w:rPr>
      <w:sz w:val="24"/>
      <w:szCs w:val="24"/>
    </w:rPr>
  </w:style>
  <w:style w:type="paragraph" w:styleId="Footer">
    <w:name w:val="footer"/>
    <w:basedOn w:val="Normal"/>
    <w:link w:val="FooterChar"/>
    <w:rsid w:val="00927008"/>
    <w:pPr>
      <w:tabs>
        <w:tab w:val="center" w:pos="4680"/>
        <w:tab w:val="right" w:pos="9360"/>
      </w:tabs>
    </w:pPr>
  </w:style>
  <w:style w:type="character" w:customStyle="1" w:styleId="FooterChar">
    <w:name w:val="Footer Char"/>
    <w:basedOn w:val="DefaultParagraphFont"/>
    <w:link w:val="Footer"/>
    <w:rsid w:val="0092700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next w:val="Normal"/>
    <w:qFormat/>
    <w:rsid w:val="00104976"/>
    <w:pPr>
      <w:outlineLvl w:val="0"/>
    </w:pPr>
    <w:rPr>
      <w:rFonts w:ascii="Lucida Sans Unicode" w:hAnsi="Lucida Sans Unicode" w:cs="Tahoma"/>
      <w:color w:val="FFFFFF"/>
      <w:spacing w:val="20"/>
      <w:sz w:val="44"/>
      <w:szCs w:val="36"/>
      <w:lang w:val="en"/>
    </w:rPr>
  </w:style>
  <w:style w:type="paragraph" w:styleId="Heading2">
    <w:name w:val="heading 2"/>
    <w:next w:val="Normal"/>
    <w:qFormat/>
    <w:rsid w:val="00104976"/>
    <w:pPr>
      <w:ind w:left="1440"/>
      <w:jc w:val="center"/>
      <w:outlineLvl w:val="1"/>
    </w:pPr>
    <w:rPr>
      <w:rFonts w:ascii="Lucida Sans Unicode" w:hAnsi="Lucida Sans Unicode" w:cs="Tahoma"/>
      <w:b/>
      <w:color w:val="FFFFFF"/>
      <w:spacing w:val="60"/>
      <w:sz w:val="24"/>
      <w:szCs w:val="24"/>
    </w:rPr>
  </w:style>
  <w:style w:type="paragraph" w:styleId="Heading3">
    <w:name w:val="heading 3"/>
    <w:next w:val="Normal"/>
    <w:qFormat/>
    <w:rsid w:val="00104976"/>
    <w:pPr>
      <w:spacing w:before="360" w:after="120"/>
      <w:ind w:left="720"/>
      <w:outlineLvl w:val="2"/>
    </w:pPr>
    <w:rPr>
      <w:rFonts w:ascii="Lucida Sans Unicode" w:hAnsi="Lucida Sans Unicode" w:cs="Tahoma"/>
      <w:color w:val="000084"/>
      <w:spacing w:val="2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764E"/>
    <w:pPr>
      <w:widowControl w:val="0"/>
    </w:pPr>
    <w:rPr>
      <w:rFonts w:ascii="Calibri" w:eastAsia="Calibri" w:hAnsi="Calibri"/>
      <w:sz w:val="22"/>
      <w:szCs w:val="22"/>
    </w:rPr>
  </w:style>
  <w:style w:type="paragraph" w:styleId="Header">
    <w:name w:val="header"/>
    <w:basedOn w:val="Normal"/>
    <w:link w:val="HeaderChar"/>
    <w:rsid w:val="00927008"/>
    <w:pPr>
      <w:tabs>
        <w:tab w:val="center" w:pos="4680"/>
        <w:tab w:val="right" w:pos="9360"/>
      </w:tabs>
    </w:pPr>
  </w:style>
  <w:style w:type="paragraph" w:customStyle="1" w:styleId="list1">
    <w:name w:val="list1"/>
    <w:basedOn w:val="Normal"/>
    <w:rsid w:val="002D063C"/>
    <w:pPr>
      <w:ind w:left="1440"/>
    </w:pPr>
    <w:rPr>
      <w:rFonts w:ascii="Tahoma" w:hAnsi="Tahoma" w:cs="Arial"/>
      <w:spacing w:val="10"/>
      <w:sz w:val="20"/>
      <w:szCs w:val="20"/>
    </w:rPr>
  </w:style>
  <w:style w:type="paragraph" w:customStyle="1" w:styleId="list2">
    <w:name w:val="list2"/>
    <w:rsid w:val="002A3BD2"/>
    <w:pPr>
      <w:tabs>
        <w:tab w:val="left" w:pos="2160"/>
      </w:tabs>
      <w:spacing w:line="360" w:lineRule="auto"/>
      <w:ind w:firstLine="720"/>
    </w:pPr>
    <w:rPr>
      <w:rFonts w:ascii="Tahoma" w:hAnsi="Tahoma" w:cs="Arial"/>
      <w:spacing w:val="10"/>
    </w:rPr>
  </w:style>
  <w:style w:type="paragraph" w:customStyle="1" w:styleId="BodyText1">
    <w:name w:val="Body Text 1"/>
    <w:basedOn w:val="Normal"/>
    <w:rsid w:val="002D063C"/>
    <w:pPr>
      <w:spacing w:after="240"/>
    </w:pPr>
    <w:rPr>
      <w:rFonts w:ascii="Tahoma" w:hAnsi="Tahoma" w:cs="Arial"/>
      <w:i/>
      <w:color w:val="000084"/>
      <w:spacing w:val="10"/>
      <w:sz w:val="22"/>
      <w:szCs w:val="22"/>
    </w:rPr>
  </w:style>
  <w:style w:type="character" w:customStyle="1" w:styleId="HeaderChar">
    <w:name w:val="Header Char"/>
    <w:basedOn w:val="DefaultParagraphFont"/>
    <w:link w:val="Header"/>
    <w:rsid w:val="00927008"/>
    <w:rPr>
      <w:sz w:val="24"/>
      <w:szCs w:val="24"/>
    </w:rPr>
  </w:style>
  <w:style w:type="paragraph" w:styleId="Footer">
    <w:name w:val="footer"/>
    <w:basedOn w:val="Normal"/>
    <w:link w:val="FooterChar"/>
    <w:rsid w:val="00927008"/>
    <w:pPr>
      <w:tabs>
        <w:tab w:val="center" w:pos="4680"/>
        <w:tab w:val="right" w:pos="9360"/>
      </w:tabs>
    </w:pPr>
  </w:style>
  <w:style w:type="character" w:customStyle="1" w:styleId="FooterChar">
    <w:name w:val="Footer Char"/>
    <w:basedOn w:val="DefaultParagraphFont"/>
    <w:link w:val="Footer"/>
    <w:rsid w:val="009270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4880">
      <w:bodyDiv w:val="1"/>
      <w:marLeft w:val="0"/>
      <w:marRight w:val="0"/>
      <w:marTop w:val="0"/>
      <w:marBottom w:val="0"/>
      <w:divBdr>
        <w:top w:val="none" w:sz="0" w:space="0" w:color="auto"/>
        <w:left w:val="none" w:sz="0" w:space="0" w:color="auto"/>
        <w:bottom w:val="none" w:sz="0" w:space="0" w:color="auto"/>
        <w:right w:val="none" w:sz="0" w:space="0" w:color="auto"/>
      </w:divBdr>
      <w:divsChild>
        <w:div w:id="1610817628">
          <w:marLeft w:val="0"/>
          <w:marRight w:val="0"/>
          <w:marTop w:val="0"/>
          <w:marBottom w:val="0"/>
          <w:divBdr>
            <w:top w:val="none" w:sz="0" w:space="0" w:color="auto"/>
            <w:left w:val="none" w:sz="0" w:space="0" w:color="auto"/>
            <w:bottom w:val="none" w:sz="0" w:space="0" w:color="auto"/>
            <w:right w:val="none" w:sz="0" w:space="0" w:color="auto"/>
          </w:divBdr>
        </w:div>
      </w:divsChild>
    </w:div>
    <w:div w:id="376391869">
      <w:bodyDiv w:val="1"/>
      <w:marLeft w:val="0"/>
      <w:marRight w:val="0"/>
      <w:marTop w:val="0"/>
      <w:marBottom w:val="0"/>
      <w:divBdr>
        <w:top w:val="none" w:sz="0" w:space="0" w:color="auto"/>
        <w:left w:val="none" w:sz="0" w:space="0" w:color="auto"/>
        <w:bottom w:val="none" w:sz="0" w:space="0" w:color="auto"/>
        <w:right w:val="none" w:sz="0" w:space="0" w:color="auto"/>
      </w:divBdr>
      <w:divsChild>
        <w:div w:id="635599234">
          <w:marLeft w:val="0"/>
          <w:marRight w:val="0"/>
          <w:marTop w:val="0"/>
          <w:marBottom w:val="0"/>
          <w:divBdr>
            <w:top w:val="none" w:sz="0" w:space="0" w:color="auto"/>
            <w:left w:val="none" w:sz="0" w:space="0" w:color="auto"/>
            <w:bottom w:val="none" w:sz="0" w:space="0" w:color="auto"/>
            <w:right w:val="none" w:sz="0" w:space="0" w:color="auto"/>
          </w:divBdr>
        </w:div>
      </w:divsChild>
    </w:div>
    <w:div w:id="378476772">
      <w:bodyDiv w:val="1"/>
      <w:marLeft w:val="0"/>
      <w:marRight w:val="0"/>
      <w:marTop w:val="0"/>
      <w:marBottom w:val="0"/>
      <w:divBdr>
        <w:top w:val="none" w:sz="0" w:space="0" w:color="auto"/>
        <w:left w:val="none" w:sz="0" w:space="0" w:color="auto"/>
        <w:bottom w:val="none" w:sz="0" w:space="0" w:color="auto"/>
        <w:right w:val="none" w:sz="0" w:space="0" w:color="auto"/>
      </w:divBdr>
      <w:divsChild>
        <w:div w:id="1609854300">
          <w:marLeft w:val="0"/>
          <w:marRight w:val="0"/>
          <w:marTop w:val="0"/>
          <w:marBottom w:val="0"/>
          <w:divBdr>
            <w:top w:val="none" w:sz="0" w:space="0" w:color="auto"/>
            <w:left w:val="none" w:sz="0" w:space="0" w:color="auto"/>
            <w:bottom w:val="none" w:sz="0" w:space="0" w:color="auto"/>
            <w:right w:val="none" w:sz="0" w:space="0" w:color="auto"/>
          </w:divBdr>
        </w:div>
      </w:divsChild>
    </w:div>
    <w:div w:id="453910420">
      <w:bodyDiv w:val="1"/>
      <w:marLeft w:val="0"/>
      <w:marRight w:val="0"/>
      <w:marTop w:val="0"/>
      <w:marBottom w:val="0"/>
      <w:divBdr>
        <w:top w:val="none" w:sz="0" w:space="0" w:color="auto"/>
        <w:left w:val="none" w:sz="0" w:space="0" w:color="auto"/>
        <w:bottom w:val="none" w:sz="0" w:space="0" w:color="auto"/>
        <w:right w:val="none" w:sz="0" w:space="0" w:color="auto"/>
      </w:divBdr>
      <w:divsChild>
        <w:div w:id="995914657">
          <w:marLeft w:val="0"/>
          <w:marRight w:val="0"/>
          <w:marTop w:val="0"/>
          <w:marBottom w:val="0"/>
          <w:divBdr>
            <w:top w:val="none" w:sz="0" w:space="0" w:color="auto"/>
            <w:left w:val="none" w:sz="0" w:space="0" w:color="auto"/>
            <w:bottom w:val="none" w:sz="0" w:space="0" w:color="auto"/>
            <w:right w:val="none" w:sz="0" w:space="0" w:color="auto"/>
          </w:divBdr>
        </w:div>
      </w:divsChild>
    </w:div>
    <w:div w:id="625618803">
      <w:bodyDiv w:val="1"/>
      <w:marLeft w:val="0"/>
      <w:marRight w:val="0"/>
      <w:marTop w:val="0"/>
      <w:marBottom w:val="0"/>
      <w:divBdr>
        <w:top w:val="none" w:sz="0" w:space="0" w:color="auto"/>
        <w:left w:val="none" w:sz="0" w:space="0" w:color="auto"/>
        <w:bottom w:val="none" w:sz="0" w:space="0" w:color="auto"/>
        <w:right w:val="none" w:sz="0" w:space="0" w:color="auto"/>
      </w:divBdr>
      <w:divsChild>
        <w:div w:id="756636366">
          <w:marLeft w:val="0"/>
          <w:marRight w:val="0"/>
          <w:marTop w:val="0"/>
          <w:marBottom w:val="0"/>
          <w:divBdr>
            <w:top w:val="none" w:sz="0" w:space="0" w:color="auto"/>
            <w:left w:val="none" w:sz="0" w:space="0" w:color="auto"/>
            <w:bottom w:val="none" w:sz="0" w:space="0" w:color="auto"/>
            <w:right w:val="none" w:sz="0" w:space="0" w:color="auto"/>
          </w:divBdr>
        </w:div>
      </w:divsChild>
    </w:div>
    <w:div w:id="1457408322">
      <w:bodyDiv w:val="1"/>
      <w:marLeft w:val="0"/>
      <w:marRight w:val="0"/>
      <w:marTop w:val="0"/>
      <w:marBottom w:val="0"/>
      <w:divBdr>
        <w:top w:val="none" w:sz="0" w:space="0" w:color="auto"/>
        <w:left w:val="none" w:sz="0" w:space="0" w:color="auto"/>
        <w:bottom w:val="none" w:sz="0" w:space="0" w:color="auto"/>
        <w:right w:val="none" w:sz="0" w:space="0" w:color="auto"/>
      </w:divBdr>
      <w:divsChild>
        <w:div w:id="1654606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erine\AppData\Roaming\Microsoft\Templates\Event%20schedu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Event schedule</Template>
  <TotalTime>0</TotalTime>
  <Pages>2</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Klimko</dc:creator>
  <cp:lastModifiedBy>Ashley</cp:lastModifiedBy>
  <cp:revision>2</cp:revision>
  <cp:lastPrinted>2015-02-06T22:46:00Z</cp:lastPrinted>
  <dcterms:created xsi:type="dcterms:W3CDTF">2015-03-13T00:01:00Z</dcterms:created>
  <dcterms:modified xsi:type="dcterms:W3CDTF">2015-03-13T00:01:00Z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TC060874321033</vt:lpwstr>
  </property>
</Properties>
</file>